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0EE2" w:rsidRPr="003F14A5" w:rsidRDefault="00C90EE2" w:rsidP="00C90EE2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0EE2" w:rsidRDefault="00C90EE2" w:rsidP="00C90EE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90EE2" w:rsidRDefault="00C90EE2" w:rsidP="00C90EE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0EE2" w:rsidRDefault="00C90EE2" w:rsidP="00C90EE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90EE2" w:rsidRDefault="00C90EE2" w:rsidP="00C90EE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0EE2" w:rsidRDefault="00C90EE2" w:rsidP="00C90EE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90EE2" w:rsidRDefault="00C90EE2" w:rsidP="00C90EE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0EE2" w:rsidRDefault="00C90EE2" w:rsidP="00C90EE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90EE2" w:rsidRDefault="00C90EE2" w:rsidP="00C90EE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0EE2" w:rsidRDefault="00C90EE2" w:rsidP="00C90EE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90EE2" w:rsidRDefault="00C90EE2" w:rsidP="00C90EE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0EE2" w:rsidRDefault="00C90EE2" w:rsidP="00C90EE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90EE2" w:rsidRDefault="00C90EE2" w:rsidP="00C90EE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0EE2" w:rsidRDefault="00C90EE2" w:rsidP="00C90EE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90EE2" w:rsidRDefault="00C90EE2" w:rsidP="00C90EE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0EE2" w:rsidRDefault="00C90EE2" w:rsidP="00C90EE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90EE2" w:rsidRDefault="00C90EE2" w:rsidP="00C90EE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0EE2" w:rsidRDefault="00C90EE2" w:rsidP="00C90EE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90EE2" w:rsidRDefault="00C90EE2" w:rsidP="00C90EE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0EE2" w:rsidRDefault="00C90EE2" w:rsidP="00C90EE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90EE2" w:rsidRDefault="00C90EE2" w:rsidP="00C90EE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0EE2" w:rsidRDefault="00C90EE2" w:rsidP="00C90EE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0EE2" w:rsidRDefault="00C90EE2" w:rsidP="00C90EE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0EE2" w:rsidRDefault="00C90EE2" w:rsidP="00C90EE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0EE2" w:rsidRDefault="00C90EE2" w:rsidP="00C90EE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0EE2" w:rsidRDefault="00C90EE2" w:rsidP="00C90EE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0EE2" w:rsidRDefault="00C90EE2" w:rsidP="00C90EE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0EE2" w:rsidRDefault="00C90EE2" w:rsidP="00C90EE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0EE2" w:rsidRDefault="00C90EE2" w:rsidP="00C90EE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0EE2" w:rsidRDefault="00C90EE2" w:rsidP="00C90EE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0EE2" w:rsidRDefault="00C90EE2" w:rsidP="00C90EE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90EE2" w:rsidRDefault="00C90EE2" w:rsidP="00C90EE2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90EE2" w:rsidRDefault="00C90EE2" w:rsidP="00C90EE2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90EE2" w:rsidRDefault="00C90EE2" w:rsidP="00C90EE2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90EE2" w:rsidRDefault="00C90EE2" w:rsidP="00C90EE2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90EE2" w:rsidRDefault="00C90EE2" w:rsidP="00C90EE2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90EE2" w:rsidRDefault="00C90EE2" w:rsidP="00C90EE2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90EE2" w:rsidRDefault="00C90EE2" w:rsidP="00C90EE2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90EE2" w:rsidRDefault="00C90EE2" w:rsidP="00C90EE2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90EE2" w:rsidRDefault="00C90EE2" w:rsidP="00C90EE2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90EE2" w:rsidRDefault="00C90EE2" w:rsidP="00C90EE2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90EE2" w:rsidRDefault="00C90EE2" w:rsidP="00C90EE2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90EE2" w:rsidRDefault="00C90EE2" w:rsidP="00C90EE2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90EE2" w:rsidRDefault="00C90EE2" w:rsidP="00C90EE2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90EE2" w:rsidRDefault="00C90EE2" w:rsidP="00C90EE2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90EE2" w:rsidRDefault="00C90EE2" w:rsidP="00C90EE2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90EE2" w:rsidRDefault="00C90EE2" w:rsidP="00C90EE2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90EE2" w:rsidRDefault="00C90EE2" w:rsidP="00C90EE2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90EE2" w:rsidRDefault="00C90EE2" w:rsidP="00C90EE2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90EE2" w:rsidRDefault="00C90EE2" w:rsidP="00C90EE2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90EE2" w:rsidRDefault="00C90EE2" w:rsidP="00C90EE2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" fillcolor="black" stroked="f">
                  <v:textbox>
                    <w:txbxContent>
                      <w:p w:rsidR="00C90EE2" w:rsidRDefault="00C90EE2" w:rsidP="00C90EE2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C90EE2" w:rsidRDefault="00C90EE2" w:rsidP="00C90EE2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C90EE2" w:rsidRDefault="00C90EE2" w:rsidP="00C90EE2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C90EE2" w:rsidRDefault="00C90EE2" w:rsidP="00C90EE2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C90EE2" w:rsidRDefault="00C90EE2" w:rsidP="00C90EE2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C90EE2" w:rsidRDefault="00C90EE2" w:rsidP="00C90EE2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C90EE2" w:rsidRDefault="00C90EE2" w:rsidP="00C90EE2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" fillcolor="black" stroked="f">
                  <v:textbox>
                    <w:txbxContent>
                      <w:p w:rsidR="00C90EE2" w:rsidRDefault="00C90EE2" w:rsidP="00C90EE2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C90EE2" w:rsidRDefault="00C90EE2" w:rsidP="00C90EE2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C90EE2" w:rsidRDefault="00C90EE2" w:rsidP="00C90EE2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C90EE2" w:rsidRDefault="00C90EE2" w:rsidP="00C90EE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90EE2" w:rsidRDefault="00C90EE2" w:rsidP="00C90EE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90EE2" w:rsidRDefault="00C90EE2" w:rsidP="00C90EE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90EE2" w:rsidRDefault="00C90EE2" w:rsidP="00C90EE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90EE2" w:rsidRDefault="00C90EE2" w:rsidP="00C90EE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C90EE2" w:rsidRDefault="00C90EE2" w:rsidP="00C90EE2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C90EE2" w:rsidRDefault="00C90EE2" w:rsidP="00C90EE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C90EE2" w:rsidRDefault="00C90EE2" w:rsidP="00C90EE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C90EE2" w:rsidRDefault="00C90EE2" w:rsidP="00C90EE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90EE2" w:rsidRDefault="00C90EE2" w:rsidP="00C90EE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C90EE2" w:rsidRDefault="00C90EE2" w:rsidP="00C90EE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90EE2" w:rsidRDefault="00C90EE2" w:rsidP="00C90EE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I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C90EE2" w:rsidRDefault="00C90EE2" w:rsidP="00C90EE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C90EE2" w:rsidRPr="00A01004" w:rsidRDefault="00C90EE2" w:rsidP="00C90EE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A01004">
        <w:rPr>
          <w:rFonts w:ascii="Times New Roman" w:eastAsia="Arial Unicode MS" w:hAnsi="Times New Roman"/>
          <w:color w:val="000000"/>
          <w:sz w:val="24"/>
          <w:szCs w:val="24"/>
        </w:rPr>
        <w:t>30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</w:t>
      </w:r>
      <w:r w:rsidRPr="00A01004">
        <w:rPr>
          <w:rFonts w:ascii="Times New Roman" w:eastAsia="Arial Unicode MS" w:hAnsi="Times New Roman"/>
          <w:color w:val="000000"/>
          <w:sz w:val="24"/>
          <w:szCs w:val="24"/>
        </w:rPr>
        <w:t>6</w:t>
      </w:r>
      <w:r>
        <w:rPr>
          <w:rFonts w:ascii="Times New Roman" w:eastAsia="Arial Unicode MS" w:hAnsi="Times New Roman"/>
          <w:color w:val="000000"/>
          <w:sz w:val="24"/>
          <w:szCs w:val="24"/>
        </w:rPr>
        <w:t>.2021 року                                            Крупець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</w:p>
    <w:p w:rsidR="00C90EE2" w:rsidRDefault="00C90EE2" w:rsidP="00C90EE2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C90EE2" w:rsidRPr="008B65C5" w:rsidRDefault="00C90EE2" w:rsidP="00C90EE2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5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вихід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Крупецької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сільської ради</w:t>
      </w:r>
      <w:r w:rsidRPr="008B65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 </w:t>
      </w:r>
      <w:r w:rsidRPr="008B65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Всеукраїнській асоціації громад</w:t>
      </w:r>
    </w:p>
    <w:p w:rsidR="00C90EE2" w:rsidRPr="008B65C5" w:rsidRDefault="00C90EE2" w:rsidP="00C90EE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0EE2" w:rsidRPr="005B006C" w:rsidRDefault="00C90EE2" w:rsidP="00C90EE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proofErr w:type="spellStart"/>
      <w:r w:rsidRPr="004537EC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Крупецька</w:t>
      </w:r>
      <w:proofErr w:type="spellEnd"/>
      <w:r w:rsidRPr="004537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сільська рада є членом Всеукраїнської асоціації громад за правонаступництвом (на підставі ч. 9 пункту 6</w:t>
      </w:r>
      <w:r w:rsidRPr="004537E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</w:t>
      </w:r>
      <w:r w:rsidRPr="004537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розділу V «Прикінцеві та перехідні положення» Закону України «Про місцеве самоврядування в Україні»), керуючись пунктом 21 частиною 1 статті 26 Закону України «Про місцеве </w:t>
      </w:r>
      <w:proofErr w:type="spellStart"/>
      <w:r w:rsidRPr="004537EC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самоврядування»,сільська</w:t>
      </w:r>
      <w:proofErr w:type="spellEnd"/>
      <w:r w:rsidRPr="004537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рада</w:t>
      </w:r>
    </w:p>
    <w:p w:rsidR="00C90EE2" w:rsidRPr="005B006C" w:rsidRDefault="00C90EE2" w:rsidP="00C90EE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5C5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ВИРІШИЛА:</w:t>
      </w:r>
    </w:p>
    <w:p w:rsidR="00C90EE2" w:rsidRPr="005B006C" w:rsidRDefault="00C90EE2" w:rsidP="00C90EE2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1.</w:t>
      </w:r>
      <w:r w:rsidRPr="005B006C">
        <w:rPr>
          <w:rFonts w:ascii="Times New Roman" w:eastAsia="Times New Roman" w:hAnsi="Times New Roman"/>
          <w:sz w:val="24"/>
          <w:szCs w:val="24"/>
          <w:lang w:eastAsia="ru-RU"/>
        </w:rPr>
        <w:t xml:space="preserve">Схвалити рішення про вихід </w:t>
      </w:r>
      <w:proofErr w:type="spellStart"/>
      <w:r w:rsidRPr="005B006C">
        <w:rPr>
          <w:rFonts w:ascii="Times New Roman" w:eastAsia="Times New Roman" w:hAnsi="Times New Roman"/>
          <w:sz w:val="24"/>
          <w:szCs w:val="24"/>
          <w:lang w:eastAsia="ru-RU"/>
        </w:rPr>
        <w:t>Крупецької</w:t>
      </w:r>
      <w:proofErr w:type="spellEnd"/>
      <w:r w:rsidRPr="005B006C">
        <w:rPr>
          <w:rFonts w:ascii="Times New Roman" w:eastAsia="Times New Roman" w:hAnsi="Times New Roman"/>
          <w:sz w:val="24"/>
          <w:szCs w:val="24"/>
          <w:lang w:eastAsia="ru-RU"/>
        </w:rPr>
        <w:t xml:space="preserve"> сільської ради з Всеукраїнської асоціації громад.</w:t>
      </w:r>
    </w:p>
    <w:p w:rsidR="00C90EE2" w:rsidRPr="00C90EE2" w:rsidRDefault="00C90EE2" w:rsidP="00C90EE2">
      <w:pPr>
        <w:pStyle w:val="af4"/>
        <w:spacing w:after="0"/>
        <w:ind w:left="360"/>
        <w:contextualSpacing w:val="0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C90EE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</w:t>
      </w:r>
      <w:r w:rsidRPr="00C90EE2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2.Секретарю сільської ради Валентині Мазур забезпечити направлення цього </w:t>
      </w:r>
    </w:p>
    <w:p w:rsidR="00C90EE2" w:rsidRPr="005B006C" w:rsidRDefault="00C90EE2" w:rsidP="00C90EE2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B006C">
        <w:rPr>
          <w:rFonts w:ascii="Times New Roman" w:eastAsia="Times New Roman" w:hAnsi="Times New Roman"/>
          <w:sz w:val="24"/>
          <w:szCs w:val="24"/>
          <w:lang w:eastAsia="ru-RU"/>
        </w:rPr>
        <w:t>рішення до Виконавчої дирекції Всеукраїнської асоціації громад.</w:t>
      </w:r>
    </w:p>
    <w:p w:rsidR="00C90EE2" w:rsidRPr="005B006C" w:rsidRDefault="00C90EE2" w:rsidP="00C90EE2">
      <w:pPr>
        <w:spacing w:after="0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</w:t>
      </w:r>
      <w:r>
        <w:rPr>
          <w:rFonts w:ascii="Times New Roman" w:eastAsia="Times New Roman" w:hAnsi="Times New Roman"/>
          <w:sz w:val="24"/>
          <w:szCs w:val="24"/>
          <w:lang w:val="ru-RU" w:eastAsia="ru-RU"/>
        </w:rPr>
        <w:t>3.</w:t>
      </w:r>
      <w:r w:rsidRPr="005B006C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Контроль за </w:t>
      </w:r>
      <w:proofErr w:type="spellStart"/>
      <w:r w:rsidRPr="005B006C">
        <w:rPr>
          <w:rFonts w:ascii="Times New Roman" w:eastAsia="Times New Roman" w:hAnsi="Times New Roman"/>
          <w:sz w:val="24"/>
          <w:szCs w:val="24"/>
          <w:lang w:val="ru-RU" w:eastAsia="ru-RU"/>
        </w:rPr>
        <w:t>виконанням</w:t>
      </w:r>
      <w:proofErr w:type="spellEnd"/>
      <w:r w:rsidRPr="005B006C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proofErr w:type="spellStart"/>
      <w:r w:rsidRPr="005B006C">
        <w:rPr>
          <w:rFonts w:ascii="Times New Roman" w:eastAsia="Times New Roman" w:hAnsi="Times New Roman"/>
          <w:sz w:val="24"/>
          <w:szCs w:val="24"/>
          <w:lang w:val="ru-RU" w:eastAsia="ru-RU"/>
        </w:rPr>
        <w:t>рішення</w:t>
      </w:r>
      <w:proofErr w:type="spellEnd"/>
      <w:r w:rsidRPr="005B006C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proofErr w:type="spellStart"/>
      <w:r w:rsidRPr="005B006C">
        <w:rPr>
          <w:rFonts w:ascii="Times New Roman" w:eastAsia="Times New Roman" w:hAnsi="Times New Roman"/>
          <w:sz w:val="24"/>
          <w:szCs w:val="24"/>
          <w:lang w:val="ru-RU" w:eastAsia="ru-RU"/>
        </w:rPr>
        <w:t>покласти</w:t>
      </w:r>
      <w:proofErr w:type="spellEnd"/>
      <w:r w:rsidRPr="005B006C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proofErr w:type="spellStart"/>
      <w:r w:rsidRPr="005B006C">
        <w:rPr>
          <w:rFonts w:ascii="Times New Roman" w:eastAsia="Times New Roman" w:hAnsi="Times New Roman"/>
          <w:sz w:val="24"/>
          <w:szCs w:val="24"/>
          <w:lang w:val="ru-RU" w:eastAsia="ru-RU"/>
        </w:rPr>
        <w:t>напостійну</w:t>
      </w:r>
      <w:proofErr w:type="spellEnd"/>
      <w:r w:rsidRPr="005B006C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proofErr w:type="spellStart"/>
      <w:r w:rsidRPr="005B006C">
        <w:rPr>
          <w:rFonts w:ascii="Times New Roman" w:eastAsia="Times New Roman" w:hAnsi="Times New Roman"/>
          <w:sz w:val="24"/>
          <w:szCs w:val="24"/>
          <w:lang w:val="ru-RU" w:eastAsia="ru-RU"/>
        </w:rPr>
        <w:t>комісію</w:t>
      </w:r>
      <w:proofErr w:type="spellEnd"/>
      <w:r w:rsidRPr="005B006C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з </w:t>
      </w:r>
      <w:proofErr w:type="spellStart"/>
      <w:r w:rsidRPr="005B006C">
        <w:rPr>
          <w:rFonts w:ascii="Times New Roman" w:eastAsia="Times New Roman" w:hAnsi="Times New Roman"/>
          <w:sz w:val="24"/>
          <w:szCs w:val="24"/>
          <w:lang w:val="ru-RU" w:eastAsia="ru-RU"/>
        </w:rPr>
        <w:t>питань</w:t>
      </w:r>
      <w:proofErr w:type="spellEnd"/>
      <w:r w:rsidRPr="005B006C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прав </w:t>
      </w:r>
      <w:proofErr w:type="spellStart"/>
      <w:r w:rsidRPr="005B006C">
        <w:rPr>
          <w:rFonts w:ascii="Times New Roman" w:eastAsia="Times New Roman" w:hAnsi="Times New Roman"/>
          <w:sz w:val="24"/>
          <w:szCs w:val="24"/>
          <w:lang w:val="ru-RU" w:eastAsia="ru-RU"/>
        </w:rPr>
        <w:t>людини</w:t>
      </w:r>
      <w:proofErr w:type="spellEnd"/>
      <w:r w:rsidRPr="005B006C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, </w:t>
      </w:r>
      <w:proofErr w:type="spellStart"/>
      <w:r w:rsidRPr="005B006C">
        <w:rPr>
          <w:rFonts w:ascii="Times New Roman" w:eastAsia="Times New Roman" w:hAnsi="Times New Roman"/>
          <w:sz w:val="24"/>
          <w:szCs w:val="24"/>
          <w:lang w:val="ru-RU" w:eastAsia="ru-RU"/>
        </w:rPr>
        <w:t>законності</w:t>
      </w:r>
      <w:proofErr w:type="spellEnd"/>
      <w:r w:rsidRPr="005B006C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, </w:t>
      </w:r>
      <w:proofErr w:type="spellStart"/>
      <w:r w:rsidRPr="005B006C">
        <w:rPr>
          <w:rFonts w:ascii="Times New Roman" w:eastAsia="Times New Roman" w:hAnsi="Times New Roman"/>
          <w:sz w:val="24"/>
          <w:szCs w:val="24"/>
          <w:lang w:val="ru-RU" w:eastAsia="ru-RU"/>
        </w:rPr>
        <w:t>депутатської</w:t>
      </w:r>
      <w:proofErr w:type="spellEnd"/>
      <w:r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proofErr w:type="spellStart"/>
      <w:r w:rsidRPr="005B006C">
        <w:rPr>
          <w:rFonts w:ascii="Times New Roman" w:eastAsia="Times New Roman" w:hAnsi="Times New Roman"/>
          <w:sz w:val="24"/>
          <w:szCs w:val="24"/>
          <w:lang w:val="ru-RU" w:eastAsia="ru-RU"/>
        </w:rPr>
        <w:t>діяльності</w:t>
      </w:r>
      <w:proofErr w:type="spellEnd"/>
      <w:r w:rsidRPr="005B006C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, </w:t>
      </w:r>
      <w:proofErr w:type="spellStart"/>
      <w:r w:rsidRPr="005B006C">
        <w:rPr>
          <w:rFonts w:ascii="Times New Roman" w:eastAsia="Times New Roman" w:hAnsi="Times New Roman"/>
          <w:sz w:val="24"/>
          <w:szCs w:val="24"/>
          <w:lang w:val="ru-RU" w:eastAsia="ru-RU"/>
        </w:rPr>
        <w:t>етики</w:t>
      </w:r>
      <w:proofErr w:type="spellEnd"/>
      <w:r w:rsidRPr="005B006C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та регламенту</w:t>
      </w:r>
      <w:r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5B006C">
        <w:rPr>
          <w:rFonts w:ascii="Times New Roman" w:hAnsi="Times New Roman"/>
          <w:sz w:val="24"/>
          <w:szCs w:val="24"/>
        </w:rPr>
        <w:t>(голова постійної комісії Кравчук Л.І.)</w:t>
      </w:r>
      <w:r w:rsidRPr="005B006C">
        <w:rPr>
          <w:rFonts w:ascii="Times New Roman" w:eastAsia="Times New Roman" w:hAnsi="Times New Roman"/>
          <w:sz w:val="24"/>
          <w:szCs w:val="24"/>
          <w:lang w:val="ru-RU" w:eastAsia="ru-RU"/>
        </w:rPr>
        <w:t>.</w:t>
      </w:r>
    </w:p>
    <w:p w:rsidR="00C90EE2" w:rsidRDefault="00C90EE2" w:rsidP="00C90EE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0EE2" w:rsidRPr="008B65C5" w:rsidRDefault="00C90EE2" w:rsidP="00C90EE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0EE2" w:rsidRPr="008B65C5" w:rsidRDefault="00C90EE2" w:rsidP="00C90EE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0EE2" w:rsidRDefault="00C90EE2" w:rsidP="00C90EE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5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Сільський голова </w:t>
      </w:r>
      <w:r w:rsidRPr="008B65C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B65C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B65C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B65C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B65C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Валерій МИХАЛЮК</w:t>
      </w:r>
    </w:p>
    <w:p w:rsidR="002257EE" w:rsidRDefault="002257EE">
      <w:bookmarkStart w:id="0" w:name="_GoBack"/>
      <w:bookmarkEnd w:id="0"/>
    </w:p>
    <w:sectPr w:rsidR="002257EE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EE2"/>
    <w:rsid w:val="002257EE"/>
    <w:rsid w:val="00C90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4C4365-D892-4B6D-BCBC-0C51DB973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0EE2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Заголовок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C90EE2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C90EE2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C90EE2"/>
    <w:rPr>
      <w:rFonts w:ascii="Consolas" w:hAnsi="Consolas"/>
      <w:sz w:val="20"/>
      <w:szCs w:val="20"/>
      <w:lang w:val="uk-UA" w:eastAsia="uk-UA"/>
    </w:rPr>
  </w:style>
  <w:style w:type="character" w:customStyle="1" w:styleId="af3">
    <w:name w:val="Абзац списка Знак"/>
    <w:link w:val="af4"/>
    <w:uiPriority w:val="34"/>
    <w:locked/>
    <w:rsid w:val="00C90EE2"/>
  </w:style>
  <w:style w:type="paragraph" w:styleId="af4">
    <w:name w:val="List Paragraph"/>
    <w:basedOn w:val="a"/>
    <w:link w:val="af3"/>
    <w:uiPriority w:val="34"/>
    <w:qFormat/>
    <w:rsid w:val="00C90EE2"/>
    <w:pPr>
      <w:ind w:left="720"/>
      <w:contextualSpacing/>
    </w:pPr>
    <w:rPr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&#1087;&#1088;&#1086;&#1077;&#1082;&#1090;&#1080;\new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174</Words>
  <Characters>998</Characters>
  <Application>Microsoft Office Word</Application>
  <DocSecurity>0</DocSecurity>
  <Lines>8</Lines>
  <Paragraphs>2</Paragraphs>
  <ScaleCrop>false</ScaleCrop>
  <Company>SPecialiST RePack</Company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</cp:revision>
  <dcterms:created xsi:type="dcterms:W3CDTF">2021-06-22T05:13:00Z</dcterms:created>
  <dcterms:modified xsi:type="dcterms:W3CDTF">2021-06-22T05:14:00Z</dcterms:modified>
</cp:coreProperties>
</file>