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4D4A" w:rsidRPr="008D31FA" w:rsidRDefault="00A94D4A" w:rsidP="00A94D4A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4D4A" w:rsidRDefault="00A94D4A" w:rsidP="00A94D4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4D4A" w:rsidRDefault="00A94D4A" w:rsidP="00A94D4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4D4A" w:rsidRPr="000A4F3E" w:rsidRDefault="00A94D4A" w:rsidP="00A94D4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4D4A" w:rsidRPr="000A4F3E" w:rsidRDefault="00A94D4A" w:rsidP="00A94D4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94D4A" w:rsidRPr="000A4F3E" w:rsidRDefault="00A94D4A" w:rsidP="00A94D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4D4A" w:rsidRDefault="00A94D4A" w:rsidP="00A94D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№45</w:t>
      </w:r>
    </w:p>
    <w:p w:rsidR="00A94D4A" w:rsidRDefault="00A94D4A" w:rsidP="00A94D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4D4A" w:rsidRPr="00CA5B65" w:rsidRDefault="00A94D4A" w:rsidP="00A94D4A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A94D4A" w:rsidRPr="00CA5B65" w:rsidRDefault="00A94D4A" w:rsidP="00A94D4A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A94D4A" w:rsidRPr="00CA5B65" w:rsidRDefault="00A94D4A" w:rsidP="00A94D4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A94D4A" w:rsidRDefault="00A94D4A" w:rsidP="00A94D4A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A94D4A" w:rsidRDefault="00A94D4A" w:rsidP="00A94D4A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Кирилюк В.В.</w:t>
      </w:r>
    </w:p>
    <w:p w:rsidR="00A94D4A" w:rsidRPr="00CA5B65" w:rsidRDefault="00A94D4A" w:rsidP="00A94D4A">
      <w:pPr>
        <w:spacing w:after="0"/>
        <w:rPr>
          <w:rFonts w:ascii="Times New Roman" w:hAnsi="Times New Roman"/>
          <w:b/>
          <w:sz w:val="24"/>
        </w:rPr>
      </w:pPr>
    </w:p>
    <w:p w:rsidR="00A94D4A" w:rsidRPr="00CA5B65" w:rsidRDefault="00A94D4A" w:rsidP="00A94D4A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пункту</w:t>
      </w:r>
      <w:proofErr w:type="gramEnd"/>
      <w:r w:rsidRPr="00CA5B65">
        <w:rPr>
          <w:rFonts w:ascii="Times New Roman" w:hAnsi="Times New Roman"/>
          <w:sz w:val="24"/>
        </w:rPr>
        <w:t xml:space="preserve">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Кирилюк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A94D4A" w:rsidRPr="00CA5B65" w:rsidRDefault="00A94D4A" w:rsidP="00A94D4A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A94D4A" w:rsidRPr="00CA5B65" w:rsidRDefault="00A94D4A" w:rsidP="00A94D4A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Кирилюк </w:t>
      </w:r>
      <w:proofErr w:type="spellStart"/>
      <w:r>
        <w:rPr>
          <w:rFonts w:ascii="Times New Roman" w:hAnsi="Times New Roman"/>
          <w:sz w:val="24"/>
        </w:rPr>
        <w:t>Валентині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C5211">
        <w:rPr>
          <w:rFonts w:ascii="Times New Roman" w:hAnsi="Times New Roman"/>
          <w:sz w:val="24"/>
          <w:lang w:val="en-US"/>
        </w:rPr>
        <w:t>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вулиці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Одухи</w:t>
      </w:r>
      <w:proofErr w:type="spellEnd"/>
      <w:r>
        <w:rPr>
          <w:rFonts w:ascii="Times New Roman" w:hAnsi="Times New Roman"/>
          <w:sz w:val="24"/>
        </w:rPr>
        <w:t>,  54.</w:t>
      </w:r>
    </w:p>
    <w:p w:rsidR="00A94D4A" w:rsidRPr="00CA5B65" w:rsidRDefault="00A94D4A" w:rsidP="00A94D4A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2.Кирилюк В.В.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A94D4A" w:rsidRPr="00CA5B65" w:rsidRDefault="00A94D4A" w:rsidP="00A94D4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94D4A" w:rsidRPr="00CA5B65" w:rsidRDefault="00A94D4A" w:rsidP="00A94D4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94D4A" w:rsidRDefault="00A94D4A" w:rsidP="00A94D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4D4A" w:rsidRDefault="00A94D4A" w:rsidP="00A94D4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3FC1" w:rsidRPr="00A94D4A" w:rsidRDefault="00A94D4A" w:rsidP="00A94D4A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</w:t>
      </w:r>
      <w:r w:rsidRPr="008D31FA">
        <w:rPr>
          <w:rFonts w:ascii="Times New Roman" w:hAnsi="Times New Roman"/>
        </w:rPr>
        <w:t xml:space="preserve">  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sectPr w:rsidR="00133FC1" w:rsidRPr="00A94D4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4D4A"/>
    <w:rsid w:val="00133FC1"/>
    <w:rsid w:val="00171A2E"/>
    <w:rsid w:val="00304C90"/>
    <w:rsid w:val="00505B6D"/>
    <w:rsid w:val="006D3977"/>
    <w:rsid w:val="007D6C18"/>
    <w:rsid w:val="00A94D4A"/>
    <w:rsid w:val="00D1641A"/>
    <w:rsid w:val="00DC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94D4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94D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94D4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94D4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A94D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94D4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242</Words>
  <Characters>1383</Characters>
  <Application>Microsoft Office Word</Application>
  <DocSecurity>0</DocSecurity>
  <Lines>11</Lines>
  <Paragraphs>3</Paragraphs>
  <ScaleCrop>false</ScaleCrop>
  <Company>Microsoft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2020-09-01T14:00:00Z</dcterms:created>
  <dcterms:modified xsi:type="dcterms:W3CDTF">2020-09-01T15:38:00Z</dcterms:modified>
</cp:coreProperties>
</file>