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E10" w:rsidRPr="00F2698F" w:rsidRDefault="001E6E10" w:rsidP="001E6E1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61321A" wp14:editId="59CBBC40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3907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39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661321A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" fillcolor="black" stroked="f"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" fillcolor="black" stroked="f"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1E6E10" w:rsidRPr="00F2698F" w:rsidRDefault="001E6E10" w:rsidP="001E6E1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801D4EA" wp14:editId="795203E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938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93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6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6E10" w:rsidRDefault="001E6E10" w:rsidP="001E6E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801D4EA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Gwa5MPU&#10;dwAAd1kEAA4AAAAAAAAAAAAAAAAALgIAAGRycy9lMm9Eb2MueG1sUEsBAi0AFAAGAAgAAAAhAN/O&#10;kDDiAAAADQEAAA8AAAAAAAAAAAAAAAAALnoAAGRycy9kb3ducmV2LnhtbFBLBQYAAAAABAAEAPMA&#10;AAA9ew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" fillcolor="black" stroked="f"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" fillcolor="black" stroked="f"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6E10" w:rsidRDefault="001E6E10" w:rsidP="001E6E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E6E10" w:rsidRPr="00F2698F" w:rsidRDefault="001E6E10" w:rsidP="001E6E10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С.В.</w:t>
      </w:r>
    </w:p>
    <w:p w:rsidR="001E6E10" w:rsidRPr="00F2698F" w:rsidRDefault="001E6E10" w:rsidP="001E6E1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Сергію Володимировичу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9666B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вул.О.Гуменюка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14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С.В.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E6E10" w:rsidRPr="00F2698F" w:rsidRDefault="001E6E10" w:rsidP="001E6E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6E10" w:rsidRPr="00F2698F" w:rsidRDefault="001E6E10" w:rsidP="001E6E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6E10" w:rsidRPr="00F2698F" w:rsidRDefault="001E6E10" w:rsidP="001E6E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E6E10" w:rsidRDefault="001E6E10" w:rsidP="001E6E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572411" w:rsidRDefault="00572411"/>
    <w:sectPr w:rsidR="005724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E10"/>
    <w:rsid w:val="0009666B"/>
    <w:rsid w:val="001E6E10"/>
    <w:rsid w:val="00572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1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E1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2021-06-22T06:55:00Z</dcterms:created>
  <dcterms:modified xsi:type="dcterms:W3CDTF">2021-06-22T12:47:00Z</dcterms:modified>
</cp:coreProperties>
</file>