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0D9" w:rsidRPr="004A2C6A" w:rsidRDefault="000C30D9" w:rsidP="000C30D9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2EBB8FF" wp14:editId="6824F357">
                <wp:simplePos x="0" y="0"/>
                <wp:positionH relativeFrom="column">
                  <wp:posOffset>2702560</wp:posOffset>
                </wp:positionH>
                <wp:positionV relativeFrom="paragraph">
                  <wp:posOffset>131445</wp:posOffset>
                </wp:positionV>
                <wp:extent cx="444500" cy="610870"/>
                <wp:effectExtent l="0" t="0" r="0" b="0"/>
                <wp:wrapNone/>
                <wp:docPr id="313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314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8pt;margin-top:10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VxLcQA&#10;AADcAAAADwAAAGRycy9kb3ducmV2LnhtbESPQWvCQBSE7wX/w/IEb3VjIrZEVxFFEXqqtsXjI/tM&#10;gtm3YXeN8d+7hUKPw8x8wyxWvWlER87XlhVMxgkI4sLqmksFX6fd6zsIH5A1NpZJwYM8rJaDlwXm&#10;2t75k7pjKEWEsM9RQRVCm0vpi4oM+rFtiaN3sc5giNKVUju8R7hpZJokM2mw5rhQYUubiorr8WYU&#10;fHTp7Oe835pTVqZvrsi+t2ndKDUa9us5iEB9+A//tQ9aQTaZwu+ZeATk8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1cS3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1t4sYA&#10;AADcAAAADwAAAGRycy9kb3ducmV2LnhtbESPzWrDMBCE74G8g9hCL6WWnZAf3CghBAJxA4XahVwX&#10;a2s7tVbGUmP37atCIcdhZr5hNrvRtOJGvWssK0iiGARxaXXDlYKP4vi8BuE8ssbWMin4IQe77XSy&#10;wVTbgd/plvtKBAi7FBXU3neplK6syaCLbEccvE/bG/RB9pXUPQ4Bblo5i+OlNNhwWKixo0NN5Vf+&#10;bRTIIs98tmrMU/J6eRsTez2cy6tSjw/j/gWEp9Hfw//tk1YwTxbwdyYcAb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1t4s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DIDccA&#10;AADcAAAADwAAAGRycy9kb3ducmV2LnhtbESPT2sCMRTE74LfITyhF9GstYpdjdIWFPEg+O/+unnu&#10;bt28bJNUt/30TaHgcZiZ3zCzRWMqcSXnS8sKBv0EBHFmdcm5guNh2ZuA8AFZY2WZFHyTh8W83Zph&#10;qu2Nd3Tdh1xECPsUFRQh1KmUPivIoO/bmjh6Z+sMhihdLrXDW4SbSj4myVgaLDkuFFjTW0HZZf9l&#10;FCzXdHk+1Z+rpx83yicf79vN66Gr1EOneZmCCNSEe/i/vdYKhoMx/J2JR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AyA3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AnsMA&#10;AADcAAAADwAAAGRycy9kb3ducmV2LnhtbESPQYvCMBSE78L+h/CEvWlaRVeqURZFETypy+712Tzb&#10;avNSmqyt/94IgsdhZr5hZovWlOJGtSssK4j7EQji1OqCMwU/x3VvAsJ5ZI2lZVJwJweL+Udnhom2&#10;De/pdvCZCBB2CSrIva8SKV2ak0HXtxVx8M62NuiDrDOpa2wC3JRyEEVjabDgsJBjRcuc0uvh3yiI&#10;dqPydP7ldvK32qTXS7PmpoiV+uy231MQnlr/Dr/aW61gGH/B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leAnsMAAADc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P55MQA&#10;AADcAAAADwAAAGRycy9kb3ducmV2LnhtbERPz2vCMBS+D/wfwhN2kZk653DVKG7gEA+CVe9vzbOt&#10;Ni9dkmnnX78chB0/vt/TeWtqcSHnK8sKBv0EBHFudcWFgv1u+TQG4QOyxtoyKfglD/NZ52GKqbZX&#10;3tIlC4WIIexTVFCG0KRS+rwkg75vG+LIHa0zGCJ0hdQOrzHc1PI5SV6lwYpjQ4kNfZSUn7Mfo2C5&#10;ovPbofn+fLm5UTE+fW3W77ueUo/ddjEBEagN/+K7e6UVDAdxbTwTj4C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T+eT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xd8MA&#10;AADcAAAADwAAAGRycy9kb3ducmV2LnhtbESPQYvCMBSE78L+h/CEvWlaRdGuURZFETypy3p92zzb&#10;avNSmqyt/94IgsdhZr5hZovWlOJGtSssK4j7EQji1OqCMwU/x3VvAsJ5ZI2lZVJwJweL+Udnhom2&#10;De/pdvCZCBB2CSrIva8SKV2ak0HXtxVx8M62NuiDrDOpa2wC3JRyEEVjabDgsJBjRcuc0uvh3yiI&#10;dqPy7/zL7eS02qTXS7PmpoiV+uy2318gPLX+HX61t1rBMJ7C80w4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Sxd8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Yt/sEA&#10;AADcAAAADwAAAGRycy9kb3ducmV2LnhtbERPTWvCQBC9F/wPywje6sYEikZXkdiC19p48DZmxyQk&#10;Oxuya4z++u6h0OPjfW92o2nFQL2rLStYzCMQxIXVNZcK8p+v9yUI55E1tpZJwZMc7LaTtw2m2j74&#10;m4aTL0UIYZeigsr7LpXSFRUZdHPbEQfuZnuDPsC+lLrHRwg3rYyj6EMarDk0VNhRVlHRnO5GwfnQ&#10;NMmKo+R1GbKly655Ht8+lZpNx/0ahKfR/4v/3EetIInD/HAmHAG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/2Lf7BAAAA3A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sBccA&#10;AADcAAAADwAAAGRycy9kb3ducmV2LnhtbESPQWvCQBSE70L/w/IKvRTdxJYi0VWkWGjBHrRi9PbI&#10;PpPQ7NuY3cbor3cLgsdhZr5hJrPOVKKlxpWWFcSDCARxZnXJuYLNz0d/BMJ5ZI2VZVJwJgez6UNv&#10;gom2J15Ru/a5CBB2CSoovK8TKV1WkEE3sDVx8A62MeiDbHKpGzwFuKnkMIrepMGSw0KBNb0XlP2u&#10;/4yCV2p38+Vl/73dHRfeHp7TLxenSj09dvMxCE+dv4dv7U+t4GUYw/+Zc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orAX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gWEsUA&#10;AADcAAAADwAAAGRycy9kb3ducmV2LnhtbESPzWrDMBCE74W8g9hCbo1cG0rqRA7BaaDXJu6ht621&#10;/sHWyliq4+bpo0Ihx2FmvmG2u9n0YqLRtZYVPK8iEMSl1S3XCorz8WkNwnlkjb1lUvBLDnbZ4mGL&#10;qbYX/qDp5GsRIOxSVNB4P6RSurIhg25lB+LgVXY06IMca6lHvAS46WUcRS/SYMthocGB8obK7vRj&#10;FHweui555Si5fk352uXfRRFXb0otH+f9BoSn2d/D/+13rSCJY/g7E46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aBYS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aX6cgA&#10;AADcAAAADwAAAGRycy9kb3ducmV2LnhtbESPW2vCQBSE3wv+h+UIvhTdqEUkuoqUChbaBy94eTtk&#10;j0kwezZmtzH667sFoY/DzHzDTOeNKURNlcstK+j3IhDEidU5pwp222V3DMJ5ZI2FZVJwJwfzWetl&#10;irG2N15TvfGpCBB2MSrIvC9jKV2SkUHXsyVx8M62MuiDrFKpK7wFuCnkIIpG0mDOYSHDkt4zSi6b&#10;H6Pgjerj4utx+t4frx/enl8Pn65/UKrTbhYTEJ4a/x9+tldawXAwhL8z4Qj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Npfp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3ohMcA&#10;AADcAAAADwAAAGRycy9kb3ducmV2LnhtbESP3WrCQBSE7wt9h+UUvKsbf6glukqxaAsFwbS0t4fs&#10;MRvNno3Z1aQ+fVcQejnMzDfMbNHZSpyp8aVjBYN+AoI4d7rkQsHX5+rxGYQPyBorx6Tglzws5vd3&#10;M0y1a3lL5ywUIkLYp6jAhFCnUvrckEXfdzVx9HausRiibAqpG2wj3FZymCRP0mLJccFgTUtD+SE7&#10;WQU/49HGmbfMndrX9eWwPU7238sPpXoP3csURKAu/Idv7XetYDQcw/VMP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N6IT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h47sQA&#10;AADcAAAADwAAAGRycy9kb3ducmV2LnhtbESPzWrDMBCE74W8g9hAb40cl5TgRAlpqY1pT/m7L9bG&#10;NrFWrqU66ttXhUKOw8w3w6y3wXRipMG1lhXMZwkI4srqlmsFp2P+tAThPLLGzjIp+CEH283kYY2Z&#10;tjfe03jwtYgl7DJU0HjfZ1K6qiGDbmZ74uhd7GDQRznUUg94i+Wmk2mSvEiDLceFBnt6a6i6Hr6N&#10;guePxVehX+v3sVsW7rO85KENZ6Uep2G3AuEp+Hv4ny515NIF/J2JR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4eO7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eKkMMA&#10;AADcAAAADwAAAGRycy9kb3ducmV2LnhtbESPQYvCMBSE78L+h/AEb5rqQl27RpGVBUE8WPewx0fz&#10;bIrNS2lirf/eCILHYWa+YZbr3taio9ZXjhVMJwkI4sLpiksFf6ff8RcIH5A11o5JwZ08rFcfgyVm&#10;2t34SF0eShEh7DNUYEJoMil9Yciin7iGOHpn11oMUbal1C3eItzWcpYkqbRYcVww2NCPoeKSX62C&#10;/8VhMe3NNtl3880uFIx46VKlRsN+8w0iUB/e4Vd7pxV8zlJ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CeKkM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9DEMYA&#10;AADcAAAADwAAAGRycy9kb3ducmV2LnhtbESPQWvCQBSE74L/YXmCt7oxgtroKiIoXjzU1rbHR/aZ&#10;RLNvY3bV1F/vCgWPw8x8w0znjSnFlWpXWFbQ70UgiFOrC84UfH2u3sYgnEfWWFomBX/kYD5rt6aY&#10;aHvjD7rufCYChF2CCnLvq0RKl+Zk0PVsRRy8g60N+iDrTOoabwFuShlH0VAaLDgs5FjRMqf0tLsY&#10;BT/97f29GjT7+NefN8d4fU5X30Olup1mMQHhqfGv8H97oxUM4hE8z4Qj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9DEM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6wXr8A&#10;AADcAAAADwAAAGRycy9kb3ducmV2LnhtbERP3WrCMBS+H/gO4QjezVQdKtUoxSE4dmX1AQ7Nsa02&#10;JyHJbH375WKwy4/vf7sfTCee5ENrWcFsmoEgrqxuuVZwvRzf1yBCRNbYWSYFLwqw343etphr2/OZ&#10;nmWsRQrhkKOCJkaXSxmqhgyGqXXEibtZbzAm6GupPfYp3HRynmVLabDl1NCgo0ND1aP8MQrQu9Wn&#10;K2V/Xt6/8XT/KujDFkpNxkOxARFpiP/iP/dJK1jM09p0Jh0B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5brBevwAAANw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hGYscA&#10;AADcAAAADwAAAGRycy9kb3ducmV2LnhtbESPT2vCQBTE74LfYXmCN91UQW3qKvVPQDSX2vbg7ZF9&#10;TUKzb0N21ein7xYEj8PM/IaZL1tTiQs1rrSs4GUYgSDOrC45V/D1mQxmIJxH1lhZJgU3crBcdDtz&#10;jLW98gddjj4XAcIuRgWF93UspcsKMuiGtiYO3o9tDPogm1zqBq8Bbio5iqKJNFhyWCiwpnVB2e/x&#10;bBSkSVqnB97OTpvzanza3b+nvE+U6vfa9zcQnlr/DD/aO61gPHqF/zPhCM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YRmL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gYrsMA&#10;AADcAAAADwAAAGRycy9kb3ducmV2LnhtbERPXWvCMBR9F/wP4Qp701QFmdW0DEG2wTZQB/Px2lzb&#10;suamJrF2/355EHw8nO913ptGdOR8bVnBdJKAIC6srrlU8H3Yjp9B+ICssbFMCv7IQ54NB2tMtb3x&#10;jrp9KEUMYZ+igiqENpXSFxUZ9BPbEkfubJ3BEKErpXZ4i+GmkbMkWUiDNceGClvaVFT87q9Gwddl&#10;cf3ofo6vJ9dv20vzvvnUy1qpp1H/sgIRqA8P8d39phXM53F+PBOP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gYr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FRUMUA&#10;AADcAAAADwAAAGRycy9kb3ducmV2LnhtbESP0WrCQBRE3wX/YblC38wmldqSuoZSsC0iiGk+4JK9&#10;zYZm74bsqtGv7xYEH4eZOcOsitF24kSDbx0ryJIUBHHtdMuNgup7M38B4QOyxs4xKbiQh2I9naww&#10;1+7MBzqVoRERwj5HBSaEPpfS14Ys+sT1xNH7cYPFEOXQSD3gOcJtJx/TdCktthwXDPb0bqj+LY9W&#10;Aadys9/VnZYf1+p5+2nK7dOxVOphNr69ggg0hnv41v7SChaLDP7PxCM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QVFQ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A9m8UA&#10;AADcAAAADwAAAGRycy9kb3ducmV2LnhtbESPQWvCQBSE7wX/w/KE3upGY4tGV1FbQb0ZBfH2yD6T&#10;YPZtyG419td3hUKPw8x8w0znranEjRpXWlbQ70UgiDOrS84VHA/rtxEI55E1VpZJwYMczGedlykm&#10;2t55T7fU5yJA2CWooPC+TqR0WUEGXc/WxMG72MagD7LJpW7wHuCmkoMo+pAGSw4LBda0Kii7pt9G&#10;QXo5n/WSv4bb0btb7Xbxz/i0/lTqtdsuJiA8tf4//NfeaAVxPIDnmXAE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D2b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dMhMMA&#10;AADcAAAADwAAAGRycy9kb3ducmV2LnhtbESP3YrCMBSE7wXfIRxh7zRdAyLVKCIueOGFP32AQ3Ns&#10;6jYn3SZq9+2NsLCXw8x8wyzXvWvEg7pQe9bwOclAEJfe1FxpKC5f4zmIEJENNp5Jwy8FWK+GgyXm&#10;xj/5RI9zrESCcMhRg42xzaUMpSWHYeJb4uRdfecwJtlV0nT4THDXyGmWzaTDmtOCxZa2lsrv891p&#10;mBab2/Z6VIfbj8p452y/u5+s1h+jfrMAEamP/+G/9t5oUErB+0w6AnL1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dMhM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7xcsYA&#10;AADcAAAADwAAAGRycy9kb3ducmV2LnhtbESPT2sCMRTE70K/Q3gFb5qtf4quRqmC0ItQrQe9PTev&#10;u4ubl20SdeunbwTB4zAzv2Gm88ZU4kLOl5YVvHUTEMSZ1SXnCnbfq84IhA/IGivLpOCPPMxnL60p&#10;ptpeeUOXbchFhLBPUUERQp1K6bOCDPqurYmj92OdwRCly6V2eI1wU8lekrxLgyXHhQJrWhaUnbZn&#10;o2AxHi1+vwa8vm2OBzrsj6dhzyVKtV+bjwmIQE14hh/tT62g3x/A/Uw8AnL2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7xcs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iesYA&#10;AADcAAAADwAAAGRycy9kb3ducmV2LnhtbESPQWvCQBSE7wX/w/IKXkrdRNsQomsQsVB7Ea2Cx0f2&#10;NQlm34bsNkn/vVso9DjMzDfMKh9NI3rqXG1ZQTyLQBAXVtdcKjh/vj2nIJxH1thYJgU/5CBfTx5W&#10;mGk78JH6ky9FgLDLUEHlfZtJ6YqKDLqZbYmD92U7gz7IrpS6wyHATSPnUZRIgzWHhQpb2lZU3E7f&#10;RsGHLPqn/QvFh7K/3naH9GKSY6zU9HHcLEF4Gv1/+K/9rhUsFq/weyYcAb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nies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5XcsQA&#10;AADcAAAADwAAAGRycy9kb3ducmV2LnhtbESPUWvCQBCE3wX/w7FC3/SiotjoKVJaaEEoVX/Acrcm&#10;wdxeyK0m7a/vFYQ+DjPzDbPZ9b5Wd2pjFdjAdJKBIrbBVVwYOJ/exitQUZAd1oHJwDdF2G2Hgw3m&#10;LnT8RfejFCpBOOZooBRpcq2jLcljnISGOHmX0HqUJNtCuxa7BPe1nmXZUnusOC2U2NBLSfZ6vHkD&#10;s5sV658/fg6vZ1l8npouW6z2xjyN+v0alFAv/+FH+90ZmM+X8HcmHQG9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+V3L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eKccYA&#10;AADcAAAADwAAAGRycy9kb3ducmV2LnhtbESPT2sCMRTE74V+h/AKvdWsLrSyGkVKW1rYKv65eHsk&#10;z83i5mXZRF2/vSkUPA4z8xtmOu9dI87UhdqzguEgA0Gsvam5UrDbfr6MQYSIbLDxTAquFGA+e3yY&#10;YmH8hdd03sRKJAiHAhXYGNtCyqAtOQwD3xIn7+A7hzHJrpKmw0uCu0aOsuxVOqw5LVhs6d2SPm5O&#10;ToH+ysuPn3Jv9Wm0+q3q5ap064NSz0/9YgIiUh/v4f/2t1GQ52/wdyYd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eKcc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P/0L0A&#10;AADcAAAADwAAAGRycy9kb3ducmV2LnhtbERPSwrCMBDdC94hjOBOUxVEqlFEEHQj+EOXQzO2xWZS&#10;mthWT28WgsvH+y9WrSlETZXLLSsYDSMQxInVOacKLuftYAbCeWSNhWVS8CYHq2W3s8BY24aPVJ98&#10;KkIIuxgVZN6XsZQuycigG9qSOHAPWxn0AVap1BU2IdwUchxFU2kw59CQYUmbjJLn6WUUlOZzvdz3&#10;hzoa3XCsmw03zykr1e+16zkIT63/i3/unVYwmYS14Uw4AnL5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IP/0L0AAADcAAAADwAAAAAAAAAAAAAAAACYAgAAZHJzL2Rvd25yZXYu&#10;eG1sUEsFBgAAAAAEAAQA9QAAAII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GqWsQA&#10;AADcAAAADwAAAGRycy9kb3ducmV2LnhtbESPQYvCMBSE78L+h/AWvGnqKrKtRpEFxZOgFbreHs2z&#10;LTYvpYna3V9vBMHjMDPfMPNlZ2pxo9ZVlhWMhhEI4tzqigsFx3Q9+AbhPLLG2jIp+CMHy8VHb46J&#10;tnfe0+3gCxEg7BJUUHrfJFK6vCSDbmgb4uCdbWvQB9kWUrd4D3BTy68omkqDFYeFEhv6KSm/HK5G&#10;weQ3XqUZnf4v2cZmcpvu7G59Var/2a1mIDx1/h1+tbdawXgcw/NMO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Rqlr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mV88IA&#10;AADcAAAADwAAAGRycy9kb3ducmV2LnhtbERPXWvCMBR9H/gfwhV8m6k6ilSjiDKYDAZTwddrc21r&#10;m5uaRK3/fnkY+Hg43/NlZxpxJ+crywpGwwQEcW51xYWCw/7zfQrCB2SNjWVS8CQPy0XvbY6Ztg/+&#10;pfsuFCKGsM9QQRlCm0np85IM+qFtiSN3ts5giNAVUjt8xHDTyHGSpNJgxbGhxJbWJeX17mYUXCeb&#10;+sedjpfT93b6TOv8OpbbVKlBv1vNQATqwkv87/7SCiYfcX48E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iZXz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hl8cA&#10;AADcAAAADwAAAGRycy9kb3ducmV2LnhtbESPQWvCQBSE70L/w/IKvelGq8WmWaUWBC9CtT3U2zP7&#10;moRk36a7q0Z/fVcQPA4z8w2TzTvTiCM5X1lWMBwkIIhzqysuFHx/LftTED4ga2wsk4IzeZjPHnoZ&#10;ptqeeEPHbShEhLBPUUEZQptK6fOSDPqBbYmj92udwRClK6R2eIpw08hRkrxIgxXHhRJb+igpr7cH&#10;o2DxOl38fY55fdnsd7T72deTkUuUenrs3t9ABOrCPXxrr7SC5/EQrmfi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PIZfHAAAA3AAAAA8AAAAAAAAAAAAAAAAAmAIAAGRy&#10;cy9kb3ducmV2LnhtbFBLBQYAAAAABAAEAPUAAACM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1dBcYA&#10;AADcAAAADwAAAGRycy9kb3ducmV2LnhtbESPUWvCMBSF3wf+h3CFvQxNV2XMapQxNpisUKb+gGtz&#10;15YlNyXJtP57MxD2eDjnfIez2gzWiBP50DlW8DjNQBDXTnfcKDjs3yfPIEJE1mgck4ILBdisR3cr&#10;LLQ78xeddrERCcKhQAVtjH0hZahbshimridO3rfzFmOSvpHa4znBrZF5lj1Jix2nhRZ7em2p/tn9&#10;WgVv+dFXR/w0dbZvTLmtyodFVSp1Px5eliAiDfE/fGt/aAWzeQ5/Z9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1dBcYAAADc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AuJsYA&#10;AADcAAAADwAAAGRycy9kb3ducmV2LnhtbESPQWvCQBSE74L/YXkFb7ppI2JTV1EhUBCqpj30+Jp9&#10;zYZm36bZrcZ/3xUEj8PMfMMsVr1txIk6XztW8DhJQBCXTtdcKfh4z8dzED4ga2wck4ILeVgth4MF&#10;Ztqd+UinIlQiQthnqMCE0GZS+tKQRT9xLXH0vl1nMUTZVVJ3eI5w28inJJlJizXHBYMtbQ2VP8Wf&#10;VWAlfn5Vs7x8W6e7/e653hx+c6PU6KFfv4AI1Id7+NZ+1QrSaQrXM/EI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AuJs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val="ru-RU" w:eastAsia="ru-RU"/>
        </w:rPr>
      </w:pP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eastAsia="ru-RU"/>
        </w:rPr>
      </w:pPr>
      <w:r w:rsidRPr="004A2C6A">
        <w:rPr>
          <w:rFonts w:ascii="Times New Roman" w:eastAsiaTheme="minorHAnsi" w:hAnsi="Times New Roman"/>
          <w:sz w:val="24"/>
          <w:szCs w:val="24"/>
          <w:lang w:eastAsia="ru-RU"/>
        </w:rPr>
        <w:t>Ф</w:t>
      </w:r>
    </w:p>
    <w:p w:rsidR="000C30D9" w:rsidRPr="004A2C6A" w:rsidRDefault="000C30D9" w:rsidP="000C30D9">
      <w:pPr>
        <w:tabs>
          <w:tab w:val="left" w:pos="2520"/>
        </w:tabs>
        <w:spacing w:after="0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 А Ї Н А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КРУПЕЦЬКА СІЛЬСЬКА РАДА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СЛАВУТСЬКОГО РАЙОНУ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ХМЕЛЬНИЦЬКОЇ ОБЛАСТІ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ВИКОНАВЧИЙ КОМІТЕТ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ІШЕННЯ</w:t>
      </w: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0C30D9" w:rsidRPr="004A2C6A" w:rsidRDefault="000C30D9" w:rsidP="000C30D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/>
          <w:sz w:val="24"/>
          <w:szCs w:val="24"/>
          <w:lang w:eastAsia="en-US"/>
        </w:rPr>
        <w:t>19.08</w:t>
      </w:r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.2021                                                 </w:t>
      </w:r>
      <w:proofErr w:type="spellStart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>Крупець</w:t>
      </w:r>
      <w:proofErr w:type="spellEnd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                                             №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77</w:t>
      </w:r>
    </w:p>
    <w:p w:rsidR="000C30D9" w:rsidRPr="004A2C6A" w:rsidRDefault="000C30D9" w:rsidP="000C30D9">
      <w:pPr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30D9" w:rsidRPr="004A2C6A" w:rsidRDefault="000C30D9" w:rsidP="000C30D9">
      <w:pPr>
        <w:jc w:val="both"/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Про зарахування на квартирний облік </w:t>
      </w:r>
      <w:proofErr w:type="spellStart"/>
      <w:r w:rsidRPr="004A2C6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>Пилипчук</w:t>
      </w:r>
      <w:proofErr w:type="spellEnd"/>
      <w:r w:rsidRPr="004A2C6A">
        <w:rPr>
          <w:rFonts w:ascii="Times New Roman" w:eastAsiaTheme="minorHAnsi" w:hAnsi="Times New Roman" w:cs="Times New Roman"/>
          <w:b/>
          <w:bCs/>
          <w:sz w:val="24"/>
          <w:szCs w:val="24"/>
          <w:lang w:eastAsia="en-US"/>
        </w:rPr>
        <w:t xml:space="preserve"> Р.О.</w:t>
      </w:r>
    </w:p>
    <w:p w:rsidR="000C30D9" w:rsidRPr="004A2C6A" w:rsidRDefault="000C30D9" w:rsidP="000C30D9">
      <w:pPr>
        <w:ind w:firstLine="36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Відповідно до підпункту 2 пункту «а» ст. 30 Закону України «Про місцеве самоврядування в Україні» Житлового кодексу України, 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Укрпрофради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від 11 грудня 1984 року №470, ст. 33 Закону України «Про забезпечення організаційно правових умов соціального захисту дітей сиріт та дітей позбавлених батьківського піклування», Положення про квартирний облік при виконавчому комітеті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ради, затвердженого рішенням виконавчого комітету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сільської ради від 12 липня 2019 року №54, виконавчий комітет сільської ради вирішив:</w:t>
      </w:r>
    </w:p>
    <w:p w:rsidR="000C30D9" w:rsidRPr="004A2C6A" w:rsidRDefault="000C30D9" w:rsidP="000C30D9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Зарахувати на квартирний облік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Пилипчук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Руслану Олександрівну 21.02.2005  року народження, </w:t>
      </w:r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 xml:space="preserve">як особу з числа </w:t>
      </w:r>
      <w:proofErr w:type="spellStart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>дітей</w:t>
      </w:r>
      <w:proofErr w:type="spellEnd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 xml:space="preserve">, </w:t>
      </w:r>
      <w:proofErr w:type="spellStart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>позбавлених</w:t>
      </w:r>
      <w:proofErr w:type="spellEnd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 xml:space="preserve"> </w:t>
      </w:r>
      <w:proofErr w:type="spellStart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>батьківського</w:t>
      </w:r>
      <w:proofErr w:type="spellEnd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 xml:space="preserve"> </w:t>
      </w:r>
      <w:proofErr w:type="spellStart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val="ru-RU" w:eastAsia="en-US"/>
        </w:rPr>
        <w:t>піклування</w:t>
      </w:r>
      <w:proofErr w:type="spellEnd"/>
      <w:r w:rsidRPr="004A2C6A">
        <w:rPr>
          <w:rFonts w:ascii="Times New Roman" w:eastAsiaTheme="minorHAnsi" w:hAnsi="Times New Roman" w:cs="Times New Roman"/>
          <w:color w:val="000000"/>
          <w:sz w:val="24"/>
          <w:szCs w:val="24"/>
          <w:shd w:val="clear" w:color="auto" w:fill="FFFFFF"/>
          <w:lang w:eastAsia="en-US"/>
        </w:rPr>
        <w:t>.</w:t>
      </w:r>
    </w:p>
    <w:p w:rsidR="000C30D9" w:rsidRPr="004A2C6A" w:rsidRDefault="000C30D9" w:rsidP="000C30D9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виконанням цього рішення покласти на начальника служби у справах дітей –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Самчука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В.М.</w:t>
      </w:r>
    </w:p>
    <w:p w:rsidR="000C30D9" w:rsidRPr="004A2C6A" w:rsidRDefault="000C30D9" w:rsidP="000C30D9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30D9" w:rsidRPr="004A2C6A" w:rsidRDefault="000C30D9" w:rsidP="000C30D9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30D9" w:rsidRPr="004A2C6A" w:rsidRDefault="000C30D9" w:rsidP="000C30D9">
      <w:pPr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C30D9" w:rsidRPr="0058617D" w:rsidRDefault="000C30D9" w:rsidP="000C3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0C30D9" w:rsidRDefault="000C30D9" w:rsidP="000C3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0C30D9" w:rsidRDefault="000C30D9" w:rsidP="000C30D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617D">
        <w:rPr>
          <w:rFonts w:ascii="Times New Roman" w:hAnsi="Times New Roman" w:cs="Times New Roman"/>
          <w:sz w:val="24"/>
          <w:szCs w:val="24"/>
        </w:rPr>
        <w:t xml:space="preserve">                 Любов ЛІПСЬКА  </w:t>
      </w:r>
    </w:p>
    <w:p w:rsidR="00364C7C" w:rsidRDefault="00364C7C">
      <w:bookmarkStart w:id="0" w:name="_GoBack"/>
      <w:bookmarkEnd w:id="0"/>
    </w:p>
    <w:sectPr w:rsidR="00364C7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582" w:rsidRDefault="00DA7582">
      <w:pPr>
        <w:spacing w:after="0" w:line="240" w:lineRule="auto"/>
      </w:pPr>
      <w:r>
        <w:separator/>
      </w:r>
    </w:p>
  </w:endnote>
  <w:endnote w:type="continuationSeparator" w:id="0">
    <w:p w:rsidR="00DA7582" w:rsidRDefault="00DA75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582" w:rsidRDefault="00DA7582">
      <w:pPr>
        <w:spacing w:after="0" w:line="240" w:lineRule="auto"/>
      </w:pPr>
      <w:r>
        <w:separator/>
      </w:r>
    </w:p>
  </w:footnote>
  <w:footnote w:type="continuationSeparator" w:id="0">
    <w:p w:rsidR="00DA7582" w:rsidRDefault="00DA75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19318B0"/>
    <w:multiLevelType w:val="multilevel"/>
    <w:tmpl w:val="CD64E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D9"/>
    <w:rsid w:val="000C30D9"/>
    <w:rsid w:val="00364C7C"/>
    <w:rsid w:val="00DA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0D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0D9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2021-09-29T04:16:00Z</dcterms:created>
  <dcterms:modified xsi:type="dcterms:W3CDTF">2021-09-29T04:16:00Z</dcterms:modified>
</cp:coreProperties>
</file>