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3B8" w:rsidRDefault="00F743B8" w:rsidP="00F743B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43B8" w:rsidRDefault="00F743B8" w:rsidP="00F743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743B8" w:rsidRDefault="00F743B8" w:rsidP="00F743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743B8" w:rsidRDefault="00F743B8" w:rsidP="00F743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43B8" w:rsidRDefault="00F743B8" w:rsidP="00F743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743B8" w:rsidRDefault="00F743B8" w:rsidP="00F743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743B8" w:rsidRDefault="00F743B8" w:rsidP="00F743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№42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F743B8" w:rsidRDefault="00F743B8" w:rsidP="00F743B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F743B8" w:rsidRDefault="00F743B8" w:rsidP="00F743B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>
        <w:rPr>
          <w:rFonts w:ascii="Times New Roman" w:eastAsia="Calibri" w:hAnsi="Times New Roman" w:cs="Times New Roman"/>
          <w:b/>
          <w:sz w:val="24"/>
          <w:lang w:val="ru-RU" w:eastAsia="en-US"/>
        </w:rPr>
        <w:t>Михальчук М.К.</w:t>
      </w:r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12,22,116, 118, 121 та 122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Михальчук М.К.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F743B8" w:rsidRPr="00DA10B1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Михальчук Марії Кирилівні 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DF2FCD" w:rsidRPr="00DF2FCD">
        <w:rPr>
          <w:rFonts w:ascii="Times New Roman" w:eastAsia="Calibri" w:hAnsi="Times New Roman" w:cs="Times New Roman"/>
          <w:sz w:val="24"/>
          <w:lang w:eastAsia="en-US"/>
        </w:rPr>
        <w:t>_</w:t>
      </w:r>
      <w:r w:rsidR="00DF2FCD">
        <w:rPr>
          <w:rFonts w:ascii="Times New Roman" w:eastAsia="Calibri" w:hAnsi="Times New Roman" w:cs="Times New Roman"/>
          <w:sz w:val="24"/>
          <w:lang w:val="ru-RU" w:eastAsia="en-US"/>
        </w:rPr>
        <w:t>___________________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Михальчук М.К,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743B8" w:rsidRDefault="00F743B8" w:rsidP="00F743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743B8" w:rsidRDefault="00F743B8" w:rsidP="00F743B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43B8" w:rsidRDefault="00F743B8" w:rsidP="00F743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43B8" w:rsidRDefault="00F743B8" w:rsidP="00F743B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743B8" w:rsidRDefault="00F743B8" w:rsidP="00F743B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3630F" w:rsidRPr="00F743B8" w:rsidRDefault="00F743B8" w:rsidP="00F743B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    Валерій   МИХАЛЮК</w:t>
      </w:r>
    </w:p>
    <w:sectPr w:rsidR="0003630F" w:rsidRPr="00F743B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3B8"/>
    <w:rsid w:val="0003630F"/>
    <w:rsid w:val="00DF2FCD"/>
    <w:rsid w:val="00F74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B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743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43B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743B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3B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743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43B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743B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244</Words>
  <Characters>1395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2021-07-26T12:31:00Z</dcterms:created>
  <dcterms:modified xsi:type="dcterms:W3CDTF">2021-07-27T07:24:00Z</dcterms:modified>
</cp:coreProperties>
</file>