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D2" w:rsidRDefault="00DE62D2" w:rsidP="00DE62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2D2" w:rsidRDefault="00DE62D2" w:rsidP="00DE6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62D2" w:rsidRDefault="00DE62D2" w:rsidP="00DE6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62D2" w:rsidRDefault="00DE62D2" w:rsidP="00DE62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62D2" w:rsidRDefault="00DE62D2" w:rsidP="00DE6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62D2" w:rsidRDefault="00DE62D2" w:rsidP="00DE6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№84</w:t>
      </w:r>
    </w:p>
    <w:p w:rsidR="00DE62D2" w:rsidRDefault="00DE62D2" w:rsidP="00DE6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Бурмій</w:t>
      </w:r>
      <w:proofErr w:type="spellEnd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 сільська  рада </w:t>
      </w: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Олексію Васильовичу,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323ED">
        <w:rPr>
          <w:rFonts w:ascii="Times New Roman" w:eastAsia="Calibri" w:hAnsi="Times New Roman" w:cs="Times New Roman"/>
          <w:sz w:val="24"/>
          <w:lang w:val="ru-RU" w:eastAsia="en-US"/>
        </w:rPr>
        <w:t>__________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323E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6823986800:01:009:0023, 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>Набережна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56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О.В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.,посвідчити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62D2" w:rsidRPr="002C7821" w:rsidRDefault="00DE62D2" w:rsidP="00DE6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E62D2" w:rsidRPr="002C7821" w:rsidRDefault="00DE62D2" w:rsidP="00DE62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E62D2" w:rsidRPr="002C7821" w:rsidRDefault="00DE62D2" w:rsidP="00DE62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E62D2" w:rsidRPr="002C7821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E62D2" w:rsidRDefault="00DE62D2" w:rsidP="00DE62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27576" w:rsidRDefault="00A27576"/>
    <w:sectPr w:rsidR="00A275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2D2"/>
    <w:rsid w:val="005323ED"/>
    <w:rsid w:val="00A27576"/>
    <w:rsid w:val="00DE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62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62D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62D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62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62D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62D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2021-07-07T06:54:00Z</dcterms:created>
  <dcterms:modified xsi:type="dcterms:W3CDTF">2021-07-07T08:34:00Z</dcterms:modified>
</cp:coreProperties>
</file>