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36F" w:rsidRPr="006E3F23" w:rsidRDefault="0040536F" w:rsidP="0040536F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36F" w:rsidRDefault="0040536F" w:rsidP="004053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0536F" w:rsidRDefault="0040536F" w:rsidP="004053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0536F" w:rsidRDefault="0040536F" w:rsidP="0040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36F" w:rsidRDefault="0040536F" w:rsidP="0040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36F" w:rsidRDefault="0040536F" w:rsidP="0040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36F" w:rsidRDefault="0040536F" w:rsidP="0040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36F" w:rsidRDefault="0040536F" w:rsidP="0040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0536F" w:rsidRDefault="0040536F" w:rsidP="004053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0536F" w:rsidRDefault="0040536F" w:rsidP="0040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0536F" w:rsidRDefault="0040536F" w:rsidP="0040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0536F" w:rsidRDefault="0040536F" w:rsidP="0040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36F" w:rsidRDefault="0040536F" w:rsidP="0040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0536F" w:rsidRDefault="0040536F" w:rsidP="0040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36F" w:rsidRDefault="0040536F" w:rsidP="00405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0536F" w:rsidRDefault="0040536F" w:rsidP="004053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536F" w:rsidRPr="00E9192E" w:rsidRDefault="0040536F" w:rsidP="004053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№20</w:t>
      </w:r>
    </w:p>
    <w:p w:rsidR="0040536F" w:rsidRDefault="0040536F" w:rsidP="0040536F">
      <w:pPr>
        <w:spacing w:after="0" w:line="240" w:lineRule="auto"/>
      </w:pPr>
    </w:p>
    <w:p w:rsidR="0040536F" w:rsidRPr="00A31AA4" w:rsidRDefault="0040536F" w:rsidP="0040536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40536F" w:rsidRPr="00A31AA4" w:rsidRDefault="0040536F" w:rsidP="0040536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40536F" w:rsidRPr="00243225" w:rsidRDefault="0040536F" w:rsidP="0040536F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Шпак Л.Ю.</w:t>
      </w:r>
    </w:p>
    <w:p w:rsidR="0040536F" w:rsidRPr="00A31AA4" w:rsidRDefault="0040536F" w:rsidP="0040536F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536F" w:rsidRPr="00A31AA4" w:rsidRDefault="0040536F" w:rsidP="004053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Шпак Л.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Ю.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40536F" w:rsidRPr="00A31AA4" w:rsidRDefault="0040536F" w:rsidP="004053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40536F" w:rsidRPr="00A31AA4" w:rsidRDefault="0040536F" w:rsidP="004053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Шпак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Лілії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Юріївні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>с</w:t>
      </w:r>
      <w:proofErr w:type="gramEnd"/>
      <w:r>
        <w:rPr>
          <w:rFonts w:ascii="Times New Roman" w:eastAsia="Arial Unicode MS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40536F" w:rsidRDefault="0040536F" w:rsidP="0040536F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</w:t>
      </w:r>
      <w:proofErr w:type="gramStart"/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 Шпак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Лілії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Юріївні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>,  я</w:t>
      </w:r>
      <w:r>
        <w:rPr>
          <w:rFonts w:ascii="Times New Roman" w:eastAsia="Arial Unicode MS" w:hAnsi="Times New Roman"/>
          <w:sz w:val="24"/>
          <w:szCs w:val="24"/>
        </w:rPr>
        <w:t xml:space="preserve">ка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: </w:t>
      </w:r>
      <w:r w:rsidR="003C1A35">
        <w:rPr>
          <w:rFonts w:ascii="Times New Roman" w:eastAsia="Arial Unicode MS" w:hAnsi="Times New Roman"/>
          <w:sz w:val="24"/>
          <w:szCs w:val="24"/>
        </w:rPr>
        <w:t>______________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3C1A35">
        <w:rPr>
          <w:rFonts w:ascii="Times New Roman" w:eastAsia="Arial Unicode MS" w:hAnsi="Times New Roman"/>
          <w:sz w:val="24"/>
          <w:szCs w:val="24"/>
        </w:rPr>
        <w:t>______________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2,0000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га,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номер: 6823984000:0</w:t>
      </w:r>
      <w:r>
        <w:rPr>
          <w:rFonts w:ascii="Times New Roman" w:eastAsia="Arial Unicode MS" w:hAnsi="Times New Roman"/>
          <w:sz w:val="24"/>
          <w:szCs w:val="24"/>
        </w:rPr>
        <w:t>3:012:0206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4E3D91">
        <w:rPr>
          <w:rFonts w:ascii="Times New Roman" w:eastAsia="Arial Unicode MS" w:hAnsi="Times New Roman"/>
          <w:sz w:val="24"/>
          <w:szCs w:val="24"/>
        </w:rPr>
        <w:t>, яка</w:t>
      </w:r>
      <w:proofErr w:type="gramEnd"/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40536F" w:rsidRPr="00A31AA4" w:rsidRDefault="0040536F" w:rsidP="0040536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Шпак Л.Ю.,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40536F" w:rsidRPr="00A31AA4" w:rsidRDefault="0040536F" w:rsidP="0040536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40536F" w:rsidRDefault="0040536F" w:rsidP="004053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536F" w:rsidRPr="00A31AA4" w:rsidRDefault="0040536F" w:rsidP="004053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536F" w:rsidRPr="006E3F23" w:rsidRDefault="0040536F" w:rsidP="0040536F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D53E80" w:rsidRDefault="00D53E80"/>
    <w:sectPr w:rsidR="00D53E8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36F"/>
    <w:rsid w:val="00171A2E"/>
    <w:rsid w:val="00304C90"/>
    <w:rsid w:val="003C1A35"/>
    <w:rsid w:val="0040536F"/>
    <w:rsid w:val="00505B6D"/>
    <w:rsid w:val="006D3977"/>
    <w:rsid w:val="007D6C18"/>
    <w:rsid w:val="00D1641A"/>
    <w:rsid w:val="00D5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329</Words>
  <Characters>1881</Characters>
  <Application>Microsoft Office Word</Application>
  <DocSecurity>0</DocSecurity>
  <Lines>15</Lines>
  <Paragraphs>4</Paragraphs>
  <ScaleCrop>false</ScaleCrop>
  <Company>Microsoft</Company>
  <LinksUpToDate>false</LinksUpToDate>
  <CharactersWithSpaces>2206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2020-11-30T15:29:00Z</dcterms:created>
  <dcterms:modified xsi:type="dcterms:W3CDTF">2020-12-01T06:53:00Z</dcterms:modified>
</cp:coreProperties>
</file>