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C83" w:rsidRDefault="00E55C83" w:rsidP="00E55C8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C83" w:rsidRDefault="00E55C83" w:rsidP="00E55C8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5C83" w:rsidRDefault="00E55C83" w:rsidP="00E55C8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5C83" w:rsidRDefault="00E55C83" w:rsidP="00E55C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C83" w:rsidRDefault="00E55C83" w:rsidP="00E55C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C83" w:rsidRDefault="00E55C83" w:rsidP="00E55C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C83" w:rsidRDefault="00E55C83" w:rsidP="00E55C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55C83" w:rsidRDefault="00E55C83" w:rsidP="00E55C8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5C83" w:rsidRDefault="00E55C83" w:rsidP="00E55C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55C83" w:rsidRDefault="00E55C83" w:rsidP="00E55C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5C83" w:rsidRDefault="00E55C83" w:rsidP="00E55C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C83" w:rsidRDefault="00E55C83" w:rsidP="00E55C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55C83" w:rsidRDefault="00E55C83" w:rsidP="00E55C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C83" w:rsidRDefault="00E55C83" w:rsidP="00E55C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55C83" w:rsidRDefault="00E55C83" w:rsidP="00E55C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5C83" w:rsidRDefault="00E55C83" w:rsidP="00E55C8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№53</w:t>
      </w:r>
    </w:p>
    <w:p w:rsidR="00E55C83" w:rsidRPr="00C92EA5" w:rsidRDefault="00E55C83" w:rsidP="00E55C8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55C83" w:rsidRPr="00C92EA5" w:rsidRDefault="00E55C83" w:rsidP="00E55C8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55C83" w:rsidRPr="00C92EA5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E55C83" w:rsidRPr="00C92EA5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E55C83" w:rsidRPr="00C92EA5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Т.А.</w:t>
      </w:r>
    </w:p>
    <w:p w:rsidR="00E55C83" w:rsidRPr="00DD712B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5C83" w:rsidRPr="00F720D9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720D9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Свецької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Т.А.</w:t>
      </w:r>
      <w:r w:rsidRPr="00F720D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E55C83" w:rsidRPr="009904A3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94281">
        <w:rPr>
          <w:rFonts w:ascii="Times New Roman" w:eastAsia="Calibri" w:hAnsi="Times New Roman" w:cs="Times New Roman"/>
          <w:sz w:val="24"/>
        </w:rPr>
        <w:t>ВИРІШИЛА:</w:t>
      </w:r>
    </w:p>
    <w:p w:rsidR="00E55C83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DD712B">
        <w:rPr>
          <w:rFonts w:ascii="Times New Roman" w:eastAsia="Calibri" w:hAnsi="Times New Roman" w:cs="Times New Roman"/>
          <w:sz w:val="24"/>
        </w:rPr>
        <w:t xml:space="preserve">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Свецькій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Тетяні Антонівні</w:t>
      </w:r>
      <w:r w:rsidRPr="00DD712B">
        <w:rPr>
          <w:rFonts w:ascii="Times New Roman" w:eastAsia="Calibri" w:hAnsi="Times New Roman" w:cs="Times New Roman"/>
          <w:sz w:val="24"/>
        </w:rPr>
        <w:t xml:space="preserve">,  яка  зареєстрована  за адресою: </w:t>
      </w:r>
      <w:r w:rsidR="00D95595" w:rsidRPr="00D95595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DD712B">
        <w:rPr>
          <w:rFonts w:ascii="Times New Roman" w:eastAsia="Calibri" w:hAnsi="Times New Roman" w:cs="Times New Roman"/>
          <w:sz w:val="24"/>
        </w:rPr>
        <w:t xml:space="preserve">, дозвіл  на розробку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ділянки для передачі її у власність, орієнтовною  площею </w:t>
      </w:r>
      <w:r>
        <w:rPr>
          <w:rFonts w:ascii="Times New Roman" w:eastAsia="Calibri" w:hAnsi="Times New Roman" w:cs="Times New Roman"/>
          <w:sz w:val="24"/>
        </w:rPr>
        <w:t>0,37</w:t>
      </w:r>
      <w:r w:rsidRPr="00DD712B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712B">
        <w:rPr>
          <w:rFonts w:ascii="Times New Roman" w:eastAsia="Calibri" w:hAnsi="Times New Roman" w:cs="Times New Roman"/>
          <w:sz w:val="24"/>
        </w:rPr>
        <w:t xml:space="preserve">га,  для ведення особистого селянського господарства, яка розташована на території 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</w:rPr>
        <w:t xml:space="preserve"> в селі Крупець</w:t>
      </w:r>
      <w:r w:rsidRPr="00DD712B">
        <w:rPr>
          <w:rFonts w:ascii="Times New Roman" w:eastAsia="Calibri" w:hAnsi="Times New Roman" w:cs="Times New Roman"/>
          <w:sz w:val="24"/>
        </w:rPr>
        <w:t xml:space="preserve">. </w:t>
      </w:r>
    </w:p>
    <w:p w:rsidR="00E55C83" w:rsidRPr="00CD2572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17638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     </w:t>
      </w:r>
      <w:r w:rsidRPr="00A17638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>.Свецькій Т.А.</w:t>
      </w:r>
      <w:r w:rsidRPr="00C92EA5">
        <w:rPr>
          <w:rFonts w:ascii="Times New Roman" w:eastAsia="Calibri" w:hAnsi="Times New Roman" w:cs="Times New Roman"/>
          <w:sz w:val="24"/>
        </w:rPr>
        <w:t>,</w:t>
      </w:r>
      <w:r w:rsidRPr="00A17638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A17638">
        <w:rPr>
          <w:rFonts w:ascii="Times New Roman" w:eastAsia="Calibri" w:hAnsi="Times New Roman" w:cs="Times New Roman"/>
          <w:sz w:val="24"/>
        </w:rPr>
        <w:t>про</w:t>
      </w:r>
      <w:r>
        <w:rPr>
          <w:rFonts w:ascii="Times New Roman" w:eastAsia="Calibri" w:hAnsi="Times New Roman" w:cs="Times New Roman"/>
          <w:sz w:val="24"/>
        </w:rPr>
        <w:t>є</w:t>
      </w:r>
      <w:r w:rsidRPr="00A17638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A17638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E55C83" w:rsidRPr="00DD712B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</w:t>
      </w:r>
      <w:r w:rsidRPr="00DD712B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E55C83" w:rsidRPr="00C92EA5" w:rsidRDefault="00E55C83" w:rsidP="00E55C8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55C83" w:rsidRPr="00C92EA5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5C83" w:rsidRPr="00C92EA5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5C83" w:rsidRPr="00C92EA5" w:rsidRDefault="00E55C83" w:rsidP="00E55C8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5C83" w:rsidRPr="00C92EA5" w:rsidRDefault="00E55C83" w:rsidP="00E55C8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FD4317" w:rsidRDefault="00FD4317"/>
    <w:sectPr w:rsidR="00FD431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C83"/>
    <w:rsid w:val="00171A2E"/>
    <w:rsid w:val="00304C90"/>
    <w:rsid w:val="00505B6D"/>
    <w:rsid w:val="006D3977"/>
    <w:rsid w:val="007D6C18"/>
    <w:rsid w:val="00D1641A"/>
    <w:rsid w:val="00D95595"/>
    <w:rsid w:val="00E55C83"/>
    <w:rsid w:val="00FD4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E55C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E55C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55C8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E55C8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E55C8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55C8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1026</Words>
  <Characters>585</Characters>
  <Application>Microsoft Office Word</Application>
  <DocSecurity>0</DocSecurity>
  <Lines>4</Lines>
  <Paragraphs>3</Paragraphs>
  <ScaleCrop>false</ScaleCrop>
  <Company>Microsoft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2021-03-31T05:43:00Z</dcterms:created>
  <dcterms:modified xsi:type="dcterms:W3CDTF">2021-03-31T06:16:00Z</dcterms:modified>
</cp:coreProperties>
</file>