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4C3" w:rsidRPr="00154EFF" w:rsidRDefault="005724C3" w:rsidP="005724C3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24C3" w:rsidRDefault="005724C3" w:rsidP="005724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724C3" w:rsidRDefault="005724C3" w:rsidP="005724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724C3" w:rsidRDefault="005724C3" w:rsidP="005724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24C3" w:rsidRDefault="005724C3" w:rsidP="005724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24C3" w:rsidRDefault="005724C3" w:rsidP="005724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24C3" w:rsidRDefault="005724C3" w:rsidP="005724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24C3" w:rsidRDefault="005724C3" w:rsidP="005724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724C3" w:rsidRDefault="005724C3" w:rsidP="005724C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724C3" w:rsidRDefault="005724C3" w:rsidP="005724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724C3" w:rsidRDefault="005724C3" w:rsidP="005724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724C3" w:rsidRDefault="005724C3" w:rsidP="005724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24C3" w:rsidRDefault="005724C3" w:rsidP="005724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724C3" w:rsidRDefault="005724C3" w:rsidP="005724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24C3" w:rsidRDefault="005724C3" w:rsidP="005724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724C3" w:rsidRDefault="005724C3" w:rsidP="005724C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724C3" w:rsidRPr="002C10E6" w:rsidRDefault="005724C3" w:rsidP="005724C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№50</w:t>
      </w:r>
    </w:p>
    <w:p w:rsidR="005724C3" w:rsidRPr="008E3616" w:rsidRDefault="005724C3" w:rsidP="005724C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724C3" w:rsidRPr="008E3616" w:rsidRDefault="005724C3" w:rsidP="005724C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розробку</w:t>
      </w:r>
      <w:proofErr w:type="spellEnd"/>
    </w:p>
    <w:p w:rsidR="005724C3" w:rsidRPr="008E3616" w:rsidRDefault="005724C3" w:rsidP="005724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п</w:t>
      </w:r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щодо</w:t>
      </w:r>
      <w:proofErr w:type="spellEnd"/>
    </w:p>
    <w:p w:rsidR="005724C3" w:rsidRPr="008E3616" w:rsidRDefault="005724C3" w:rsidP="005724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ділянки</w:t>
      </w:r>
      <w:proofErr w:type="spellEnd"/>
    </w:p>
    <w:p w:rsidR="005724C3" w:rsidRPr="008E3616" w:rsidRDefault="005724C3" w:rsidP="005724C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Кравченко А.В.</w:t>
      </w:r>
    </w:p>
    <w:p w:rsidR="005724C3" w:rsidRPr="008E3616" w:rsidRDefault="005724C3" w:rsidP="005724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5724C3" w:rsidRPr="008E3616" w:rsidRDefault="005724C3" w:rsidP="005724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пункту</w:t>
      </w:r>
      <w:proofErr w:type="gram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34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частини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26,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42 Закону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116,118, 121,122,186</w:t>
      </w:r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Земельного кодексу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землеустрій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Кравченко А.В.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сільська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рада </w:t>
      </w:r>
    </w:p>
    <w:p w:rsidR="005724C3" w:rsidRPr="002C10E6" w:rsidRDefault="005724C3" w:rsidP="005724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ВИРІШИЛА:</w:t>
      </w:r>
    </w:p>
    <w:p w:rsidR="005724C3" w:rsidRPr="008E3616" w:rsidRDefault="005724C3" w:rsidP="005724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1. Надати Кравченко Анастасії Вікторівні, яка зареєстрована за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81DB7">
        <w:rPr>
          <w:rFonts w:ascii="Times New Roman" w:eastAsia="Calibri" w:hAnsi="Times New Roman" w:cs="Times New Roman"/>
          <w:sz w:val="24"/>
          <w:szCs w:val="24"/>
        </w:rPr>
        <w:t>______________</w:t>
      </w:r>
      <w:bookmarkStart w:id="0" w:name="_GoBack"/>
      <w:bookmarkEnd w:id="0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0,2500 га, для  будівництва та обслуговування житлового будинку, господарських будівель і споруд,  яка розташована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по вулиці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Одухи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724C3" w:rsidRPr="008E3616" w:rsidRDefault="005724C3" w:rsidP="005724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Кравченко А.В.,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розробити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724C3" w:rsidRPr="008E3616" w:rsidRDefault="005724C3" w:rsidP="005724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724C3" w:rsidRPr="008E3616" w:rsidRDefault="005724C3" w:rsidP="005724C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724C3" w:rsidRPr="008E3616" w:rsidRDefault="005724C3" w:rsidP="005724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24C3" w:rsidRPr="008E3616" w:rsidRDefault="005724C3" w:rsidP="005724C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724C3" w:rsidRPr="008E3616" w:rsidRDefault="005724C3" w:rsidP="005724C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</w:t>
      </w:r>
      <w:r w:rsidRPr="008E3616">
        <w:rPr>
          <w:rFonts w:ascii="Times New Roman" w:eastAsia="Arial Unicode MS" w:hAnsi="Times New Roman" w:cs="Times New Roman"/>
          <w:sz w:val="24"/>
          <w:szCs w:val="24"/>
        </w:rPr>
        <w:t xml:space="preserve">   Валерій   МИХАЛЮК</w:t>
      </w:r>
    </w:p>
    <w:p w:rsidR="00A76D6F" w:rsidRDefault="00A76D6F"/>
    <w:sectPr w:rsidR="00A76D6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4C3"/>
    <w:rsid w:val="005724C3"/>
    <w:rsid w:val="00A76D6F"/>
    <w:rsid w:val="00E8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C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572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724C3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4C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5724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724C3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242</Words>
  <Characters>1382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2022-02-08T06:45:00Z</dcterms:created>
  <dcterms:modified xsi:type="dcterms:W3CDTF">2022-02-08T11:23:00Z</dcterms:modified>
</cp:coreProperties>
</file>