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8D1" w:rsidRPr="00B623A8" w:rsidRDefault="002548D1" w:rsidP="002548D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8D1" w:rsidRDefault="002548D1" w:rsidP="002548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48D1" w:rsidRDefault="002548D1" w:rsidP="002548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48D1" w:rsidRDefault="002548D1" w:rsidP="002548D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48D1" w:rsidRDefault="002548D1" w:rsidP="002548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548D1" w:rsidRDefault="002548D1" w:rsidP="002548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48D1" w:rsidRPr="00FC4B24" w:rsidRDefault="002548D1" w:rsidP="002548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2548D1" w:rsidRPr="008E2C07" w:rsidRDefault="002548D1" w:rsidP="002548D1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відведенняземельноїділянки</w:t>
      </w:r>
      <w:proofErr w:type="spellEnd"/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Церешко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2548D1" w:rsidRPr="008E2C07" w:rsidRDefault="002548D1" w:rsidP="002548D1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Церешко</w:t>
      </w:r>
      <w:proofErr w:type="spellEnd"/>
      <w:r>
        <w:rPr>
          <w:rFonts w:ascii="Times New Roman" w:hAnsi="Times New Roman"/>
          <w:sz w:val="24"/>
        </w:rPr>
        <w:t xml:space="preserve"> В.В.,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2548D1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Церешко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Василівні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477334">
        <w:rPr>
          <w:rFonts w:ascii="Times New Roman" w:hAnsi="Times New Roman"/>
          <w:sz w:val="24"/>
          <w:lang w:val="uk-UA"/>
        </w:rPr>
        <w:t>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0,1200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>
        <w:rPr>
          <w:rFonts w:ascii="Times New Roman" w:hAnsi="Times New Roman"/>
          <w:sz w:val="24"/>
        </w:rPr>
        <w:t>індивідуального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садівництва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коїсільської</w:t>
      </w:r>
      <w:proofErr w:type="spellEnd"/>
      <w:r>
        <w:rPr>
          <w:rFonts w:ascii="Times New Roman" w:hAnsi="Times New Roman"/>
          <w:sz w:val="24"/>
        </w:rPr>
        <w:t xml:space="preserve"> ради в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Колом’</w:t>
      </w:r>
      <w:proofErr w:type="gramStart"/>
      <w:r>
        <w:rPr>
          <w:rFonts w:ascii="Times New Roman" w:hAnsi="Times New Roman"/>
          <w:sz w:val="24"/>
        </w:rPr>
        <w:t>є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Церешко</w:t>
      </w:r>
      <w:proofErr w:type="spellEnd"/>
      <w:r>
        <w:rPr>
          <w:rFonts w:ascii="Times New Roman" w:hAnsi="Times New Roman"/>
          <w:sz w:val="24"/>
        </w:rPr>
        <w:t xml:space="preserve"> В.В.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2548D1" w:rsidRPr="008E2C07" w:rsidRDefault="002548D1" w:rsidP="002548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548D1" w:rsidRPr="008E2C07" w:rsidRDefault="002548D1" w:rsidP="002548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548D1" w:rsidRPr="008E2C07" w:rsidRDefault="002548D1" w:rsidP="002548D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2548D1" w:rsidRDefault="002548D1" w:rsidP="002548D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006C37" w:rsidRDefault="00006C37"/>
    <w:sectPr w:rsidR="00006C3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D1"/>
    <w:rsid w:val="00006C37"/>
    <w:rsid w:val="00171A2E"/>
    <w:rsid w:val="002548D1"/>
    <w:rsid w:val="00304C90"/>
    <w:rsid w:val="00477334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548D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54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548D1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548D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54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548D1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2020-10-10T16:08:00Z</dcterms:created>
  <dcterms:modified xsi:type="dcterms:W3CDTF">2020-10-10T16:40:00Z</dcterms:modified>
</cp:coreProperties>
</file>