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7B" w:rsidRPr="00154EFF" w:rsidRDefault="007E267B" w:rsidP="007E267B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7B" w:rsidRDefault="007E267B" w:rsidP="007E26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267B" w:rsidRDefault="007E267B" w:rsidP="007E26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E267B" w:rsidRDefault="007E267B" w:rsidP="007E267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7B" w:rsidRDefault="007E267B" w:rsidP="007E26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E267B" w:rsidRDefault="007E267B" w:rsidP="007E267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267B" w:rsidRDefault="007E267B" w:rsidP="007E267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№17</w:t>
      </w:r>
    </w:p>
    <w:p w:rsidR="007E267B" w:rsidRPr="008D6F85" w:rsidRDefault="007E267B" w:rsidP="007E267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E267B" w:rsidRPr="008D6F85" w:rsidRDefault="007E267B" w:rsidP="007E267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0" w:name="_GoBack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E267B" w:rsidRPr="008D6F85" w:rsidRDefault="007E267B" w:rsidP="007E267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E267B" w:rsidRPr="008D6F85" w:rsidRDefault="007E267B" w:rsidP="007E267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7E267B" w:rsidRPr="008D6F85" w:rsidRDefault="007E267B" w:rsidP="007E267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7E267B" w:rsidRPr="008D6F85" w:rsidRDefault="007E267B" w:rsidP="007E267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Дячука</w:t>
      </w:r>
      <w:proofErr w:type="spellEnd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О.В., Мартинюк О.І., </w:t>
      </w:r>
      <w:proofErr w:type="spellStart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Руй</w:t>
      </w:r>
      <w:proofErr w:type="spellEnd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Т.І.</w:t>
      </w:r>
    </w:p>
    <w:bookmarkEnd w:id="0"/>
    <w:p w:rsidR="007E267B" w:rsidRPr="008D6F85" w:rsidRDefault="007E267B" w:rsidP="007E267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267B" w:rsidRPr="008D6F85" w:rsidRDefault="007E267B" w:rsidP="007E267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Дячука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Мартинюк О.І.,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Руй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Т.І.,  сільська  рада </w:t>
      </w:r>
    </w:p>
    <w:p w:rsidR="007E267B" w:rsidRPr="008D6F85" w:rsidRDefault="007E267B" w:rsidP="007E267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E267B" w:rsidRPr="008D6F85" w:rsidRDefault="007E267B" w:rsidP="007E267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Затвердити 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Дячуку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Васильовичу,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D7805">
        <w:rPr>
          <w:rFonts w:ascii="Times New Roman" w:eastAsia="Calibri" w:hAnsi="Times New Roman" w:cs="Times New Roman"/>
          <w:sz w:val="24"/>
          <w:szCs w:val="24"/>
        </w:rPr>
        <w:t>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D780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Мартинюк Оксані Іванівні, яка зареєстрована за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46A0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46A0E">
        <w:rPr>
          <w:rFonts w:ascii="Times New Roman" w:eastAsia="Arial Unicode MS" w:hAnsi="Times New Roman" w:cs="Times New Roman"/>
          <w:color w:val="000000"/>
          <w:sz w:val="24"/>
          <w:szCs w:val="24"/>
        </w:rPr>
        <w:t>______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Руй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Іванівні, яка зареєстрована за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46A0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46A0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0,2354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га,  кадастровий номер: 6823984000:02:008:0043,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, вулиця  Г.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Охман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>, 18Б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E267B" w:rsidRPr="008D6F85" w:rsidRDefault="007E267B" w:rsidP="007E267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Дячуку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Мартинюк О.І.,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Руй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Т.І., посвідчити своє право  в  установленому  законом  порядку.</w:t>
      </w:r>
    </w:p>
    <w:p w:rsidR="007E267B" w:rsidRPr="008D6F85" w:rsidRDefault="007E267B" w:rsidP="007E267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Т.В.).</w:t>
      </w:r>
    </w:p>
    <w:p w:rsidR="007E267B" w:rsidRPr="008D6F85" w:rsidRDefault="007E267B" w:rsidP="007E267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E267B" w:rsidRPr="000D16A0" w:rsidRDefault="007E267B" w:rsidP="007E267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972F7B" w:rsidRDefault="00972F7B"/>
    <w:sectPr w:rsidR="00972F7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7B"/>
    <w:rsid w:val="00346A0E"/>
    <w:rsid w:val="007E267B"/>
    <w:rsid w:val="008D7805"/>
    <w:rsid w:val="0097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7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7E26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E267B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7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7E26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E267B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307</Words>
  <Characters>1751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4</cp:revision>
  <dcterms:created xsi:type="dcterms:W3CDTF">2022-02-08T06:33:00Z</dcterms:created>
  <dcterms:modified xsi:type="dcterms:W3CDTF">2022-02-08T11:54:00Z</dcterms:modified>
</cp:coreProperties>
</file>