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ED" w:rsidRDefault="00B70BED" w:rsidP="00B70B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70BED" w:rsidRDefault="00B70BED" w:rsidP="00B70BED"/>
    <w:p w:rsidR="00B70BED" w:rsidRDefault="00B70BED" w:rsidP="00B70BED"/>
    <w:p w:rsidR="00B70BED" w:rsidRDefault="00B70BED" w:rsidP="00B70B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0BED" w:rsidRDefault="00B70BED" w:rsidP="00B70B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0BED" w:rsidRDefault="00B70BED" w:rsidP="00B70B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0BED" w:rsidRDefault="00B70BED" w:rsidP="00B70B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0BED" w:rsidRDefault="00B70BED" w:rsidP="00B70B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ED" w:rsidRDefault="00B70BED" w:rsidP="00B70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70BED" w:rsidRDefault="00B70BED" w:rsidP="00B70B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0BED" w:rsidRDefault="00B70BED" w:rsidP="00B70B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70BED" w:rsidRDefault="00B70BED" w:rsidP="00B70B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70BED" w:rsidRDefault="00B70BED" w:rsidP="00B70BE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№22</w:t>
      </w:r>
    </w:p>
    <w:p w:rsidR="00B70BED" w:rsidRPr="003803D4" w:rsidRDefault="00B70BED" w:rsidP="00B70BE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0BED" w:rsidRPr="003803D4" w:rsidRDefault="00B70BED" w:rsidP="00B70BE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70BED" w:rsidRPr="003803D4" w:rsidRDefault="00B70BED" w:rsidP="00B70BE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0BED" w:rsidRPr="003803D4" w:rsidRDefault="00B70BED" w:rsidP="00B70BE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70BED" w:rsidRPr="003803D4" w:rsidRDefault="00B70BED" w:rsidP="00B70BE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Степанюка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В.С.</w:t>
      </w:r>
    </w:p>
    <w:p w:rsidR="00B70BED" w:rsidRPr="003803D4" w:rsidRDefault="00B70BED" w:rsidP="00B70BE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самоврядув</w:t>
      </w:r>
      <w:r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</w:t>
      </w:r>
      <w:r w:rsidRPr="003803D4">
        <w:rPr>
          <w:rFonts w:ascii="Times New Roman" w:hAnsi="Times New Roman" w:cs="Times New Roman"/>
          <w:sz w:val="24"/>
          <w:szCs w:val="24"/>
        </w:rPr>
        <w:t xml:space="preserve"> 121 Земельного кодексу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Степанюка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В.С.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Степанюку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Степановичу,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621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6217A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0,1370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3D4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номер: 6823986800:01:005:0061), для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Набережна, 33.</w:t>
      </w:r>
      <w:r w:rsidRPr="003803D4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End"/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3803D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Степанюку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0BED" w:rsidRPr="003803D4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BED" w:rsidRPr="00B70BED" w:rsidRDefault="00B70BED" w:rsidP="00B70BE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4A1B" w:rsidRPr="00B70BED" w:rsidRDefault="00B70BED" w:rsidP="00B70BE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44A1B" w:rsidRPr="00B70B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ED"/>
    <w:rsid w:val="00171A2E"/>
    <w:rsid w:val="00304C90"/>
    <w:rsid w:val="00344A1B"/>
    <w:rsid w:val="00505B6D"/>
    <w:rsid w:val="006D3977"/>
    <w:rsid w:val="007D6C18"/>
    <w:rsid w:val="0086217A"/>
    <w:rsid w:val="00B70BE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2020-07-02T11:18:00Z</dcterms:created>
  <dcterms:modified xsi:type="dcterms:W3CDTF">2020-07-02T12:44:00Z</dcterms:modified>
</cp:coreProperties>
</file>