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2F" w:rsidRPr="004544F5" w:rsidRDefault="00F9162F" w:rsidP="00F9162F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B51DE10" wp14:editId="1EC0E01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31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62F" w:rsidRDefault="00F9162F" w:rsidP="00F91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Ka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Lm6i0+ny6z17nfDT4YI8yI13Fn4+PZK7j1xQcG8d&#10;vX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wPSDZ4nGjycHZBo8J7+5uL154snOu3GHw9f3pz5GOrhBlFbHySlX306/Xx9&#10;P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HMU+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zEy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Ax7rKa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ZmcUA&#10;AADdAAAADwAAAGRycy9kb3ducmV2LnhtbESPT2vCQBTE7wW/w/IEb83mD60hugYpVTwIRVvvj+wz&#10;CWbfhuyq8du7hUKPw8z8hlmWo+nEjQbXWlaQRDEI4srqlmsFP9+b1xyE88gaO8uk4EEOytXkZYmF&#10;tnc+0O3oaxEg7ApU0HjfF1K6qiGDLrI9cfDOdjDogxxqqQe8B7jpZBrH79Jgy2GhwZ4+Gqoux6tR&#10;YLPtbn+q00P2yXPP66/8fBr3Ss2m43oBwtPo/8N/7Z1W8JYlK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pm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D4DMkA&#10;AADdAAAADwAAAGRycy9kb3ducmV2LnhtbESPT2sCMRTE74V+h/AKvYhmrVTt1igibFt7KPgHvD42&#10;r5utm5clSXXrp28KQo/DzPyGmS0624gT+VA7VjAcZCCIS6drrhTsd0V/CiJEZI2NY1LwQwEW89ub&#10;GebanXlDp22sRIJwyFGBibHNpQylIYth4Fri5H06bzEm6SupPZ4T3DbyIcvG0mLNacFgSytD5XH7&#10;bRV8FR/msJpcXnzvaUOXXvH+2qzHSt3fdctnEJG6+B++tt+0gsfRcAR/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SD4D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CB8UA&#10;AADdAAAADwAAAGRycy9kb3ducmV2LnhtbESP3WrCQBCF7wu+wzJCb4pubNoi0U0QqaXkRvx5gCE7&#10;ZoPZ2ZDdmvj2bqHQy8P5+TjrYrStuFHvG8cKFvMEBHHldMO1gvNpN1uC8AFZY+uYFNzJQ5FPntaY&#10;aTfwgW7HUIs4wj5DBSaELpPSV4Ys+rnriKN3cb3FEGVfS93jEMdtK1+T5ENabDgSDHa0NVRdjz82&#10;QvYp7svLcNp9jTjgZ2n4ZXNQ6nk6blYgAo3hP/zX/tYK3tPFG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QI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yPMYA&#10;AADdAAAADwAAAGRycy9kb3ducmV2LnhtbESPQUsDMRSE70L/Q3iCN5ttdausTUupCkXowSqIt8fm&#10;dXdx8xKSZ3f9940geBxm5htmuR5dr04UU+fZwGxagCKuve24MfD+9nx9DyoJssXeMxn4oQTr1eRi&#10;iZX1A7/S6SCNyhBOFRpoRUKldapbcpimPhBn7+ijQ8kyNtpGHDLc9XpeFAvtsOO80GKgbUv11+Hb&#10;GdgPT+HlblEew2e8nev0aOVjK8ZcXY6bB1BCo/yH/9o7a6C8mZ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Zy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8568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3gY5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POe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J0M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2B2N1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hJ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93MMA&#10;AADdAAAADwAAAGRycy9kb3ducmV2LnhtbERPXWvCMBR9H/gfwhX2MjR1oozOtOggbOBAdMJeL821&#10;LTY3Jcls9++XB2GPh/O9KUfbiRv50DpWsJhnIIgrZ1quFZy/9OwFRIjIBjvHpOCXApTF5GGDuXED&#10;H+l2irVIIRxyVNDE2OdShqohi2HueuLEXZy3GBP0tTQehxRuO/mcZWtpseXU0GBPbw1V19OPVbA7&#10;DPXSP1W70e0v798rrY3+1Eo9TsftK4hIY/wX390fRsFquUhz05v0BG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d93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CAsQA&#10;AADdAAAADwAAAGRycy9kb3ducmV2LnhtbESP3WoCMRSE7wu+QzhC72pWW0VXo4hlQUpv/HmAw+a4&#10;Wd2cLElct29vCoVeDjPzDbPa9LYRHflQO1YwHmUgiEuna64UnE/F2xxEiMgaG8ek4IcCbNaDlxXm&#10;2j34QN0xViJBOOSowMTY5lKG0pDFMHItcfIuzluMSfpKao+PBLeNnGTZTFqsOS0YbGlnqLwd71ZB&#10;8TX57m537Qu37T8sTc11/mmUeh322yWISH38D/+191rB9H28gN836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Tgg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27Z8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cvF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27Z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lEuc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5Ty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JRL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A6MEA&#10;AADdAAAADwAAAGRycy9kb3ducmV2LnhtbESP0YrCMBRE3xf8h3AF39bUakWqUZYFRR+tfsClubbF&#10;5qY20da/N4Lg4zAzZ5jVpje1eFDrKssKJuMIBHFudcWFgvNp+7sA4TyyxtoyKXiSg8168LPCVNuO&#10;j/TIfCEChF2KCkrvm1RKl5dk0I1tQxy8i20N+iDbQuoWuwA3tYyjaC4NVhwWSmzov6T8mt2Ngtmz&#10;292y5BpttaHJYdoc2OeJUqNh/7cE4an33/CnvdcKkmkcw/t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ewO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8b8QA&#10;AADdAAAADwAAAGRycy9kb3ducmV2LnhtbESPQYvCMBSE78L+h/AW9mbTrShuNYqsuIgn7arnR/Ns&#10;i81LaaLWf28EweMwM98w03lnanGl1lWWFXxHMQji3OqKCwX7/1V/DMJ5ZI21ZVJwJwfz2Udviqm2&#10;N97RNfOFCBB2KSoovW9SKV1ekkEX2YY4eCfbGvRBtoXULd4C3NQyieORNFhxWCixod+S8nN2MQou&#10;o2Oy59NGb7Pl/e9nuVo4eSiU+vrsFhMQnjr/Dr/aa61gOEgG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fG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bHMgA&#10;AADdAAAADwAAAGRycy9kb3ducmV2LnhtbESPS2/CMBCE70j9D9ZW6g2c8oggYFBbqVLLAcTrwG2J&#10;lyRtvA6xC+m/x0hIHEcz841mMmtMKc5Uu8KygtdOBII4tbrgTMF289kegnAeWWNpmRT8k4PZ9Kk1&#10;wUTbC6/ovPaZCBB2CSrIva8SKV2ak0HXsRVx8I62NuiDrDOpa7wEuCllN4piabDgsJBjRR85pb/r&#10;P6NgtxzGo+X7d/9nvjhgz+jTXhexUi/PzdsYhKfGP8L39pdWMOh1+3B7E56An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ips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78dMYA&#10;AADdAAAADwAAAGRycy9kb3ducmV2LnhtbESPS2vDMBCE74X8B7GB3hq5ThOCEyUkLXVKT3lBrou1&#10;sU2tlbFUP/Lrq0Khx2FmvmFWm95UoqXGlZYVPE8iEMSZ1SXnCi7n96cFCOeRNVaWScFADjbr0cMK&#10;E207PlJ78rkIEHYJKii8rxMpXVaQQTexNXHwbrYx6INscqkb7ALcVDKOork0WHJYKLCm14Kyr9O3&#10;UXCfX/Hg9vHubao9DS+L1H4eUqUex/12CcJT7//Df+0PrWA2jW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78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Qxu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7C2dw+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0Mb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eSM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OOi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Hk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95zscA&#10;AADdAAAADwAAAGRycy9kb3ducmV2LnhtbESPQWvCQBCF74X+h2UKvenGlEpNXaUWCi1VoSr2OmTH&#10;bGh2NmS3Mf77zkHocWbevPe++XLwjeqpi3VgA5NxBoq4DLbmysBh/zZ6AhUTssUmMBm4UITl4vZm&#10;joUNZ/6ifpcqJSYcCzTgUmoLrWPpyGMch5ZYbqfQeUwydpW2HZ7F3Dc6z7Kp9lizJDhs6dVR+bP7&#10;9QZ63F6yb7fazD7qdZlvV8dPK3tzfze8PINKNKR/8fX73Rp4fMilrt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Pec7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iNcUA&#10;AADdAAAADwAAAGRycy9kb3ducmV2LnhtbESPQUvDQBSE70L/w/IEb3ZjiqJpt6UILR41evD4zL5m&#10;02bfC7trE/31riB4HGbmG2a1mXyvzhRiJ2zgZl6AIm7EdtwaeHvdXd+DignZYi9MBr4owmY9u1hh&#10;ZWXkFzrXqVUZwrFCAy6lodI6No48xrkMxNk7SPCYsgyttgHHDPe9LoviTnvsOC84HOjRUXOqP72B&#10;cd98HMvDu3XfYZBd/SzHshdjri6n7RJUoin9h//aT9bA7aJ8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GI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b0sQA&#10;AADdAAAADwAAAGRycy9kb3ducmV2LnhtbERPW2vCMBR+H/gfwhH2NlOVbVKbitMJYzjE2/uxObbV&#10;5KQ0mXb/fnkY7PHju2ezzhpxo9bXjhUMBwkI4sLpmksFh/3qaQLCB2SNxjEp+CEPs7z3kGGq3Z23&#10;dNuFUsQQ9ikqqEJoUil9UZFFP3ANceTOrrUYImxLqVu8x3Br5ChJXqTFmmNDhQ0tKiquu2+rYLVZ&#10;msvoazs/yrB4fz2Zyefbcq3UY7+bT0EE6sK/+M/9oRU8j8dxf3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wG9L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tz8MYA&#10;AADdAAAADwAAAGRycy9kb3ducmV2LnhtbESP3YrCMBSE74V9h3AWvFk01aJINcqyILqg4B94e2yO&#10;bbE5KU2s3bc3woKXw8x8w8wWrSlFQ7UrLCsY9CMQxKnVBWcKTsdlbwLCeWSNpWVS8EcOFvOPzgwT&#10;bR+8p+bgMxEg7BJUkHtfJVK6NCeDrm8r4uBdbW3QB1lnUtf4CHBTymEUjaXBgsNCjhX95JTeDnej&#10;oNltLtm6cdXvbfLlRvFltdrqs1Ldz/Z7CsJT69/h//ZaKxjF8QB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tz8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RTscA&#10;AADdAAAADwAAAGRycy9kb3ducmV2LnhtbESPQWsCMRSE7wX/Q3hCbzXrWouuRtFCoZeC2h7q7bl5&#10;7i5uXtYk1a2/3giCx2FmvmGm89bU4kTOV5YV9HsJCOLc6ooLBT/fHy8jED4ga6wtk4J/8jCfdZ6m&#10;mGl75jWdNqEQEcI+QwVlCE0mpc9LMuh7tiGO3t46gyFKV0jt8BzhppZpkrxJgxXHhRIbei8pP2z+&#10;jILleLQ8rl7567LebWn7uzsMU5co9dxtFxMQgdrwCN/bn1rBcDBI4f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okU7HAAAA3QAAAA8AAAAAAAAAAAAAAAAAmAIAAGRy&#10;cy9kb3ducmV2LnhtbFBLBQYAAAAABAAEAPUAAACMAwAAAAA=&#10;" fillcolor="black" stroked="f"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328cA&#10;AADdAAAADwAAAGRycy9kb3ducmV2LnhtbESPQWvCQBSE7wX/w/KE3upGgxJSV6m2hUL1oPbQ42v2&#10;NVmSfRuyW43+ercgeBxm5htmvuxtI47UeeNYwXiUgCAunDZcKvg6vD9lIHxA1tg4JgVn8rBcDB7m&#10;mGt34h0d96EUEcI+RwVVCG0upS8qsuhHriWO3q/rLIYou1LqDk8Rbhs5SZKZtGg4LlTY0rqiot7/&#10;WQXfnzOT7QxNfjaX1ZveTOvV9rVW6nHYvzyDCNSHe/jW/tAKpmmawv+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N99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FRG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S/j8TP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FRG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RM8YA&#10;AADdAAAADwAAAGRycy9kb3ducmV2LnhtbESP3WoCMRSE7wu+QziCN6VmVaztapQiFApKwZ8HON0c&#10;dxeTk2VzqmufvhEKvRxm5htmseq8UxdqYx3YwGiYgSIugq25NHA8vD+9gIqCbNEFJgM3irBa9h4W&#10;mNtw5R1d9lKqBOGYo4FKpMm1jkVFHuMwNMTJO4XWoyTZltq2eE1w7/Q4y561x5rTQoUNrSsqzvtv&#10;b8CNv9zrZha3cjvqbfbjZff4aY0Z9Lu3OSihTv7Df+0Pa2A6mUz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lRM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AAMYA&#10;AADdAAAADwAAAGRycy9kb3ducmV2LnhtbESPQWsCMRSE7wX/Q3gFbzVbpSJbo2hF2IuHrorX5+Z1&#10;s5i8LJtUV399Uyj0OMzMN8x82TsrrtSFxrOC11EGgrjyuuFawWG/fZmBCBFZo/VMCu4UYLkYPM0x&#10;1/7Gn3QtYy0ShEOOCkyMbS5lqAw5DCPfEifvy3cOY5JdLXWHtwR3Vo6zbCodNpwWDLb0Yai6lN9O&#10;waZs7fhQmHU4HXfnsy0eWzptlBo+96t3EJH6+B/+axdawdtkMoX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AA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qKsUA&#10;AADdAAAADwAAAGRycy9kb3ducmV2LnhtbESPQWvCQBSE74X+h+UVequ7rWgkugmlVBA8afXQ22P3&#10;mcRm34bs1qT/visIHoeZ+YZZlaNrxYX60HjW8DpRIIiNtw1XGg5f65cFiBCRLbaeScMfBSiLx4cV&#10;5tYPvKPLPlYiQTjkqKGOsculDKYmh2HiO+LknXzvMCbZV9L2OCS4a+WbUnPpsOG0UGNHHzWZn/2v&#10;03Bey603Cs3xcBw2Nvv+nFOrtH5+Gt+XICKN8R6+tTdWw2w6zeD6Jj0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Co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cdsIA&#10;AADdAAAADwAAAGRycy9kb3ducmV2LnhtbERPy4rCMBTdC/MP4Qqz01SLItUojiAMyix8MMzy2lzb&#10;0uamJFHr308WgsvDeS9WnWnEnZyvLCsYDRMQxLnVFRcKzqftYAbCB2SNjWVS8CQPq+VHb4GZtg8+&#10;0P0YChFD2GeooAyhzaT0eUkG/dC2xJG7WmcwROgKqR0+Yrhp5DhJptJgxbGhxJY2JeX18WYU/N32&#10;fP1Jd2v3FX5td/L1+DKrlfrsd+s5iEBdeItf7m+tYJKmcW5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hx2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DP8cA&#10;AADdAAAADwAAAGRycy9kb3ducmV2LnhtbESPT2sCMRTE70K/Q3gFb5pVq+hqFBUKvRTqn4Penpvn&#10;7uLmZU1S3fbTN0LB4zAzv2Fmi8ZU4kbOl5YV9LoJCOLM6pJzBfvde2cMwgdkjZVlUvBDHhbzl9YM&#10;U23vvKHbNuQiQtinqKAIoU6l9FlBBn3X1sTRO1tnMETpcqkd3iPcVLKfJCNpsOS4UGBN64Kyy/bb&#10;KFhNxqvr1xt//m5ORzoeTpdh3yVKtV+b5RREoCY8w//tD61gOBh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MAz/HAAAA3QAAAA8AAAAAAAAAAAAAAAAAmAIAAGRy&#10;cy9kb3ducmV2LnhtbFBLBQYAAAAABAAEAPUAAACMAwAAAAA=&#10;" fillcolor="black" stroked="f"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wj3sIA&#10;AADdAAAADwAAAGRycy9kb3ducmV2LnhtbERPz2vCMBS+D/Y/hDfwNtPNbYxqlCIMZaeqG16fzbMp&#10;Ni8lyWL975fDYMeP7/diNdpeJPKhc6zgaVqAIG6c7rhV8HX4eHwHESKyxt4xKbhRgNXy/m6BpXZX&#10;3lHax1bkEA4lKjAxDqWUoTFkMUzdQJy5s/MWY4a+ldrjNYfbXj4XxZu02HFuMDjQ2lBz2f9YBem0&#10;rqtZOiaz+/RV6129+T7VSk0exmoOItIY/8V/7q1W8Dp7yf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CPe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mt8cA&#10;AADdAAAADwAAAGRycy9kb3ducmV2LnhtbESPQWvCQBSE70L/w/IK3uom2oqNriJiS+ulbSzo8ZF9&#10;ZoPZtyG7jWl/fbdQ8DjMzDfMYtXbWnTU+sqxgnSUgCAunK64VPC5f7qbgfABWWPtmBR8k4fV8maw&#10;wEy7C39Ql4dSRAj7DBWYEJpMSl8YsuhHriGO3sm1FkOUbSl1i5cIt7UcJ8lUWqw4LhhsaGOoOOdf&#10;VoFPN9vDzv48dsdnw2/5q5m+l0ap4W2/noMI1Idr+L/9ohU8TO5T+HsTn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HZr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162F" w:rsidRDefault="00F9162F" w:rsidP="00F91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9162F" w:rsidRDefault="00F9162F" w:rsidP="00F9162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162F" w:rsidRDefault="00F9162F" w:rsidP="00F916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9162F" w:rsidRDefault="00F9162F" w:rsidP="00F9162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9162F" w:rsidRPr="0047512C" w:rsidRDefault="00F9162F" w:rsidP="00F9162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№16</w:t>
      </w:r>
    </w:p>
    <w:p w:rsidR="00F9162F" w:rsidRPr="00EA5D11" w:rsidRDefault="00F9162F" w:rsidP="00F9162F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162F" w:rsidRPr="00EA5D11" w:rsidRDefault="00F9162F" w:rsidP="00F9162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F9162F" w:rsidRPr="00EA5D11" w:rsidRDefault="00F9162F" w:rsidP="00F9162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поділу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об’єднання</w:t>
      </w:r>
      <w:proofErr w:type="spellEnd"/>
    </w:p>
    <w:p w:rsidR="00F9162F" w:rsidRPr="00EA5D11" w:rsidRDefault="00F9162F" w:rsidP="00F9162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ради</w:t>
      </w:r>
    </w:p>
    <w:p w:rsidR="00F9162F" w:rsidRPr="00EA5D11" w:rsidRDefault="00F9162F" w:rsidP="00F9162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162F" w:rsidRDefault="00F9162F" w:rsidP="00F916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122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</w:t>
      </w:r>
    </w:p>
    <w:p w:rsidR="00F9162F" w:rsidRPr="00EA5D11" w:rsidRDefault="00F9162F" w:rsidP="00F916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F9162F" w:rsidRPr="00EA5D11" w:rsidRDefault="00F9162F" w:rsidP="00F916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номер 04405030, </w:t>
      </w:r>
      <w:proofErr w:type="spellStart"/>
      <w:proofErr w:type="gramStart"/>
      <w:r w:rsidRPr="00EA5D11">
        <w:rPr>
          <w:rFonts w:ascii="Times New Roman" w:eastAsia="Calibri" w:hAnsi="Times New Roman" w:cs="Times New Roman"/>
          <w:sz w:val="24"/>
          <w:szCs w:val="24"/>
        </w:rPr>
        <w:t>т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об’єднання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або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громадянам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юридичним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особам (16.00),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призначення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1,5809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6823984000:01:009:0114;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0,2660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6823984000:01:009:0113, 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за межами   с.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9162F" w:rsidRPr="00EA5D11" w:rsidRDefault="00F9162F" w:rsidP="00F916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F9162F" w:rsidRPr="00EA5D11" w:rsidRDefault="00F9162F" w:rsidP="00F916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9162F" w:rsidRPr="00F9162F" w:rsidRDefault="00F9162F" w:rsidP="00F916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F9162F" w:rsidRPr="00EA5D11" w:rsidRDefault="00F9162F" w:rsidP="00F9162F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162F" w:rsidRPr="00EA5D11" w:rsidRDefault="00F9162F" w:rsidP="00F9162F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00C81" w:rsidRPr="00F9162F" w:rsidRDefault="00F9162F" w:rsidP="00F9162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bookmarkStart w:id="0" w:name="_GoBack"/>
      <w:bookmarkEnd w:id="0"/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00C81" w:rsidRPr="00F9162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0B2" w:rsidRDefault="002B60B2">
      <w:pPr>
        <w:spacing w:after="0" w:line="240" w:lineRule="auto"/>
      </w:pPr>
      <w:r>
        <w:separator/>
      </w:r>
    </w:p>
  </w:endnote>
  <w:endnote w:type="continuationSeparator" w:id="0">
    <w:p w:rsidR="002B60B2" w:rsidRDefault="002B6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0B2" w:rsidRDefault="002B60B2">
      <w:pPr>
        <w:spacing w:after="0" w:line="240" w:lineRule="auto"/>
      </w:pPr>
      <w:r>
        <w:separator/>
      </w:r>
    </w:p>
  </w:footnote>
  <w:footnote w:type="continuationSeparator" w:id="0">
    <w:p w:rsidR="002B60B2" w:rsidRDefault="002B6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62F"/>
    <w:rsid w:val="002B60B2"/>
    <w:rsid w:val="00600C81"/>
    <w:rsid w:val="00F91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2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9162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9162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9162F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62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9162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9162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9162F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2021-01-31T13:12:00Z</dcterms:created>
  <dcterms:modified xsi:type="dcterms:W3CDTF">2021-01-31T13:12:00Z</dcterms:modified>
</cp:coreProperties>
</file>