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394" w:rsidRDefault="00273394" w:rsidP="0027339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394" w:rsidRDefault="00273394" w:rsidP="002733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3394" w:rsidRDefault="00273394" w:rsidP="002733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394" w:rsidRDefault="00273394" w:rsidP="002733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3394" w:rsidRDefault="00273394" w:rsidP="002733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394" w:rsidRDefault="00273394" w:rsidP="002733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3394" w:rsidRDefault="00273394" w:rsidP="002733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394" w:rsidRDefault="00273394" w:rsidP="002733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3394" w:rsidRDefault="00273394" w:rsidP="002733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394" w:rsidRDefault="00273394" w:rsidP="002733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3394" w:rsidRDefault="00273394" w:rsidP="002733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394" w:rsidRDefault="00273394" w:rsidP="002733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3394" w:rsidRDefault="00273394" w:rsidP="002733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394" w:rsidRDefault="00273394" w:rsidP="002733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3394" w:rsidRDefault="00273394" w:rsidP="002733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394" w:rsidRDefault="00273394" w:rsidP="002733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3394" w:rsidRDefault="00273394" w:rsidP="002733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394" w:rsidRDefault="00273394" w:rsidP="002733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3394" w:rsidRDefault="00273394" w:rsidP="002733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394" w:rsidRDefault="00273394" w:rsidP="002733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3394" w:rsidRDefault="00273394" w:rsidP="002733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394" w:rsidRDefault="00273394" w:rsidP="002733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394" w:rsidRDefault="00273394" w:rsidP="002733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394" w:rsidRDefault="00273394" w:rsidP="002733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394" w:rsidRDefault="00273394" w:rsidP="002733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394" w:rsidRDefault="00273394" w:rsidP="002733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394" w:rsidRDefault="00273394" w:rsidP="002733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394" w:rsidRDefault="00273394" w:rsidP="002733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394" w:rsidRDefault="00273394" w:rsidP="002733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394" w:rsidRDefault="00273394" w:rsidP="002733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394" w:rsidRDefault="00273394" w:rsidP="002733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73394" w:rsidRDefault="00273394" w:rsidP="002733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73394" w:rsidRDefault="00273394" w:rsidP="002733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73394" w:rsidRDefault="00273394" w:rsidP="002733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73394" w:rsidRDefault="00273394" w:rsidP="002733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73394" w:rsidRDefault="00273394" w:rsidP="002733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73394" w:rsidRDefault="00273394" w:rsidP="002733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73394" w:rsidRDefault="00273394" w:rsidP="002733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73394" w:rsidRDefault="00273394" w:rsidP="002733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73394" w:rsidRDefault="00273394" w:rsidP="002733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73394" w:rsidRDefault="00273394" w:rsidP="002733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73394" w:rsidRDefault="00273394" w:rsidP="002733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73394" w:rsidRDefault="00273394" w:rsidP="002733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73394" w:rsidRDefault="00273394" w:rsidP="002733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73394" w:rsidRDefault="00273394" w:rsidP="002733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73394" w:rsidRDefault="00273394" w:rsidP="002733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73394" w:rsidRDefault="00273394" w:rsidP="002733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73394" w:rsidRDefault="00273394" w:rsidP="002733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73394" w:rsidRDefault="00273394" w:rsidP="002733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73394" w:rsidRDefault="00273394" w:rsidP="002733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73394" w:rsidRDefault="00273394" w:rsidP="002733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73394" w:rsidRDefault="00273394" w:rsidP="002733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73394" w:rsidRDefault="00273394" w:rsidP="002733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73394" w:rsidRDefault="00273394" w:rsidP="002733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73394" w:rsidRDefault="00273394" w:rsidP="002733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73394" w:rsidRDefault="00273394" w:rsidP="002733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73394" w:rsidRDefault="00273394" w:rsidP="002733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73394" w:rsidRDefault="00273394" w:rsidP="002733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73394" w:rsidRDefault="00273394" w:rsidP="002733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73394" w:rsidRDefault="00273394" w:rsidP="002733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73394" w:rsidRDefault="00273394" w:rsidP="002733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73394" w:rsidRDefault="00273394" w:rsidP="002733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73394" w:rsidRDefault="00273394" w:rsidP="002733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73394" w:rsidRDefault="00273394" w:rsidP="002733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73394" w:rsidRDefault="00273394" w:rsidP="002733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73394" w:rsidRDefault="00273394" w:rsidP="002733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73394" w:rsidRDefault="00273394" w:rsidP="0027339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73394" w:rsidRDefault="00273394" w:rsidP="002733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73394" w:rsidRDefault="00273394" w:rsidP="002733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73394" w:rsidRDefault="00273394" w:rsidP="002733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73394" w:rsidRDefault="00273394" w:rsidP="002733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73394" w:rsidRDefault="00273394" w:rsidP="002733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73394" w:rsidRDefault="00273394" w:rsidP="002733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73394" w:rsidRDefault="00273394" w:rsidP="0027339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73394" w:rsidRDefault="00273394" w:rsidP="0027339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№104</w:t>
      </w:r>
    </w:p>
    <w:p w:rsidR="00273394" w:rsidRPr="00694EED" w:rsidRDefault="00273394" w:rsidP="0027339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273394" w:rsidRPr="00694EED" w:rsidRDefault="00273394" w:rsidP="0027339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273394" w:rsidRPr="00694EED" w:rsidRDefault="00273394" w:rsidP="0027339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273394" w:rsidRPr="00694EED" w:rsidRDefault="00273394" w:rsidP="0027339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273394" w:rsidRPr="00694EED" w:rsidRDefault="00273394" w:rsidP="0027339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Ковальчуку М.Г.</w:t>
      </w:r>
    </w:p>
    <w:p w:rsidR="00273394" w:rsidRPr="00694EED" w:rsidRDefault="00273394" w:rsidP="0027339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73394" w:rsidRPr="00694EED" w:rsidRDefault="00273394" w:rsidP="0027339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</w:t>
      </w:r>
      <w:r w:rsidRPr="00694EED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Ковальчука М.Г, 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273394" w:rsidRPr="00694EED" w:rsidRDefault="00273394" w:rsidP="0027339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273394" w:rsidRPr="00694EED" w:rsidRDefault="00273394" w:rsidP="0027339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Ковальчуку Максиму Григоровичу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 , для ведення особистого селянського господарства площею  1.6119 га, яка розташована Хмельницька область,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Лисиченська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сільська рада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об’єднаної територіальної громади .</w:t>
      </w:r>
    </w:p>
    <w:p w:rsidR="00273394" w:rsidRPr="00694EED" w:rsidRDefault="00273394" w:rsidP="0027339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Ковальчуку Максиму Григоровичу, 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 який  зареєстрований за </w:t>
      </w:r>
      <w:proofErr w:type="spellStart"/>
      <w:r w:rsidRPr="00694EED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E17A8F">
        <w:rPr>
          <w:rFonts w:ascii="Times New Roman" w:eastAsia="Calibri" w:hAnsi="Times New Roman" w:cs="Times New Roman"/>
          <w:sz w:val="24"/>
          <w:lang w:val="ru-RU" w:eastAsia="en-US"/>
        </w:rPr>
        <w:t>_________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E17A8F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</w:t>
      </w:r>
      <w:bookmarkStart w:id="0" w:name="_GoBack"/>
      <w:bookmarkEnd w:id="0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1,6119 га, кадастровий номер: 6823984700:04:012:0011,  для ведення особистого селянського господарства яка розташована Хмельницька область,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Лисиченська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сільська рада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об’єднаної територіальної громади .   </w:t>
      </w:r>
    </w:p>
    <w:p w:rsidR="00273394" w:rsidRPr="00694EED" w:rsidRDefault="00273394" w:rsidP="0027339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Ковальчуку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М.Г,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якому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273394" w:rsidRPr="00694EED" w:rsidRDefault="00273394" w:rsidP="0027339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73394" w:rsidRPr="00273394" w:rsidRDefault="00273394" w:rsidP="0027339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273394" w:rsidRPr="00273394" w:rsidRDefault="00273394" w:rsidP="0027339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273394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2114A9" w:rsidRDefault="002114A9"/>
    <w:sectPr w:rsidR="002114A9" w:rsidSect="00273394">
      <w:pgSz w:w="12240" w:h="15840"/>
      <w:pgMar w:top="1440" w:right="1440" w:bottom="28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394"/>
    <w:rsid w:val="002114A9"/>
    <w:rsid w:val="00273394"/>
    <w:rsid w:val="00E17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39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7339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7339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73394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39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7339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7339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73394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3</TotalTime>
  <Pages>1</Pages>
  <Words>287</Words>
  <Characters>1642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2021-07-07T07:04:00Z</dcterms:created>
  <dcterms:modified xsi:type="dcterms:W3CDTF">2021-07-07T08:43:00Z</dcterms:modified>
</cp:coreProperties>
</file>