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C" w:rsidRPr="000A4F3E" w:rsidRDefault="007B144C" w:rsidP="007B144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44C" w:rsidRDefault="007B144C" w:rsidP="007B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B144C" w:rsidRDefault="007B144C" w:rsidP="007B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B144C" w:rsidRPr="000A4F3E" w:rsidRDefault="007B144C" w:rsidP="007B144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44C" w:rsidRPr="000A4F3E" w:rsidRDefault="007B144C" w:rsidP="007B144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B144C" w:rsidRPr="000A4F3E" w:rsidRDefault="007B144C" w:rsidP="007B144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B144C" w:rsidRPr="000A4F3E" w:rsidRDefault="007B144C" w:rsidP="007B144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№13</w:t>
      </w:r>
    </w:p>
    <w:p w:rsidR="007B144C" w:rsidRDefault="007B144C" w:rsidP="007B144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B144C" w:rsidRPr="009D4F9B" w:rsidRDefault="007B144C" w:rsidP="007B144C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7B144C" w:rsidRPr="009D4F9B" w:rsidRDefault="007B144C" w:rsidP="007B144C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7B144C" w:rsidRPr="00384E2A" w:rsidRDefault="007B144C" w:rsidP="007B144C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9D4F9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Кравчуку В.В.</w:t>
      </w:r>
    </w:p>
    <w:p w:rsidR="007B144C" w:rsidRPr="009D4F9B" w:rsidRDefault="007B144C" w:rsidP="007B144C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B144C" w:rsidRDefault="007B144C" w:rsidP="007B144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Кравчука В.</w:t>
      </w:r>
      <w:proofErr w:type="gram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В.,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7B144C" w:rsidRPr="009D4F9B" w:rsidRDefault="007B144C" w:rsidP="007B144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B144C" w:rsidRPr="009D4F9B" w:rsidRDefault="007B144C" w:rsidP="007B144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Кравчуку Вадиму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Володимировичу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9D4F9B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0,2700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>.</w:t>
      </w:r>
    </w:p>
    <w:p w:rsidR="007B144C" w:rsidRPr="009D4F9B" w:rsidRDefault="007B144C" w:rsidP="007B144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Кравчуку Вадиму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Володимировичу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як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4E51EC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_______________</w:t>
      </w:r>
      <w:r w:rsidRPr="009D4F9B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4E51EC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власніст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0,27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00 га,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6823984000:02:0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09:0001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9D4F9B">
        <w:rPr>
          <w:rFonts w:ascii="Times New Roman" w:eastAsia="Arial Unicode MS" w:hAnsi="Times New Roman"/>
          <w:sz w:val="24"/>
          <w:szCs w:val="24"/>
        </w:rPr>
        <w:t>,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7B144C" w:rsidRPr="009D4F9B" w:rsidRDefault="007B144C" w:rsidP="007B144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Кравчуку В.В.,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7B144C" w:rsidRPr="009D4F9B" w:rsidRDefault="007B144C" w:rsidP="007B144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7B144C" w:rsidRPr="007B144C" w:rsidRDefault="007B144C" w:rsidP="007B144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3C6AE9" w:rsidRPr="007B144C" w:rsidRDefault="007B144C" w:rsidP="007B144C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  <w:r w:rsidRPr="009D4F9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sectPr w:rsidR="003C6AE9" w:rsidRPr="007B14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C"/>
    <w:rsid w:val="00171A2E"/>
    <w:rsid w:val="00304C90"/>
    <w:rsid w:val="003C6AE9"/>
    <w:rsid w:val="004E51EC"/>
    <w:rsid w:val="00505B6D"/>
    <w:rsid w:val="006D3977"/>
    <w:rsid w:val="007B144C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2020-09-01T13:35:00Z</dcterms:created>
  <dcterms:modified xsi:type="dcterms:W3CDTF">2020-09-01T15:25:00Z</dcterms:modified>
</cp:coreProperties>
</file>