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C44" w:rsidRDefault="00287C44" w:rsidP="00287C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C44" w:rsidRDefault="00287C44" w:rsidP="00287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7C44" w:rsidRDefault="00287C44" w:rsidP="00287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87C44" w:rsidRDefault="00287C44" w:rsidP="00287C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C44" w:rsidRDefault="00287C44" w:rsidP="00287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87C44" w:rsidRDefault="00287C44" w:rsidP="00287C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87C44" w:rsidRDefault="00287C44" w:rsidP="00287C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№102</w:t>
      </w:r>
    </w:p>
    <w:p w:rsidR="00287C44" w:rsidRPr="00FC0DC9" w:rsidRDefault="00287C44" w:rsidP="00287C4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87C44" w:rsidRPr="00FC0DC9" w:rsidRDefault="00287C44" w:rsidP="00287C4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Миронюк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Л.Б.</w:t>
      </w: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Миронюк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Л.Б.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287C44" w:rsidRPr="009B43AA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Миронюк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Лідії Борисівні,  яка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 xml:space="preserve">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45441">
        <w:rPr>
          <w:rFonts w:ascii="Times New Roman" w:eastAsia="Calibri" w:hAnsi="Times New Roman" w:cs="Times New Roman"/>
          <w:sz w:val="24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0,1500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яка розташована на території </w:t>
      </w:r>
      <w:r>
        <w:rPr>
          <w:rFonts w:ascii="Times New Roman" w:eastAsia="Calibri" w:hAnsi="Times New Roman" w:cs="Times New Roman"/>
          <w:sz w:val="24"/>
        </w:rPr>
        <w:t>Хмельницької області, Шепетівського району,</w:t>
      </w:r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сільської ради, </w:t>
      </w:r>
      <w:r>
        <w:rPr>
          <w:rFonts w:ascii="Times New Roman" w:eastAsia="Calibri" w:hAnsi="Times New Roman" w:cs="Times New Roman"/>
          <w:sz w:val="24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>.</w:t>
      </w: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Миронюк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Л.Б.</w:t>
      </w:r>
      <w:r w:rsidRPr="00FC0DC9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287C44" w:rsidRPr="00FC0DC9" w:rsidRDefault="00287C44" w:rsidP="00287C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87C44" w:rsidRPr="00FC0DC9" w:rsidRDefault="00287C44" w:rsidP="00287C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7C44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7C44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7C44" w:rsidRPr="00FC0DC9" w:rsidRDefault="00287C44" w:rsidP="00287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E5A06" w:rsidRPr="00287C44" w:rsidRDefault="00287C44" w:rsidP="00287C4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E5A06" w:rsidRPr="00287C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44"/>
    <w:rsid w:val="00171A2E"/>
    <w:rsid w:val="00287C44"/>
    <w:rsid w:val="00304C90"/>
    <w:rsid w:val="00505B6D"/>
    <w:rsid w:val="00545441"/>
    <w:rsid w:val="006D3977"/>
    <w:rsid w:val="007D6C18"/>
    <w:rsid w:val="00D1641A"/>
    <w:rsid w:val="00DE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BEB20"/>
  <w15:docId w15:val="{CD2AE0B4-6D0C-4179-B0B2-564FD1DC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C4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87C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87C4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87C4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2021-04-28T12:20:00Z</dcterms:created>
  <dcterms:modified xsi:type="dcterms:W3CDTF">2021-04-28T13:40:00Z</dcterms:modified>
</cp:coreProperties>
</file>