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2198" w:rsidRPr="00EF19B8" w:rsidRDefault="00682198" w:rsidP="0068219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EF19B8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682198" w:rsidRPr="00EF19B8" w:rsidRDefault="00682198" w:rsidP="00682198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F19B8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10B4701" wp14:editId="68AFD59D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442" name="Группа 124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34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42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qhksIA&#10;AADcAAAADwAAAGRycy9kb3ducmV2LnhtbESPT4vCMBTE74LfITzBm6baxZXaKCIqHgTR1fujef2D&#10;zUtpotZvbxYW9jjMzG+YdNWZWjypdZVlBZNxBII4s7riQsH1Zzeag3AeWWNtmRS8ycFq2e+lmGj7&#10;4jM9L74QAcIuQQWl900ipctKMujGtiEOXm5bgz7ItpC6xVeAm1pOo2gmDVYcFkpsaFNSdr88jAIb&#10;7w/HWzE9x1v+9rw+zfNbd1RqOOjWCxCeOv8f/msftIL4K4bfM+EIyO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SqGSwgAAANw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On+ccA&#10;AADcAAAADwAAAGRycy9kb3ducmV2LnhtbESPQWsCMRSE70L/Q3iFXkSztmLbrVFE2LZ6KKiFXh+b&#10;1822m5clibr115uC4HGYmW+Y6byzjTiQD7VjBaNhBoK4dLrmSsHnrhg8gQgRWWPjmBT8UYD57KY3&#10;xVy7I2/osI2VSBAOOSowMba5lKE0ZDEMXUucvG/nLcYkfSW1x2OC20beZ9lEWqw5LRhsaWmo/N3u&#10;rYKf4sN8LR9Pr77/vKFTv1i/NauJUne33eIFRKQuXsOX9rtW8DAew/+ZdATk7A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zp/n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XXasQA&#10;AADcAAAADwAAAGRycy9kb3ducmV2LnhtbESP3WrCQBCF7wu+wzKCN6VuNLVI6ipBmlK8EX8eYMiO&#10;2dDsbMhuk/j2bqHQy8P5+Tib3Wgb0VPna8cKFvMEBHHpdM2VguuleFmD8AFZY+OYFNzJw247edpg&#10;pt3AJ+rPoRJxhH2GCkwIbSalLw1Z9HPXEkfv5jqLIcqukrrDIY7bRi6T5E1arDkSDLa0N1R+n39s&#10;hBxTPB5uw6X4HHHAj4Ph5/yk1Gw65u8gAo3hP/zX/tIK0tcV/J6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F12r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4QwsUA&#10;AADcAAAADwAAAGRycy9kb3ducmV2LnhtbESPQUsDMRSE74L/ITzBm81a6yrbpkWqQhE8WAvF22Pz&#10;urt08xKSZ3f996YgeBxm5htmsRpdr04UU+fZwO2kAEVce9txY2D3+XrzCCoJssXeMxn4oQSr5eXF&#10;AivrB/6g01YalSGcKjTQioRK61S35DBNfCDO3sFHh5JlbLSNOGS46/W0KErtsOO80GKgdUv1cfvt&#10;DLwPL+Htobw/hK84m+r0bGW/FmOur8anOSihUf7Df+2NNXA3K+F8Jh8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hDC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vshsQA&#10;AADcAAAADwAAAGRycy9kb3ducmV2LnhtbESP3WrCQBCF7wu+wzKCN6VuNMVK6ipBmlK8EX8eYMiO&#10;2dDsbMhuk/j2bqHQy8P5+Tib3Wgb0VPna8cKFvMEBHHpdM2VguuleFmD8AFZY+OYFNzJw247edpg&#10;pt3AJ+rPoRJxhH2GCkwIbSalLw1Z9HPXEkfv5jqLIcqukrrDIY7bRi6TZCUt1hwJBlvaGyq/zz82&#10;Qo4pHg+34VJ8jjjgx8Hwc35SajYd83cQgcbwH/5rf2kF6esb/J6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b7Ib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0hK8MA&#10;AADcAAAADwAAAGRycy9kb3ducmV2LnhtbERPTWsCMRC9F/ofwhR6q9laq7I1iqiFUvBQK0hvw2bc&#10;XbqZhGR0t/++ORR6fLzvxWpwnbpSTK1nA4+jAhRx5W3LtYHj5+vDHFQSZIudZzLwQwlWy9ubBZbW&#10;9/xB14PUKodwKtFAIxJKrVPVkMM08oE4c2cfHUqGsdY2Yp/DXafHRTHVDlvODQ0G2jRUfR8uzsC+&#10;34X32fT5HL7iZKzT1sppI8bc3w3rF1BCg/yL/9xv1sDTJK/NZ/IR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0hK8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p4ocYA&#10;AADcAAAADwAAAGRycy9kb3ducmV2LnhtbESPQWsCMRSE7wX/Q3iCl6LZai11NUothAotSLXg9bF5&#10;7i5uXpYkdbf/3hQKPQ4z8w2z2vS2EVfyoXas4GGSgSAunKm5VPB11ONnECEiG2wck4IfCrBZD+5W&#10;mBvX8SddD7EUCcIhRwVVjG0uZSgqshgmriVO3tl5izFJX0rjsUtw28hplj1JizWnhQpbeq2ouBy+&#10;rYLtvitn/r7Y9u79/Haaa230h1ZqNOxfliAi9fE//NfeGQWzxwX8nklH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p4oc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jZMEA&#10;AADcAAAADwAAAGRycy9kb3ducmV2LnhtbERP3WrCMBS+H/gO4QjezVS3DumMpTgKMnYztwc4NGdN&#10;Z3NSktjWtzcXg11+fP/7cra9GMmHzrGCzToDQdw43XGr4PurftyBCBFZY++YFNwoQHlYPOyx0G7i&#10;TxrPsRUphEOBCkyMQyFlaAxZDGs3ECfux3mLMUHfSu1xSuG2l9sse5EWO04NBgc6Gmou56tVUL9v&#10;P8bLVfvaVfOzpdz87t6MUqvlXL2CiDTHf/Gf+6QVPOVpfjqTjoA8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lo2TBAAAA3A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XiesUA&#10;AADcAAAADwAAAGRycy9kb3ducmV2LnhtbESPQWsCMRSE7wX/Q3hCL0WzKoqsRlEhtNBCqQpeH5vn&#10;7uLmZUmiu/33TaHQ4zAz3zDrbW8b8SAfascKJuMMBHHhTM2lgvNJj5YgQkQ22DgmBd8UYLsZPK0x&#10;N67jL3ocYykShEOOCqoY21zKUFRkMYxdS5y8q/MWY5K+lMZjl+C2kdMsW0iLNaeFCls6VFTcjner&#10;YP/ZlTP/Uux79359vcy1NvpDK/U87HcrEJH6+B/+a78ZBbP5BH7PpCM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BeJ6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uYiMQA&#10;AADcAAAADwAAAGRycy9kb3ducmV2LnhtbESPwWrDMBBE74X8g9hAb41cNwnBjRxCiyGUXprkAxZr&#10;a7m2VkZSHOfvq0Chx2Fm3jDb3WR7MZIPrWMFz4sMBHHtdMuNgvOpetqACBFZY++YFNwowK6cPWyx&#10;0O7KXzQeYyMShEOBCkyMQyFlqA1ZDAs3ECfv23mLMUnfSO3xmuC2l3mWraXFltOCwYHeDNXd8WIV&#10;VB/559hdtK/cflpaWpmfzbtR6nE+7V9BRJrif/ivfdAKXlY53M+kI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7mIj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I0MIA&#10;AADcAAAADwAAAGRycy9kb3ducmV2LnhtbESP0WqDQBRE3wP5h+UG+pas1lqKySqhkNA81uQDLu6N&#10;iu5d426i+ftuodDHYWbOMLtiNr140OhaywriTQSCuLK65VrB5XxYf4BwHlljb5kUPMlBkS8XO8y0&#10;nfibHqWvRYCwy1BB4/2QSemqhgy6jR2Ig3e1o0Ef5FhLPeIU4KaXr1H0Lg22HBYaHOizoaor70bB&#10;23M63sq0iw7aUHxKhhP7KlXqZTXvtyA8zf4//Nf+0gqSNIHfM+EI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3EjQ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4j0cUA&#10;AADcAAAADwAAAGRycy9kb3ducmV2LnhtbESPQWvCQBSE74L/YXlCb7pprKFNXUMwWIqnNrU9P7LP&#10;JDT7NmRXjf++WxA8DjPzDbPORtOJMw2utazgcRGBIK6sbrlWcPjazZ9BOI+ssbNMCq7kINtMJ2tM&#10;tb3wJ51LX4sAYZeigsb7PpXSVQ0ZdAvbEwfvaAeDPsihlnrAS4CbTsZRlEiDLYeFBnvaNlT9liej&#10;4JT8xAc+7vVHWVzfXopd7uR3rdTDbMxfQXga/T18a79rBcvVE/yfC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iPRxQAAANw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vhWMcA&#10;AADcAAAADwAAAGRycy9kb3ducmV2LnhtbESPT2vCQBTE74LfYXlCb7qx1qDRVdpCoe2hwX8Hb8/s&#10;M4lm36bZrabfvlsQPA4z8xtmvmxNJS7UuNKyguEgAkGcWV1yrmC7eetPQDiPrLGyTAp+ycFy0e3M&#10;MdH2yiu6rH0uAoRdggoK7+tESpcVZNANbE0cvKNtDPogm1zqBq8Bbir5GEWxNFhyWCiwpteCsvP6&#10;xyjYpZN4mr58PJ0+vw44Mvp7r8tYqYde+zwD4an19/Ct/a4VjMZj+D8Tjo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74Vj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h2VMUA&#10;AADcAAAADwAAAGRycy9kb3ducmV2LnhtbESPQWvCQBSE74L/YXmCN91o2hCiq9hKbfGUquD1kX1N&#10;QrNvQ3YbY399t1DocZiZb5j1djCN6KlztWUFi3kEgriwuuZSweX8MktBOI+ssbFMCu7kYLsZj9aY&#10;aXvjd+pPvhQBwi5DBZX3bSalKyoy6Oa2JQ7eh+0M+iC7UuoObwFuGrmMokQarDksVNjSc0XF5+nL&#10;KPhOrpi71+XTPtae7g/pwR7zg1LTybBbgfA0+P/wX/tNK4gfE/g9E4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HZU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OuIcQA&#10;AADcAAAADwAAAGRycy9kb3ducmV2LnhtbESPwW7CMBBE75X4B2uRuIEDhQIBg1AFUm8tgQ9YxYsT&#10;Ea9DbCDw9XUlpB5HM/NGs1y3thI3anzpWMFwkIAgzp0u2Sg4Hnb9GQgfkDVWjknBgzysV523Jaba&#10;3XlPtywYESHsU1RQhFCnUvq8IIt+4Gri6J1cYzFE2RipG7xHuK3kKEk+pMWS40KBNX0WlJ+zq1Vw&#10;caOJbrMtfp+385/SmPHluR8r1eu2mwWIQG34D7/aX1rB+2QK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DriH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GoBMIA&#10;AADcAAAADwAAAGRycy9kb3ducmV2LnhtbERPu27CMBTdK/EP1kXqBg5FAZpiolKpUlYeQ8db+5IE&#10;4usQm5D26+sBqePRea/zwTaip87XjhXMpgkIYu1MzaWC4+FzsgLhA7LBxjEp+CEP+Wb0tMbMuDvv&#10;qN+HUsQQ9hkqqEJoMym9rsiin7qWOHIn11kMEXalNB3eY7ht5EuSLKTFmmNDhS19VKQv+5tVUNTf&#10;lC706dWutnr39XsN8+XZKPU8Ht7fQAQawr/44S6Mgnka18Yz8Qj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oagE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xuMEA&#10;AADcAAAADwAAAGRycy9kb3ducmV2LnhtbERPW2vCMBR+F/wP4Qh703SODa1G0cHA4QXmRF8PzVlT&#10;bE5KE2v990YY+Pjd+abz1paiodoXjhW8DhIQxJnTBecKDr9f/REIH5A1lo5JwY08zGfdzhRT7a78&#10;Q80+5CKWsE9RgQmhSqX0mSGLfuAq4qj9udpiiLDOpa7xGsttKYdJ8iEtFhwXDFb0aSg77y9WQYO7&#10;W3Iyy+34u9hkw93yuNaRVy+9djEBEagNT/N/eqUVvL2P4XEmHgE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dsbj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9nlsEA&#10;AADcAAAADwAAAGRycy9kb3ducmV2LnhtbERPTUvDQBC9C/0PyxS82U1TKBK7LSK0eKzRQ4/T7DSb&#10;mp0Ju2sT/fXuQfD4eN+b3eR7daMQO2EDy0UBirgR23Fr4ON9//AIKiZki70wGfimCLvt7G6DlZWR&#10;3+hWp1blEI4VGnApDZXWsXHkMS5kIM7cRYLHlGFotQ045nDf67Io1tpjx7nB4UAvjprP+ssbGA/N&#10;+VpeTtb9hEH29VGuZS/G3M+n5ydQiab0L/5zv1oDq3Wen8/kI6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fZ5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yPLMYA&#10;AADcAAAADwAAAGRycy9kb3ducmV2LnhtbESPS2vDMBCE74H+B7GF3hLZKaTBiWLyhBJaSl73rbW1&#10;nUgrY6mJ8++rQqHHYWa+YaZ5Z424UutrxwrSQQKCuHC65lLB8bDpj0H4gKzROCYFd/KQzx56U8y0&#10;u/GOrvtQighhn6GCKoQmk9IXFVn0A9cQR+/LtRZDlG0pdYu3CLdGDpNkJC3WHBcqbGhZUXHZf1sF&#10;m4+VOQ/fd/OTDMv1y6cZbxerN6WeHrv5BESgLvyH/9qvWsHzKIXfM/EIyN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yPL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5i8MQA&#10;AADcAAAADwAAAGRycy9kb3ducmV2LnhtbESP3YrCMBSE7xd8h3AEbxZNV1GkGkUWRAUF/8DbY3Ns&#10;i81JaWKtb2+Ehb0cZuYbZjpvTCFqqlxuWcFPLwJBnFidc6rgfFp2xyCcR9ZYWCYFL3Iwn7W+phhr&#10;++QD1UefigBhF6OCzPsyltIlGRl0PVsSB+9mK4M+yCqVusJngJtC9qNoJA3mHBYyLOk3o+R+fBgF&#10;9X57Tde1Kzf38bcbDq6r1U5flOq0m8UEhKfG/4f/2mutYDDqw+dMOAJy9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+YvD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RGG8cA&#10;AADcAAAADwAAAGRycy9kb3ducmV2LnhtbESPQWvCQBSE70L/w/IK3nRTrWLTrKKC0Iugtod6e2Zf&#10;k5Ds27i7auyv7xYKPQ4z8w2TLTrTiCs5X1lW8DRMQBDnVldcKPh43wxmIHxA1thYJgV38rCYP/Qy&#10;TLW98Z6uh1CICGGfooIyhDaV0uclGfRD2xJH78s6gyFKV0jt8BbhppGjJJlKgxXHhRJbWpeU14eL&#10;UbB6ma3Ou2fefu9PRzp+nurJyCVK9R+75SuIQF34D/+137SC8XQMv2fi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kRhvHAAAA3AAAAA8AAAAAAAAAAAAAAAAAmAIAAGRy&#10;cy9kb3ducmV2LnhtbFBLBQYAAAAABAAEAPUAAACMAwAAAAA=&#10;" fillcolor="black" stroked="f"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9/d8cA&#10;AADcAAAADwAAAGRycy9kb3ducmV2LnhtbESPzWvCQBTE7wX/h+UJvdWNtgaJrqL9AEE9+HHw+Jp9&#10;TZZk34bsVmP/+m6h4HGYmd8ws0Vna3Gh1hvHCoaDBARx7rThQsHp+PE0AeEDssbaMSm4kYfFvPcw&#10;w0y7K+/pcgiFiBD2GSooQ2gyKX1ekkU/cA1x9L5cazFE2RZSt3iNcFvLUZKk0qLhuFBiQ68l5dXh&#10;2yo4b1Iz2RsafW5/Vu96O65Wu7dKqcd+t5yCCNSFe/i/vdYKntMX+DsTj4C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/f3f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wAsQA&#10;AADcAAAADwAAAGRycy9kb3ducmV2LnhtbESPQWsCMRSE7wX/Q3iCt5q1UpHVKGIRe+mhtuL1sXlu&#10;1t28rEnU1V/fFAo9DjPzDTNfdrYRV/KhcqxgNMxAEBdOV1wq+P7aPE9BhIissXFMCu4UYLnoPc0x&#10;1+7Gn3TdxVIkCIccFZgY21zKUBiyGIauJU7e0XmLMUlfSu3xluC2kS9ZNpEWK04LBltaGyrq3cUq&#10;8KvDW/3gy77OHh/3sD115ykapQb9bjUDEamL/+G/9rtWMJ68wu+Zd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u8AL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xbcUA&#10;AADcAAAADwAAAGRycy9kb3ducmV2LnhtbESPUWvCQBCE3wv+h2OFvhS9VCGtqaeUQqGgCFp/wJpb&#10;k9C7vZDbauyv9wShj8PMfMPMl7136kRdbAIbeB5noIjLYBuuDOy/P0evoKIgW3SBycCFIiwXg4c5&#10;FjaceUunnVQqQTgWaKAWaQutY1mTxzgOLXHyjqHzKEl2lbYdnhPcOz3Jslx7bDgt1NjSR03lz+7X&#10;G3CTg5utXuJaLnu9zv68bJ821pjHYf/+Bkqol//wvf1lDUzzHG5n0hH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MTFt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A1/cUA&#10;AADcAAAADwAAAGRycy9kb3ducmV2LnhtbESPQWsCMRSE7wX/Q3hCbzVbC1ZWo7QVYS8euq54fW6e&#10;m8XkZdmkuvXXN4VCj8PMfMMs14Oz4kp9aD0reJ5kIIhrr1tuFFT77dMcRIjIGq1nUvBNAdar0cMS&#10;c+1v/EnXMjYiQTjkqMDE2OVShtqQwzDxHXHyzr53GJPsG6l7vCW4s3KaZTPpsOW0YLCjD0P1pfxy&#10;CjZlZ6dVYd7D8bA7nWxx39Jxo9TjeHhbgIg0xP/wX7vQCl5mr/B7Jh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8DX9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Hfy8EA&#10;AADcAAAADwAAAGRycy9kb3ducmV2LnhtbERPPWvDMBDdC/kP4gLdGiktuMWJEkKIwdCpbjJ0O6SL&#10;7cQ6GUu13X9fDYWOj/e93c+uEyMNofWsYb1SIIiNty3XGs6fxdMbiBCRLXaeScMPBdjvFg9bzK2f&#10;+IPGKtYihXDIUUMTY59LGUxDDsPK98SJu/rBYUxwqKUdcErhrpPPSmXSYcupocGejg2Ze/XtNNwK&#10;+e6NQnM5X6bSvn6dMuqU1o/L+bABEWmO/+I/d2k1vGRpbTqTj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h38v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duRsQA&#10;AADcAAAADwAAAGRycy9kb3ducmV2LnhtbESPQYvCMBSE7wv+h/CEva2pCuJWo6ggLMoe1EU8Pptn&#10;W9q8lCRq/fdmQfA4zMw3zHTemlrcyPnSsoJ+LwFBnFldcq7g77D+GoPwAVljbZkUPMjDfNb5mGKq&#10;7Z13dNuHXEQI+xQVFCE0qZQ+K8ig79mGOHoX6wyGKF0utcN7hJtaDpJkJA2WHBcKbGhVUFbtr0bB&#10;6brly+9ws3DLcLTtwVeD87hS6rPbLiYgArXhHX61f7SC4egb/s/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3bkbEAAAA3A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9OscQA&#10;AADcAAAADwAAAGRycy9kb3ducmV2LnhtbERPyW7CMBC9I/UfrEHqDRygZUljUKmE1EulshzgNomn&#10;SUQ8DraBtF9fHyr1+PT2bNWZRtzI+dqygtEwAUFcWF1zqeCw3wzmIHxA1thYJgXf5GG1fOhlmGp7&#10;5y3ddqEUMYR9igqqENpUSl9UZNAPbUscuS/rDIYIXSm1w3sMN40cJ8lUGqw5NlTY0ltFxXl3NQrW&#10;i/n68vnEHz/b/ESnY35+HrtEqcd+9/oCIlAX/sV/7netYDKL8+O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vTrHEAAAA3AAAAA8AAAAAAAAAAAAAAAAAmAIAAGRycy9k&#10;b3ducmV2LnhtbFBLBQYAAAAABAAEAPUAAACJAwAAAAA=&#10;" fillcolor="black" stroked="f"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vmC8QA&#10;AADcAAAADwAAAGRycy9kb3ducmV2LnhtbESPUUvDMBSF3wX/Q7iCby6dAyd1aSkDUfbUTcXXu+ba&#10;FJubksSs+/dGEPZ4OOd8h7OpZzuKRD4MjhUsFwUI4s7pgXsF72/Pd48gQkTWODomBWcKUFfXVxss&#10;tTvxntIh9iJDOJSowMQ4lVKGzpDFsHATcfa+nLcYs/S91B5PGW5HeV8UD9LiwHnB4ERbQ9334ccq&#10;SMdt26zSZzL7nW9679qXj2Or1O3N3DyBiDTHS/i//aoVrNZL+DuTj4C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L5gv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v//sUA&#10;AADcAAAADwAAAGRycy9kb3ducmV2LnhtbESPQWvCQBSE70L/w/IK3nSjgm1TVxFRqV5s00J7fGRf&#10;s8Hs25BdY+qvdwuCx2FmvmFmi85WoqXGl44VjIYJCOLc6ZILBV+fm8EzCB+QNVaOScEfeVjMH3oz&#10;TLU78we1WShEhLBPUYEJoU6l9Lkhi37oauLo/brGYoiyKaRu8BzhtpLjJJlKiyXHBYM1rQzlx+xk&#10;FfjRav29t5eX9mdr+JDtzPS9MEr1H7vlK4hAXbiHb+03rWDyNIb/M/EI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2//+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82198" w:rsidRPr="00EF19B8" w:rsidRDefault="00682198" w:rsidP="0068219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682198" w:rsidRPr="00EF19B8" w:rsidRDefault="00682198" w:rsidP="0068219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82198" w:rsidRPr="00EF19B8" w:rsidRDefault="00682198" w:rsidP="0068219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82198" w:rsidRPr="00EF19B8" w:rsidRDefault="00682198" w:rsidP="0068219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82198" w:rsidRPr="00EF19B8" w:rsidRDefault="00682198" w:rsidP="0068219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/>
        </w:rPr>
      </w:pPr>
    </w:p>
    <w:p w:rsidR="00682198" w:rsidRPr="00EF19B8" w:rsidRDefault="00682198" w:rsidP="0068219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82198" w:rsidRPr="00EF19B8" w:rsidRDefault="00682198" w:rsidP="00682198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82198" w:rsidRPr="00EF19B8" w:rsidRDefault="00682198" w:rsidP="0068219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82198" w:rsidRPr="00EF19B8" w:rsidRDefault="00682198" w:rsidP="0068219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82198" w:rsidRPr="00EF19B8" w:rsidRDefault="00682198" w:rsidP="0068219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F19B8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CA2E996" wp14:editId="50E7FB8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393" name="Группа 123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394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5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6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7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8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9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0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1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2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3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4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5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6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7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8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9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0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2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3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4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7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9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0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2198" w:rsidRDefault="00682198" w:rsidP="006821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393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wYRMIA&#10;AADeAAAADwAAAGRycy9kb3ducmV2LnhtbERPS4vCMBC+C/6HMMLeNLUVH9UoIrviQRBf96EZ22Iz&#10;KU1W6783Cwve5uN7zmLVmko8qHGlZQXDQQSCOLO65FzB5fzTn4JwHlljZZkUvMjBatntLDDV9slH&#10;epx8LkIIuxQVFN7XqZQuK8igG9iaOHA32xj0ATa51A0+Q7ipZBxFY2mw5NBQYE2bgrL76dcosMl2&#10;t7/m8TH55onn9WF6u7Z7pb567XoOwlPrP+J/906H+XEyG8HfO+EGuX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vBhE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QPfMcA&#10;AADeAAAADwAAAGRycy9kb3ducmV2LnhtbERPTWsCMRC9F/ofwhR6kZrVUqtbo4iwtvZQUAu9Dpvp&#10;ZtvNZElSXf31RhB6m8f7nOm8s43Ykw+1YwWDfgaCuHS65krB5654GIMIEVlj45gUHCnAfHZ7M8Vc&#10;uwNvaL+NlUghHHJUYGJscylDachi6LuWOHHfzluMCfpKao+HFG4bOcyykbRYc2ow2NLSUPm7/bMK&#10;fooP87V8Pq18b7KhU694f23WI6Xu77rFC4hIXfwXX91vOs0fPk6e4PJOukHO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A0D3z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U1CsUA&#10;AADeAAAADwAAAGRycy9kb3ducmV2LnhtbESP3YrCMBCF74V9hzALeyOaroJobRRZVBZvxJ8HGJpp&#10;U2wmpYm2+/ZmQfBuhnPmfGeydW9r8aDWV44VfI8TEMS50xWXCq6X3WgOwgdkjbVjUvBHHtarj0GG&#10;qXYdn+hxDqWIIexTVGBCaFIpfW7Ioh+7hjhqhWsthri2pdQtdjHc1nKSJDNpseJIMNjQj6H8dr7b&#10;CDlO8Xgoustu32OH24Ph4eak1Ndnv1mCCNSHt/l1/atj/cl0MYP/d+IM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9TUK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2Fq8UA&#10;AADeAAAADwAAAGRycy9kb3ducmV2LnhtbERPTUsDMRC9C/0PYQRvNuuqra5Ni1QFKXiwCqW3YTPd&#10;XbqZhGTsrv/eCIK3ebzPWaxG16sTxdR5NnA1LUAR19523Bj4/Hi5vAOVBNli75kMfFOC1XJytsDK&#10;+oHf6bSVRuUQThUaaEVCpXWqW3KYpj4QZ+7go0PJMDbaRhxyuOt1WRQz7bDj3NBioHVL9XH75Qy8&#10;Dc9hM5/dHsI+3pQ6PVnZrcWYi/Px8QGU0Cj/4j/3q83zy+v7O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PYWr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YE48QA&#10;AADeAAAADwAAAGRycy9kb3ducmV2LnhtbESPzWrCQBDH7wXfYRnBS9GNCkVTVxGpRbyIHw8wZMds&#10;aHY2ZLcmvn3nIPQ2w/w/frPa9L5WD2pjFdjAdJKBIi6Crbg0cLvuxwtQMSFbrAOTgSdF2KwHbyvM&#10;bej4TI9LKpWEcMzRgEupybWOhSOPcRIaYrndQ+sxydqW2rbYSbiv9SzLPrTHiqXBYUM7R8XP5ddL&#10;yWmOp+O9u+6/e+zw6+j4fXs2ZjTst5+gEvXpX/xyH6zgz+ZL4ZV3ZAa9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mBO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60QsUA&#10;AADeAAAADwAAAGRycy9kb3ducmV2LnhtbERPTUsDMRC9C/0PYQRvNuuq1W6bFqkKUvBgFaS3YTPd&#10;XbqZhGTsrv/eCIK3ebzPWa5H16sTxdR5NnA1LUAR19523Bj4eH++vAeVBNli75kMfFOC9WpytsTK&#10;+oHf6LSTRuUQThUaaEVCpXWqW3KYpj4QZ+7go0PJMDbaRhxyuOt1WRQz7bDj3NBioE1L9XH35Qy8&#10;Dk9heze7PYR9vCl1erTyuRFjLs7HhwUooVH+xX/uF5vnl9fzOfy+k2/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7rR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FY1MgA&#10;AADeAAAADwAAAGRycy9kb3ducmV2LnhtbESPQUsDMRCF70L/Q5iCF7FZWxVZmxYrhBYUxCp4HTbT&#10;3cXNZEnS7vbfdw6CtxnmzXvvW65H36kTxdQGNnA3K0ARV8G1XBv4/rK3T6BSRnbYBSYDZ0qwXk2u&#10;lli6MPAnnfa5VmLCqUQDTc59qXWqGvKYZqEnltshRI9Z1lhrF3EQc9/peVE8ao8tS0KDPb02VP3u&#10;j97A5mOoF/Gm2ozh7bD9ebDW2XdrzPV0fHkGlWnM/+K/752T+vP7QgAER2bQq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2cVjU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23sMIA&#10;AADeAAAADwAAAGRycy9kb3ducmV2LnhtbERP3WrCMBS+F/YO4Qx2p6nFDammIkphjN1MfYBDc9Z0&#10;bU5KEmv39stA8O58fL9nu5tsL0byoXWsYLnIQBDXTrfcKLicq/kaRIjIGnvHpOCXAuzKp9kWC+1u&#10;/EXjKTYihXAoUIGJcSikDLUhi2HhBuLEfTtvMSboG6k93lK47WWeZW/SYsupweBAB0N1d7paBdVH&#10;/jl2V+0rt59Wll7Nz/polHp5nvYbEJGm+BDf3e86zc9X2RL+30k3y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bew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9jOMUA&#10;AADeAAAADwAAAGRycy9kb3ducmV2LnhtbERP32vCMBB+H/g/hBv4Mma6uo1RjaKDoDBhzA18PZqz&#10;LWsuJYm2/vdGGOztPr6fN18OthVn8qFxrOBpkoEgLp1puFLw860f30CEiGywdUwKLhRguRjdzbEw&#10;rucvOu9jJVIIhwIV1DF2hZShrMlimLiOOHFH5y3GBH0ljcc+hdtW5ln2Ki02nBpq7Oi9pvJ3f7IK&#10;1p99NfUP5XpwH8fN4UVro3daqfH9sJqBiDTEf/Gfe2vS/Pw5y+H2TrpB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72M4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OMXMMA&#10;AADeAAAADwAAAGRycy9kb3ducmV2LnhtbERP3WrCMBS+H/gO4Qi7m+k6J9KZimwUZOxm6gMcmrOm&#10;a3NSkljr2y+CsLvz8f2ezXayvRjJh9axgudFBoK4drrlRsHpWD2tQYSIrLF3TAquFGBbzh42WGh3&#10;4W8aD7ERKYRDgQpMjEMhZagNWQwLNxAn7sd5izFB30jt8ZLCbS/zLFtJiy2nBoMDvRuqu8PZKqg+&#10;86+xO2tfud20tPRqftcfRqnH+bR7AxFpiv/iu3uv0/x8mb3A7Z10gy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OMX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SKwMIA&#10;AADeAAAADwAAAGRycy9kb3ducmV2LnhtbERPzWrCQBC+F3yHZQq91d2kUUrqKqWgNEejDzBkp0kw&#10;Oxuzq0nevlsoeJuP73c2u8l24k6Dbx1rSJYKBHHlTMu1hvNp//oOwgdkg51j0jCTh9128bTB3LiR&#10;j3QvQy1iCPscNTQh9LmUvmrIol+6njhyP26wGCIcamkGHGO47WSq1FpabDk2NNjTV0PVpbxZDdk8&#10;Hq7l6qL2xlJSvPUFh2ql9cvz9PkBItAUHuJ/97eJ89NMZfD3TrxB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tIrA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o59MQA&#10;AADeAAAADwAAAGRycy9kb3ducmV2LnhtbERPS2vCQBC+F/wPywi91Y3Bio1uRJSU0lON1vOQnTww&#10;Oxuya4z/vlso9DYf33M229G0YqDeNZYVzGcRCOLC6oYrBedT9rIC4TyyxtYyKXiQg206edpgou2d&#10;jzTkvhIhhF2CCmrvu0RKV9Rk0M1sRxy40vYGfYB9JXWP9xBuWhlH0VIabDg01NjRvqbimt+Mgtvy&#10;Ep+5/NRf+eHx/nbIdk5+V0o9T8fdGoSn0f+L/9wfOsyPF9Er/L4TbpD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b6Of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cXnsYA&#10;AADeAAAADwAAAGRycy9kb3ducmV2LnhtbERPTWvCQBC9C/0PyxS86cZUgk1dpRUK1kOD2h56m2bH&#10;JJqdjdmtpv/eFQRv83ifM513phYnal1lWcFoGIEgzq2uuFDwtX0fTEA4j6yxtkwK/snBfPbQm2Kq&#10;7ZnXdNr4QoQQdikqKL1vUildXpJBN7QNceB2tjXoA2wLqVs8h3BTyziKEmmw4tBQYkOLkvLD5s8o&#10;+M4myXP29jHerz5/8cno44+uEqX6j93rCwhPnb+Lb+6lDvPjcZTA9Z1wg5x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UcXn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IlkcMA&#10;AADeAAAADwAAAGRycy9kb3ducmV2LnhtbERPS4vCMBC+C/6HMMLeNLUrKtUouovu4skXeB2asS02&#10;k9JErfvrjbDgbT6+50znjSnFjWpXWFbQ70UgiFOrC84UHA+r7hiE88gaS8uk4EEO5rN2a4qJtnfe&#10;0W3vMxFC2CWoIPe+SqR0aU4GXc9WxIE729qgD7DOpK7xHsJNKeMoGkqDBYeGHCv6yim97K9Gwd/w&#10;hFv3Ey+/P7Wnx2C8tpvtWqmPTrOYgPDU+Lf43/2rw/x4EI3g9U64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Ilk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TYTcYA&#10;AADeAAAADwAAAGRycy9kb3ducmV2LnhtbESPQW/CMAyF70j7D5En7Qbpqm7aCgFNiEm7Dbr9AKsx&#10;aUXjlCZAx6/HB6TdbL3n9z4vVqPv1JmG2AY28DzLQBHXwbbsDPz+fE7fQMWEbLELTAb+KMJq+TBZ&#10;YGnDhXd0rpJTEsKxRANNSn2pdawb8hhnoScWbR8Gj0nWwWk74EXCfafzLHvVHluWhgZ7WjdUH6qT&#10;N3AM+Ysdqw1+Hzbv29a54njdFcY8PY4fc1CJxvRvvl9/WcHPi0x45R2ZQS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TYT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QbPcMA&#10;AADeAAAADwAAAGRycy9kb3ducmV2LnhtbERPyW7CMBC9V+IfrEHqrTilZQsxqK1UiSvLgeNgTxYa&#10;j9PYhZSvx0hI3ObprZMtO1uLE7W+cqzgdZCAINbOVFwo2G2/X6YgfEA2WDsmBf/kYbnoPWWYGnfm&#10;NZ02oRAxhH2KCsoQmlRKr0uy6AeuIY5c7lqLIcK2kKbFcwy3tRwmyVharDg2lNjQV0n6Z/NnFayq&#10;A43GOp/Z6ade7y+/4W1yNEo997uPOYhAXXiI7+6VifOH78kMbu/EG+Ti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KQbP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bdqsUA&#10;AADeAAAADwAAAGRycy9kb3ducmV2LnhtbERPTWvCQBC9F/wPywi91Y1BSo2uUgsFS1tBW/Q6ZMds&#10;aHY2ZLcx/vvOoeBtZt7HvLdcD75RPXWxDmxgOslAEZfB1lwZ+P56fXgCFROyxSYwGbhShPVqdLfE&#10;woYL76k/pEqJCccCDbiU2kLrWDryGCehJRbsHDqPSdau0rbDi5j7RudZ9qg91iwfHLb04qj8Ofx6&#10;Az3urtnJbT7nb/VHme82x3crd3M/Hp4XoBIN6Ub+V2+txM9nUykgdWQGv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Zt2q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U53MIA&#10;AADeAAAADwAAAGRycy9kb3ducmV2LnhtbERPTUsDMRC9C/6HMII3m20QkbVpKULFo64eehw30822&#10;m5klid3VX28Ewds83uesNnMY1Jli6oUtLBcVKOJWXM+dhfe33c09qJSRHQ7CZOGLEmzWlxcrrJ1M&#10;/ErnJneqhHCq0YLPeay1Tq2ngGkhI3HhDhID5gJjp13EqYSHQZuqutMBey4NHkd69NSems9gYXpq&#10;P47msHf+O46ya17kaAax9vpq3j6AyjTnf/Gf+9mV+eZ2aeD3nXKD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9Tnc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GMUMUA&#10;AADeAAAADwAAAGRycy9kb3ducmV2LnhtbERP22oCMRB9L/Qfwgh9q1m3pcpqFC8VpLSIt/dxM+5u&#10;TSbLJtX175tCwbc5nOuMJq014kKNrxwr6HUTEMS50xUXCva75fMAhA/IGo1jUnAjD5Px48MIM+2u&#10;vKHLNhQihrDPUEEZQp1J6fOSLPquq4kjd3KNxRBhU0jd4DWGWyPTJHmTFiuODSXWNC8pP29/rILl&#10;emG+06/N9CDD/L1/NIOP2eJTqadOOx2CCNSGu/jfvdJxfvrae4G/d+INcvw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QYxQ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7JsMQA&#10;AADeAAAADwAAAGRycy9kb3ducmV2LnhtbERP24rCMBB9F/yHMIIvy5p6W6QaRQRRYQV1F3wdm7Et&#10;NpPSxFr/3iws+DaHc53ZojGFqKlyuWUF/V4EgjixOudUwe/P+nMCwnlkjYVlUvAkB4t5uzXDWNsH&#10;H6k++VSEEHYxKsi8L2MpXZKRQdezJXHgrrYy6AOsUqkrfIRwU8hBFH1JgzmHhgxLWmWU3E53o6A+&#10;fF/Sbe3K3W3y4cbDy2az12elup1mOQXhqfFv8b97q8P8wag/gr93wg1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eybD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4SNsUA&#10;AADeAAAADwAAAGRycy9kb3ducmV2LnhtbERPTWsCMRC9F/ofwhS81ayLFl2NooLQS0FtD3obN+Pu&#10;4mayJlFXf30jFHqbx/ucyaw1tbiS85VlBb1uAoI4t7riQsHP9+p9CMIHZI21ZVJwJw+z6evLBDNt&#10;b7yh6zYUIoawz1BBGUKTSenzkgz6rm2II3e0zmCI0BVSO7zFcFPLNEk+pMGKY0OJDS1Lyk/bi1Gw&#10;GA0X53Wfvx6bw572u8NpkLpEqc5bOx+DCNSGf/Gf+1PH+Wm/N4DnO/EGO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fhI2xQAAAN4AAAAPAAAAAAAAAAAAAAAAAJgCAABkcnMv&#10;ZG93bnJldi54bWxQSwUGAAAAAAQABAD1AAAAigMAAAAA&#10;" fillcolor="black" stroked="f"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tcXsQA&#10;AADcAAAADwAAAGRycy9kb3ducmV2LnhtbERPS2vCQBC+F/oflin0VjcGKja6io8WCurBx8HjmB2T&#10;JdnZkN1q9Nd3hUJv8/E9ZzztbC0u1HrjWEG/l4Agzp02XCg47L/ehiB8QNZYOyYFN/IwnTw/jTHT&#10;7spbuuxCIWII+wwVlCE0mZQ+L8mi77mGOHJn11oMEbaF1C1eY7itZZokA2nRcGwosaFFSXm1+7EK&#10;jquBGW4Npaf1ff6p1+/VfLOslHp96WYjEIG68C/+c3/rOP8jhccz8QI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LXF7EAAAA3A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rTK8IA&#10;AADcAAAADwAAAGRycy9kb3ducmV2LnhtbERPS2sCMRC+F/wPYYTeatYWiq5GEYvYSw/1gddhM27W&#10;3UzWJOrqr28Khd7m43vOdN7ZRlzJh8qxguEgA0FcOF1xqWC3Xb2MQISIrLFxTAruFGA+6z1NMdfu&#10;xt903cRSpBAOOSowMba5lKEwZDEMXEucuKPzFmOCvpTa4y2F20a+Ztm7tFhxajDY0tJQUW8uVoFf&#10;HD7qB1/2dfb4uof1qTuP0Cj13O8WExCRuvgv/nN/6jR//Aa/z6QL5O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WtMrwgAAANw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4UR8IA&#10;AADcAAAADwAAAGRycy9kb3ducmV2LnhtbERP22oCMRB9L/gPYQq+FM1WStXVKFIoCErByweMm3F3&#10;aTJZNlNd/fqmUPBtDuc682XnnbpQG+vABl6HGSjiItiaSwPHw+dgAioKskUXmAzcKMJy0XuaY27D&#10;lXd02UupUgjHHA1UIk2udSwq8hiHoSFO3Dm0HiXBttS2xWsK906Psuxde6w5NVTY0EdFxff+xxtw&#10;o5ObbsZxK7ej3mZ3L7uXL2tM/7lbzUAJdfIQ/7vXNs2fvsHfM+kCvf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vhRHwgAAANw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8Q18IA&#10;AADcAAAADwAAAGRycy9kb3ducmV2LnhtbERPTWsCMRC9F/wPYQRvNatgqVuj1Iqwlx66Kl7HzXSz&#10;NJksm1RXf30jCL3N433OYtU7K87Uhcazgsk4A0Fced1wrWC/2z6/gggRWaP1TAquFGC1HDwtMNf+&#10;wl90LmMtUgiHHBWYGNtcylAZchjGviVO3LfvHMYEu1rqDi8p3Fk5zbIX6bDh1GCwpQ9D1U/56xRs&#10;ytZO94VZh+Ph83SyxW1Lx41So2H//gYiUh//xQ93odP8+Qzuz6QL5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fxDXwgAAANw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Pw5MEA&#10;AADcAAAADwAAAGRycy9kb3ducmV2LnhtbERPO2vDMBDeC/kP4gLdGikd3MSJYkqoIZApryHbIV1t&#10;t9bJWGrs/PuoUOh2H9/z1sXoWnGjPjSeNcxnCgSx8bbhSsP5VL4sQISIbLH1TBruFKDYTJ7WmFs/&#10;8IFux1iJFMIhRw11jF0uZTA1OQwz3xEn7tP3DmOCfSVtj0MKd618VSqTDhtODTV2tK3JfB9/nIav&#10;Uu69UWgu58uws2/Xj4xapfXzdHxfgYg0xn/xn3tn0/xlBr/PpAvk5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j8OT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VBacIA&#10;AADcAAAADwAAAGRycy9kb3ducmV2LnhtbERPTYvCMBC9L/gfwgje1lSFXa1GUUEQZQ+rIh7HZmxL&#10;m0lJonb/vVlY2Ns83ufMFq2pxYOcLy0rGPQTEMSZ1SXnCk7HzfsYhA/IGmvLpOCHPCzmnbcZpto+&#10;+Zseh5CLGMI+RQVFCE0qpc8KMuj7tiGO3M06gyFCl0vt8BnDTS2HSfIhDZYcGwpsaF1QVh3uRsHl&#10;vufb12i3dKtwtu3RV8PruFKq122XUxCB2vAv/nNvdZw/+YTfZ+IFc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dUFpwgAAANw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HKrMcA&#10;AADcAAAADwAAAGRycy9kb3ducmV2LnhtbESPT2/CMAzF75P2HSJP4jZSEENQCGhMmrTLpPHnADfT&#10;mLaicbokg26ffj4gcbP1nt/7eb7sXKMuFGLt2cCgn4EiLrytuTSw274/T0DFhGyx8UwGfinCcvH4&#10;MMfc+iuv6bJJpZIQjjkaqFJqc61jUZHD2PctsWgnHxwmWUOpbcCrhLtGD7NsrB3WLA0VtvRWUXHe&#10;/DgDq+lk9f014s+/9fFAh/3x/DIMmTG9p+51BipRl+7m2/WHFfyp0MozMoFe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bRyqzHAAAA3AAAAA8AAAAAAAAAAAAAAAAAmAIAAGRy&#10;cy9kb3ducmV2LnhtbFBLBQYAAAAABAAEAPUAAACMAwAAAAA=&#10;" fillcolor="black" stroked="f"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ViFsIA&#10;AADcAAAADwAAAGRycy9kb3ducmV2LnhtbERP30vDMBB+F/wfwgm+uVQF2WrTUQai7KnbFF9vzdkU&#10;m0tJYtb990YQ9nYf38+r1rMdRSIfBscK7hcFCOLO6YF7Be+Hl7sliBCRNY6OScGZAqzr66sKS+1O&#10;vKO0j73IIRxKVGBinEopQ2fIYli4iThzX85bjBn6XmqPpxxuR/lQFE/S4sC5weBEG0Pd9/7HKkjH&#10;Tds8ps9kdlvf9N61rx/HVqnbm7l5BhFpjhfxv/tN5/mrFfw9ky+Q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9WIWwgAAANw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K48sMA&#10;AADcAAAADwAAAGRycy9kb3ducmV2LnhtbESPQWvCQBSE7wX/w/KE3urGHkRTVxHRYr1Yo9AeH9nX&#10;bDD7NmTXGP31bkHwOMzMN8x03tlKtNT40rGC4SABQZw7XXKh4HhYv41B+ICssXJMCq7kYT7rvUwx&#10;1e7Ce2qzUIgIYZ+iAhNCnUrpc0MW/cDVxNH7c43FEGVTSN3gJcJtJd+TZCQtlhwXDNa0NJSfsrNV&#10;4IfL1c/W3ibt76fhXfZlRt+FUeq13y0+QATqwjP8aG+0gkiE/zPxCMjZ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K48sMAAADc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82198" w:rsidRDefault="00682198" w:rsidP="006821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682198" w:rsidRPr="00EF19B8" w:rsidRDefault="00682198" w:rsidP="0068219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 w:rsidRPr="00EF19B8"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682198" w:rsidRPr="00EF19B8" w:rsidRDefault="00682198" w:rsidP="0068219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682198" w:rsidRPr="00EF19B8" w:rsidRDefault="00682198" w:rsidP="0068219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</w:t>
      </w:r>
      <w:proofErr w:type="gram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682198" w:rsidRPr="00EF19B8" w:rsidRDefault="00682198" w:rsidP="00682198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682198" w:rsidRPr="00EF19B8" w:rsidRDefault="00682198" w:rsidP="00682198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682198" w:rsidRPr="00EF19B8" w:rsidRDefault="00682198" w:rsidP="0068219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lang w:eastAsia="en-US"/>
        </w:rPr>
      </w:pPr>
      <w:r w:rsidRPr="00EF19B8">
        <w:rPr>
          <w:rFonts w:ascii="Times New Roman" w:eastAsia="Calibri" w:hAnsi="Times New Roman" w:cs="Times New Roman"/>
          <w:sz w:val="24"/>
          <w:lang w:eastAsia="en-US"/>
        </w:rPr>
        <w:t>__.06.2021р.                         Крупець                                        №_____</w:t>
      </w:r>
    </w:p>
    <w:p w:rsidR="00682198" w:rsidRPr="00EF19B8" w:rsidRDefault="00682198" w:rsidP="0068219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82198" w:rsidRPr="00EF19B8" w:rsidRDefault="00682198" w:rsidP="0068219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82198" w:rsidRPr="00EF19B8" w:rsidRDefault="00682198" w:rsidP="0068219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передачу у приватну власність</w:t>
      </w:r>
    </w:p>
    <w:p w:rsidR="00682198" w:rsidRPr="00EF19B8" w:rsidRDefault="00682198" w:rsidP="0068219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</w:t>
      </w:r>
    </w:p>
    <w:p w:rsidR="00682198" w:rsidRPr="00EF19B8" w:rsidRDefault="00682198" w:rsidP="0068219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Шпарук</w:t>
      </w:r>
      <w:proofErr w:type="spellEnd"/>
      <w:r w:rsidRPr="00EF19B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В.В.</w:t>
      </w:r>
    </w:p>
    <w:p w:rsidR="00682198" w:rsidRPr="00EF19B8" w:rsidRDefault="00682198" w:rsidP="0068219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82198" w:rsidRPr="00EF19B8" w:rsidRDefault="00682198" w:rsidP="0068219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82198" w:rsidRPr="00EF19B8" w:rsidRDefault="00682198" w:rsidP="0068219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</w:t>
      </w:r>
      <w:proofErr w:type="spellEnd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  сільська  рада </w:t>
      </w:r>
    </w:p>
    <w:p w:rsidR="00682198" w:rsidRPr="00EF19B8" w:rsidRDefault="00682198" w:rsidP="0068219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682198" w:rsidRPr="00EF19B8" w:rsidRDefault="00682198" w:rsidP="0068219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82198" w:rsidRPr="00EF19B8" w:rsidRDefault="00682198" w:rsidP="0068219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Передати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Шпарук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Валентині Василівні, яка зареєстрована за </w:t>
      </w:r>
      <w:proofErr w:type="spellStart"/>
      <w:r w:rsidRPr="00EF19B8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000507">
        <w:rPr>
          <w:rFonts w:ascii="Times New Roman" w:eastAsia="Calibri" w:hAnsi="Times New Roman" w:cs="Times New Roman"/>
          <w:sz w:val="24"/>
          <w:lang w:eastAsia="en-US"/>
        </w:rPr>
        <w:t>_________</w:t>
      </w:r>
      <w:r w:rsidRPr="00EF19B8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EF19B8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000507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bookmarkStart w:id="0" w:name="_GoBack"/>
      <w:bookmarkEnd w:id="0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, у приватну власність земельну ділянку, площею 0,2500 га,  кадастровий номер: 6823986800:03:005:0046, д</w:t>
      </w:r>
      <w:r w:rsidRPr="00EF19B8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</w:t>
      </w:r>
      <w:proofErr w:type="spell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с.Комарівка</w:t>
      </w:r>
      <w:proofErr w:type="spellEnd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вул.</w:t>
      </w:r>
      <w:r w:rsidRPr="00EF19B8">
        <w:rPr>
          <w:rFonts w:ascii="Times New Roman" w:eastAsia="Calibri" w:hAnsi="Times New Roman" w:cs="Times New Roman"/>
          <w:sz w:val="24"/>
          <w:lang w:eastAsia="en-US"/>
        </w:rPr>
        <w:t>Л.Українки</w:t>
      </w:r>
      <w:proofErr w:type="spellEnd"/>
      <w:r w:rsidRPr="00EF19B8">
        <w:rPr>
          <w:rFonts w:ascii="Times New Roman" w:eastAsia="Calibri" w:hAnsi="Times New Roman" w:cs="Times New Roman"/>
          <w:sz w:val="24"/>
          <w:lang w:eastAsia="en-US"/>
        </w:rPr>
        <w:t>, 5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</w:p>
    <w:p w:rsidR="00682198" w:rsidRPr="00EF19B8" w:rsidRDefault="00682198" w:rsidP="0068219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   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</w:t>
      </w:r>
      <w:proofErr w:type="spellEnd"/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</w:t>
      </w:r>
      <w:r w:rsidRPr="00EF19B8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682198" w:rsidRPr="00EF19B8" w:rsidRDefault="00682198" w:rsidP="0068219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82198" w:rsidRPr="00EF19B8" w:rsidRDefault="00682198" w:rsidP="0068219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82198" w:rsidRPr="00EF19B8" w:rsidRDefault="00682198" w:rsidP="0068219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82198" w:rsidRPr="00EF19B8" w:rsidRDefault="00682198" w:rsidP="0068219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82198" w:rsidRPr="00EF19B8" w:rsidRDefault="00682198" w:rsidP="0068219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F19B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EE58F4" w:rsidRDefault="00EE58F4"/>
    <w:sectPr w:rsidR="00EE58F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198"/>
    <w:rsid w:val="00000507"/>
    <w:rsid w:val="00682198"/>
    <w:rsid w:val="00EE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19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19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20</TotalTime>
  <Pages>1</Pages>
  <Words>230</Words>
  <Characters>1311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2021-06-22T10:20:00Z</dcterms:created>
  <dcterms:modified xsi:type="dcterms:W3CDTF">2021-06-22T13:20:00Z</dcterms:modified>
</cp:coreProperties>
</file>