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8DE" w:rsidRDefault="006638DE" w:rsidP="006638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638DE" w:rsidRDefault="006638DE" w:rsidP="006638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638DE" w:rsidRDefault="006638DE" w:rsidP="006638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638DE" w:rsidRDefault="006638DE" w:rsidP="006638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638DE" w:rsidRDefault="006638DE" w:rsidP="006638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638DE" w:rsidRDefault="006638DE" w:rsidP="006638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638DE" w:rsidRDefault="006638DE" w:rsidP="006638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638DE" w:rsidRDefault="006638DE" w:rsidP="006638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38DE" w:rsidRDefault="006638DE" w:rsidP="006638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638DE" w:rsidRDefault="006638DE" w:rsidP="006638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638DE" w:rsidRDefault="006638DE" w:rsidP="006638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638DE" w:rsidRDefault="006638DE" w:rsidP="006638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6638DE" w:rsidRDefault="006638DE" w:rsidP="006638D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6638DE" w:rsidRDefault="006638DE" w:rsidP="006638DE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6638DE" w:rsidRDefault="006638DE" w:rsidP="006638D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6638DE" w:rsidRDefault="006638DE" w:rsidP="006638D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6638DE" w:rsidRDefault="006638DE" w:rsidP="006638DE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Власюк Л.П.</w:t>
      </w:r>
    </w:p>
    <w:p w:rsidR="006638DE" w:rsidRDefault="006638DE" w:rsidP="006638D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638DE" w:rsidRDefault="006638DE" w:rsidP="006638D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Власюк Л.П.,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6638DE" w:rsidRDefault="006638DE" w:rsidP="006638DE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6638DE" w:rsidRDefault="006638DE" w:rsidP="006638D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Власюк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Любов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Павлівні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FE4D52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0,1506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 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03:018:0324).</w:t>
      </w:r>
      <w:proofErr w:type="gramEnd"/>
    </w:p>
    <w:p w:rsidR="006638DE" w:rsidRDefault="006638DE" w:rsidP="006638D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 Власюк Л.П.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6638DE" w:rsidRDefault="006638DE" w:rsidP="006638D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638DE" w:rsidRDefault="006638DE" w:rsidP="006638D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638DE" w:rsidRPr="006638DE" w:rsidRDefault="006638DE" w:rsidP="006638D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6638DE" w:rsidRDefault="006638DE" w:rsidP="006638D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638DE" w:rsidRDefault="006638DE" w:rsidP="006638D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76FA2" w:rsidRPr="006638DE" w:rsidRDefault="006638DE" w:rsidP="006638D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D76FA2" w:rsidRPr="006638D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8DE"/>
    <w:rsid w:val="00171A2E"/>
    <w:rsid w:val="00304C90"/>
    <w:rsid w:val="00505B6D"/>
    <w:rsid w:val="006638DE"/>
    <w:rsid w:val="006D3977"/>
    <w:rsid w:val="007D6C18"/>
    <w:rsid w:val="00D1641A"/>
    <w:rsid w:val="00D76FA2"/>
    <w:rsid w:val="00FE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242</Words>
  <Characters>1384</Characters>
  <Application>Microsoft Office Word</Application>
  <DocSecurity>0</DocSecurity>
  <Lines>11</Lines>
  <Paragraphs>3</Paragraphs>
  <ScaleCrop>false</ScaleCrop>
  <Company>Microsoft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2020-07-21T14:26:00Z</dcterms:created>
  <dcterms:modified xsi:type="dcterms:W3CDTF">2020-07-21T14:54:00Z</dcterms:modified>
</cp:coreProperties>
</file>