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602" w:rsidRPr="006579DF" w:rsidRDefault="00497602" w:rsidP="00497602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47DAD6A" wp14:editId="3472746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668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66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02" w:rsidRDefault="00497602" w:rsidP="004976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7602" w:rsidRDefault="00497602" w:rsidP="004976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02" w:rsidRDefault="00497602" w:rsidP="004976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7602" w:rsidRDefault="00497602" w:rsidP="004976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02" w:rsidRDefault="00497602" w:rsidP="004976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7602" w:rsidRDefault="00497602" w:rsidP="004976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02" w:rsidRDefault="00497602" w:rsidP="004976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7602" w:rsidRDefault="00497602" w:rsidP="004976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02" w:rsidRDefault="00497602" w:rsidP="004976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7602" w:rsidRDefault="00497602" w:rsidP="004976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02" w:rsidRDefault="00497602" w:rsidP="004976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7602" w:rsidRDefault="00497602" w:rsidP="004976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02" w:rsidRDefault="00497602" w:rsidP="004976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7602" w:rsidRDefault="00497602" w:rsidP="004976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02" w:rsidRDefault="00497602" w:rsidP="004976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7602" w:rsidRDefault="00497602" w:rsidP="004976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02" w:rsidRDefault="00497602" w:rsidP="004976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7602" w:rsidRDefault="00497602" w:rsidP="004976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02" w:rsidRDefault="00497602" w:rsidP="004976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7602" w:rsidRDefault="00497602" w:rsidP="004976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02" w:rsidRDefault="00497602" w:rsidP="004976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02" w:rsidRDefault="00497602" w:rsidP="004976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02" w:rsidRDefault="00497602" w:rsidP="004976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02" w:rsidRDefault="00497602" w:rsidP="004976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02" w:rsidRDefault="00497602" w:rsidP="004976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02" w:rsidRDefault="00497602" w:rsidP="004976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02" w:rsidRDefault="00497602" w:rsidP="004976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02" w:rsidRDefault="00497602" w:rsidP="004976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02" w:rsidRDefault="00497602" w:rsidP="004976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7602" w:rsidRDefault="00497602" w:rsidP="004976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IhM8UA&#10;AADdAAAADwAAAGRycy9kb3ducmV2LnhtbESPQWuDQBSE74H+h+UFekvWRLCpdRUpbfEQKEma+8N9&#10;Uan7VtxttP8+Gyj0OMzMN0xWzKYXVxpdZ1nBZh2BIK6t7rhR8HV6X+1AOI+ssbdMCn7JQZE/LDJM&#10;tZ34QNejb0SAsEtRQev9kErp6pYMurUdiIN3saNBH+TYSD3iFOCml9soSqTBjsNCiwO9tlR/H3+M&#10;Aht/VPtzsz3Eb/zkufzcXc7zXqnH5Vy+gPA0+//wX7vSCuIkeYb7m/AEZH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YiEz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97602" w:rsidRDefault="00497602" w:rsidP="004976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fafcUA&#10;AADdAAAADwAAAGRycy9kb3ducmV2LnhtbERPy2oCMRTdF/oP4QpuRDO1MOrUKEWYPlwUfIDby+R2&#10;MnZyMySpTv36ZlHo8nDey3VvW3EhHxrHCh4mGQjiyumGawXHQzmegwgRWWPrmBT8UID16v5uiYV2&#10;V97RZR9rkUI4FKjAxNgVUobKkMUwcR1x4j6dtxgT9LXUHq8p3LZymmW5tNhwajDY0cZQ9bX/tgrO&#10;5Yc5bWa3Fz9a7Og2Krev7Xuu1HDQPz+BiNTHf/Gf+00reMxnaX96k56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l9p9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97602" w:rsidRDefault="00497602" w:rsidP="004976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MdmcQA&#10;AADdAAAADwAAAGRycy9kb3ducmV2LnhtbESP32rCMBTG7we+QziCN2OmruBGNS0ic0hvRN0DHJpj&#10;U2xOShNtfftFGOzy4/vz41sXo23FnXrfOFawmCcgiCunG64V/Jx3b58gfEDW2DomBQ/yUOSTlzVm&#10;2g18pPsp1CKOsM9QgQmhy6T0lSGLfu464uhdXG8xRNnXUvc4xHHbyvckWUqLDUeCwY62hqrr6WYj&#10;5JDiobwM5933iAN+lYZfN0elZtNxswIRaAz/4b/2XitIlx8LeL6JT0D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DHZn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97602" w:rsidRDefault="00497602" w:rsidP="004976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pWTsYA&#10;AADdAAAADwAAAGRycy9kb3ducmV2LnhtbESPQUvDQBSE70L/w/IK3uzGqKnEbktpFUTwYBXE2yP7&#10;mgSzb5fdZxP/vSsIHoeZ+YZZbSY3qBPF1Hs2cLkoQBE33vbcGnh7fbi4BZUE2eLgmQx8U4LNena2&#10;wtr6kV/odJBWZQinGg10IqHWOjUdOUwLH4izd/TRoWQZW20jjhnuBl0WRaUd9pwXOgy066j5PHw5&#10;A8/jfXhaVjfH8BGvS532Vt53Ysz5fNregRKa5D/81360Bq6qZQm/b/IT0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GpWT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97602" w:rsidRDefault="00497602" w:rsidP="004976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0mdcQA&#10;AADdAAAADwAAAGRycy9kb3ducmV2LnhtbESPy2rDMBBF94X8g5hCN6WRG0MS3CjGhCQUb0weHzBY&#10;E8vUGhlLjd2/jwqFLi/3cbibfLKduNPgW8cK3ucJCOLa6ZYbBdfL4W0NwgdkjZ1jUvBDHvLt7GmD&#10;mXYjn+h+Do2II+wzVGBC6DMpfW3Iop+7njh6NzdYDFEOjdQDjnHcdnKRJEtpseVIMNjTzlD9df62&#10;EVKlWJW38XI4TjjivjT8WpyUenmeig8QgabwH/5rf2oF6XKVwu+b+ATk9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dJnX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97602" w:rsidRDefault="00497602" w:rsidP="004976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9rocYA&#10;AADdAAAADwAAAGRycy9kb3ducmV2LnhtbESPQUsDMRSE70L/Q3iCN5u11q2sTUupCiL00FYQb4/N&#10;6+7i5iUkz+76740geBxm5htmuR5dr84UU+fZwM20AEVce9txY+Dt+Hx9DyoJssXeMxn4pgTr1eRi&#10;iZX1A+/pfJBGZQinCg20IqHSOtUtOUxTH4izd/LRoWQZG20jDhnuej0rilI77DgvtBho21L9efhy&#10;BnbDU3hdlHen8BHnM50erbxvxZiry3HzAEpolP/wX/vFGrgtF3P4fZOfgF7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M9ro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97602" w:rsidRDefault="00497602" w:rsidP="004976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NuRMYA&#10;AADdAAAADwAAAGRycy9kb3ducmV2LnhtbESPQWsCMRSE70L/Q3iFXkrNqmjL1igqhAoKoi30+tg8&#10;d5duXpYkdbf/3ggFj8PMfMPMl71txIV8qB0rGA0zEMSFMzWXCr4+9csbiBCRDTaOScEfBVguHgZz&#10;zI3r+EiXUyxFgnDIUUEVY5tLGYqKLIaha4mTd3beYkzSl9J47BLcNnKcZTNpsea0UGFLm4qKn9Ov&#10;VbA+dOXEPxfr3u3OH99TrY3ea6WeHvvVO4hIfbyH/9tbo2Aye53C7U16AnJ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QNuR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97602" w:rsidRDefault="00497602" w:rsidP="004976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mqdsUA&#10;AADdAAAADwAAAGRycy9kb3ducmV2LnhtbESPUWvCMBSF3wX/Q7jC3jSd26pUo4hSGGMv6/wBl+ba&#10;dDY3JYm1+/fLYLDHwznnO5ztfrSdGMiH1rGCx0UGgrh2uuVGwfmznK9BhIissXNMCr4pwH43nWyx&#10;0O7OHzRUsREJwqFABSbGvpAy1IYshoXriZN3cd5iTNI3Unu8J7jt5DLLcmmx5bRgsKejofpa3ayC&#10;8m35Plxv2pfuMD5bejFf65NR6mE2HjYgIo3xP/zXftUKnvJVDr9v0hOQu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aap2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97602" w:rsidRDefault="00497602" w:rsidP="004976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1VqMYA&#10;AADdAAAADwAAAGRycy9kb3ducmV2LnhtbESPQWsCMRSE7wX/Q3iCl1KzVaplNYoWQoUKoi14fWye&#10;u4ublyVJ3e2/b4RCj8PMfMMs171txI18qB0reB5nIIgLZ2ouFXx96qdXECEiG2wck4IfCrBeDR6W&#10;mBvX8ZFup1iKBOGQo4IqxjaXMhQVWQxj1xIn7+K8xZikL6Xx2CW4beQky2bSYs1pocKW3ioqrqdv&#10;q2B76Mqpfyy2vfu4vJ9ftDZ6r5UaDfvNAkSkPv6H/9o7o2A6m8/h/iY9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p1Vq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97602" w:rsidRDefault="00497602" w:rsidP="004976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qbn8EA&#10;AADdAAAADwAAAGRycy9kb3ducmV2LnhtbERP3WrCMBS+H/gO4QjezVS3qVSjiKMgYzf+PMChOTbV&#10;5qQksda3NxeDXX58/6tNbxvRkQ+1YwWTcQaCuHS65krB+VS8L0CEiKyxcUwKnhRgsx68rTDX7sEH&#10;6o6xEimEQ44KTIxtLmUoDVkMY9cSJ+7ivMWYoK+k9vhI4baR0yybSYs1pwaDLe0Mlbfj3Soofqa/&#10;3e2ufeG2/aelL3NdfBulRsN+uwQRqY//4j/3Xiv4mM3T3PQmPQG5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a6m5/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97602" w:rsidRDefault="00497602" w:rsidP="004976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MkIsQA&#10;AADdAAAADwAAAGRycy9kb3ducmV2LnhtbESPzWrDMBCE74G8g9hCb4mcpElb10oIBZf6GCcPsFhb&#10;29haOZbqn7evCoUeh5n5hklOk2nFQL2rLSvYrCMQxIXVNZcKbtd09QLCeWSNrWVSMJOD03G5SDDW&#10;duQLDbkvRYCwi1FB5X0XS+mKigy6te2Ig/dle4M+yL6UuscxwE0rt1F0kAZrDgsVdvReUdHk30bB&#10;0zx+3PN9E6Xa0CbbdRn7Yq/U48N0fgPhafL/4b/2p1awOzy/wu+b8ATk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6zJCL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97602" w:rsidRDefault="00497602" w:rsidP="004976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7khMEA&#10;AADdAAAADwAAAGRycy9kb3ducmV2LnhtbERPy4rCMBTdD/gP4QruxlSFoh1TEUURV059rC/N7YNp&#10;bkoTtf69WQizPJz3ctWbRjyoc7VlBZNxBII4t7rmUsHlvPueg3AeWWNjmRS8yMEqHXwtMdH2yb/0&#10;yHwpQgi7BBVU3reJlC6vyKAb25Y4cIXtDPoAu1LqDp8h3DRyGkWxNFhzaKiwpU1F+V92Nwru8W16&#10;4eKoT9n2tV9sd2snr6VSo2G//gHhqff/4o/7oBXM4nnYH96EJyDT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O5IT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97602" w:rsidRDefault="00497602" w:rsidP="004976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E+GMcA&#10;AADdAAAADwAAAGRycy9kb3ducmV2LnhtbESPQWvCQBSE7wX/w/IEb81GLSFGV1FBaHuo1NpDb8/s&#10;M4lm38bsVtN/7xYKPQ4z8w0zW3SmFldqXWVZwTCKQRDnVldcKNh/bB5TEM4ja6wtk4IfcrCY9x5m&#10;mGl743e67nwhAoRdhgpK75tMSpeXZNBFtiEO3tG2Bn2QbSF1i7cAN7UcxXEiDVYcFkpsaF1Sft59&#10;GwWf2zSZbFcvT6fXtwOOjb586SpRatDvllMQnjr/H/5rP2sF4yQdwu+b8ATk/A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whPh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97602" w:rsidRDefault="00497602" w:rsidP="004976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tinMYA&#10;AADdAAAADwAAAGRycy9kb3ducmV2LnhtbESPT2vCQBTE70K/w/IKvemmUUKIbqR/qIonmxa8PrKv&#10;SWj2bchuY/TTu4LQ4zAzv2FW69G0YqDeNZYVPM8iEMSl1Q1XCr6/PqYpCOeRNbaWScGZHKzzh8kK&#10;M21P/ElD4SsRIOwyVFB732VSurImg25mO+Lg/djeoA+yr6Tu8RTgppVxFCXSYMNhocaO3moqf4s/&#10;o+CSHPHgtvHr+1x7Oi/Sjd0fNko9PY4vSxCeRv8fvrd3WsE8SWO4vQlPQOZ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Ytin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97602" w:rsidRDefault="00497602" w:rsidP="004976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+Uv8UA&#10;AADdAAAADwAAAGRycy9kb3ducmV2LnhtbESPUWvCMBSF3wf7D+EO9jbTqRPXGYuIwt6c1R9wae7S&#10;YnPTNpnG/XozGPh4OOd8h7Moom3FmQbfOFbwOspAEFdON2wUHA/blzkIH5A1to5JwZU8FMvHhwXm&#10;2l14T+cyGJEg7HNUUIfQ5VL6qiaLfuQ64uR9u8FiSHIwUg94SXDbynGWzaTFhtNCjR2ta6pO5Y9V&#10;0Lvxm47lBnenzftXY8y0/91PlXp+iqsPEIFiuIf/259awWQ2n8Dfm/Q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H5S/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97602" w:rsidRDefault="00497602" w:rsidP="004976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eGo8UA&#10;AADdAAAADwAAAGRycy9kb3ducmV2LnhtbESPwW7CMBBE75X4B2uRemuclhJCikEtEhJXaA8cF3tJ&#10;0sbrNHYh5esxEhLH0cy80cwWvW3EkTpfO1bwnKQgiLUzNZcKvj5XTzkIH5ANNo5JwT95WMwHDzMs&#10;jDvxho7bUIoIYV+ggiqEtpDS64os+sS1xNE7uM5iiLIrpenwFOG2kS9pmkmLNceFCltaVqR/tn9W&#10;wbre0zjTh6nNP/Rmd/4No8m3Uepx2L+/gQjUh3v41l4bBaMsf4Xrm/gE5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14aj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97602" w:rsidRDefault="00497602" w:rsidP="004976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LQzMMA&#10;AADdAAAADwAAAGRycy9kb3ducmV2LnhtbERPW2vCMBR+H+w/hDPwbaZTJtqZljkQlG2CF/T10Jw1&#10;Zc1JaWKt/94Igz1+d7553ttadNT6yrGCl2ECgrhwuuJSwWG/fJ6C8AFZY+2YFFzJQ549Pswx1e7C&#10;W+p2oRSxhH2KCkwITSqlLwxZ9EPXEEftx7UWQ4RtKXWLl1huazlKkom0WHFcMNjQh6Hid3e2Cjrc&#10;XJOTWXzP1tVXMdosjp868mrw1L+/gQjUh3/zX3qlFYwn01e4v4lPQGY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pLQzM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97602" w:rsidRDefault="00497602" w:rsidP="004976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vw28QA&#10;AADdAAAADwAAAGRycy9kb3ducmV2LnhtbESPQUvDQBSE70L/w/IK3uymEUKJ3RYRWjxq9ODxmX3N&#10;pmbfC7trE/31riB4HGbmG2a7n/2gLhRiL2xgvSpAEbdie+4MvL4cbjagYkK2OAiTgS+KsN8trrZY&#10;W5n4mS5N6lSGcKzRgEtprLWOrSOPcSUjcfZOEjymLEOnbcApw/2gy6KotMee84LDkR4ctR/Npzcw&#10;Hdv3c3l6s+47jHJonuRcDmLM9XK+vwOVaE7/4b/2ozVwW20q+H2Tn4De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78Nv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97602" w:rsidRDefault="00497602" w:rsidP="004976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wT58cA&#10;AADdAAAADwAAAGRycy9kb3ducmV2LnhtbESPW2sCMRSE3wv9D+EUfKvZKuiyGsV6gVJaxNv7cXPc&#10;3TY5WTZR13/fCAUfh5n5hhlPW2vEhRpfOVbw1k1AEOdOV1wo2O9WrykIH5A1Gsek4EYeppPnpzFm&#10;2l15Q5dtKESEsM9QQRlCnUnp85Is+q6riaN3co3FEGVTSN3gNcKtkb0kGUiLFceFEmual5T/bs9W&#10;wWq9MD+9783sIMN8OTya9PN98aVU56WdjUAEasMj/N/+0Ar6g3QI9zfxCcjJ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ZcE+f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97602" w:rsidRDefault="00497602" w:rsidP="004976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RKLMMA&#10;AADdAAAADwAAAGRycy9kb3ducmV2LnhtbERPy4rCMBTdC/5DuIIbGVNHLKVjFBEGHVDwMTDba3Nt&#10;i81NaWLt/L1ZCC4P5z1fdqYSLTWutKxgMo5AEGdWl5wr+D1/fyQgnEfWWFkmBf/kYLno9+aYavvg&#10;I7Unn4sQwi5FBYX3dSqlywoy6Ma2Jg7c1TYGfYBNLnWDjxBuKvkZRbE0WHJoKLCmdUHZ7XQ3CtrD&#10;7pJvW1f/3JKRm00vm81e/yk1HHSrLxCeOv8Wv9xbrWAaJ2FueBOe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RKLM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97602" w:rsidRDefault="00497602" w:rsidP="004976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mTfsgA&#10;AADdAAAADwAAAGRycy9kb3ducmV2LnhtbESPT2sCMRTE7wW/Q3iCt5pVW1lXo2ih0Euh/jno7bl5&#10;7i5uXrZJqls/vSkUPA4z8xtmtmhNLS7kfGVZwaCfgCDOra64ULDbvj+nIHxA1lhbJgW/5GEx7zzN&#10;MNP2ymu6bEIhIoR9hgrKEJpMSp+XZND3bUMcvZN1BkOUrpDa4TXCTS2HSTKWBiuOCyU29FZSft78&#10;GAWrSbr6/nrhz9v6eKDD/nh+HbpEqV63XU5BBGrDI/zf/tAKRuN0An9v4hOQ8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xiZN+yAAAAN0AAAAPAAAAAAAAAAAAAAAAAJgCAABk&#10;cnMvZG93bnJldi54bWxQSwUGAAAAAAQABAD1AAAAjQMAAAAA&#10;" fillcolor="black" stroked="f">
                  <v:textbox>
                    <w:txbxContent>
                      <w:p w:rsidR="00497602" w:rsidRDefault="00497602" w:rsidP="004976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NvMMQA&#10;AADdAAAADwAAAGRycy9kb3ducmV2LnhtbERPyW7CMBC9I/EP1iD1Bg5UjSBgUOkiIZUeWA4ch3hI&#10;rMTjKHYh5evrA1KPT29frDpbiyu13jhWMB4lIIhzpw0XCo6Hz+EUhA/IGmvHpOCXPKyW/d4CM+1u&#10;vKPrPhQihrDPUEEZQpNJ6fOSLPqRa4gjd3GtxRBhW0jd4i2G21pOkiSVFg3HhhIbeispr/Y/VsHp&#10;KzXTnaHJeXtff+jtS7X+fq+Uehp0r3MQgbrwL364N1rBczqL++Ob+AT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DbzDEAAAA3Q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97602" w:rsidRDefault="00497602" w:rsidP="004976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r0HsYA&#10;AADdAAAADwAAAGRycy9kb3ducmV2LnhtbESPQWsCMRSE70L/Q3gFb27WFkS3RpFKqZceqpZeH5vX&#10;zXY3L2sSdfXXNwXB4zAz3zDzZW9bcSIfascKxlkOgrh0uuZKwX73NpqCCBFZY+uYFFwowHLxMJhj&#10;od2ZP+m0jZVIEA4FKjAxdoWUoTRkMWSuI07ej/MWY5K+ktrjOcFtK5/yfCIt1pwWDHb0aqhstker&#10;wK++182Vj19Nfv24hPff/jBFo9TwsV+9gIjUx3v41t5oBc+T2Rj+36Qn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ur0H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97602" w:rsidRDefault="00497602" w:rsidP="004976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zP28YA&#10;AADdAAAADwAAAGRycy9kb3ducmV2LnhtbESP3WrCQBSE7wt9h+UUelN0Ywr+RFeRQqFQKfjzAMfs&#10;MQnung3ZU419+m6h4OUwM98wi1XvnbpQF5vABkbDDBRxGWzDlYHD/n0wBRUF2aILTAZuFGG1fHxY&#10;YGHDlbd02UmlEoRjgQZqkbbQOpY1eYzD0BIn7xQ6j5JkV2nb4TXBvdN5lo21x4bTQo0tvdVUnnff&#10;3oDLj272OYkbuR30Jvvxsn35ssY8P/XrOSihXu7h//aHNfA6nuXw9y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2zP2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97602" w:rsidRDefault="00497602" w:rsidP="004976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xlBMYA&#10;AADdAAAADwAAAGRycy9kb3ducmV2LnhtbESPQWsCMRSE7wX/Q3iF3mq2CtKuRtGKsBcPXS1en5vn&#10;ZjF5WTapbv31jSD0OMzMN8xs0TsrLtSFxrOCt2EGgrjyuuFawX63eX0HESKyRuuZFPxSgMV88DTD&#10;XPsrf9GljLVIEA45KjAxtrmUoTLkMAx9S5y8k+8cxiS7WuoOrwnurBxl2UQ6bDgtGGzp01B1Ln+c&#10;gnXZ2tG+MKtw+N4ej7a4beiwVurluV9OQUTq43/40S60gvHkYwz3N+kJ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qxlB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97602" w:rsidRDefault="00497602" w:rsidP="004976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KywcUA&#10;AADdAAAADwAAAGRycy9kb3ducmV2LnhtbESPQWsCMRSE74X+h/AK3mrSKtu6NUoRBaEn7Xro7ZE8&#10;d7fdvCyb6K7/3hQEj8PMfMPMl4NrxJm6UHvW8DJWIIiNtzWXGorvzfM7iBCRLTaeScOFAiwXjw9z&#10;zK3veUfnfSxFgnDIUUMVY5tLGUxFDsPYt8TJO/rOYUyyK6XtsE9w18hXpTLpsOa0UGFLq4rM3/7k&#10;NPxu5Jc3Cs2hOPRb+/azzqhRWo+ehs8PEJGGeA/f2lurYZLNpvD/Jj0Bub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0rLB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97602" w:rsidRDefault="00497602" w:rsidP="004976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e1dMcA&#10;AADdAAAADwAAAGRycy9kb3ducmV2LnhtbESPT2sCMRTE74V+h/AKvdVslYpdzYoVhNLioWsRj8/N&#10;2z/s5mVJoq7f3hSEHoeZ+Q2zWA6mE2dyvrGs4HWUgCAurG64UvC727zMQPiArLGzTAqu5GGZPT4s&#10;MNX2wj90zkMlIoR9igrqEPpUSl/UZNCPbE8cvdI6gyFKV0nt8BLhppPjJJlKgw3HhRp7WtdUtPnJ&#10;KDicvrncTr5W7iPs7bDz7fg4a5V6fhpWcxCBhvAfvrc/tYLJ9P0N/t7EJy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OHtXTHAAAA3Q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97602" w:rsidRDefault="00497602" w:rsidP="004976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+R0ccA&#10;AADdAAAADwAAAGRycy9kb3ducmV2LnhtbESPQWsCMRSE74L/IbxCb5qt1UVXo2hB8FJQ20O9PTfP&#10;3cXNyzaJuvXXm0Khx2FmvmFmi9bU4krOV5YVvPQTEMS51RUXCj4/1r0xCB+QNdaWScEPeVjMu50Z&#10;ZtreeEfXfShEhLDPUEEZQpNJ6fOSDPq+bYijd7LOYIjSFVI7vEW4qeUgSVJpsOK4UGJDbyXl5/3F&#10;KFhNxqvv7ZDf77vjgQ5fx/No4BKlnp/a5RREoDb8h//aG63gNZ2k8PsmPgE5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XPkdHHAAAA3QAAAA8AAAAAAAAAAAAAAAAAmAIAAGRy&#10;cy9kb3ducmV2LnhtbFBLBQYAAAAABAAEAPUAAACMAwAAAAA=&#10;" fillcolor="black" stroked="f">
                  <v:textbox>
                    <w:txbxContent>
                      <w:p w:rsidR="00497602" w:rsidRDefault="00497602" w:rsidP="004976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/OS8UA&#10;AADdAAAADwAAAGRycy9kb3ducmV2LnhtbESPQUsDMRSE74L/ITzBm83WQrVr07IURPG0rS29vm6e&#10;m6WblyWJ6frvjSD0OMzMN8xyPdpeJPKhc6xgOilAEDdOd9wq2H++PjyDCBFZY++YFPxQgPXq9maJ&#10;pXYX3lLaxVZkCIcSFZgYh1LK0BiyGCZuIM7el/MWY5a+ldrjJcNtLx+LYi4tdpwXDA60MdScd99W&#10;QTpt6mqWjslsP3zVele/HU61Uvd3Y/UCItIYr+H/9rtWMJsvnuDvTX4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/85L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97602" w:rsidRDefault="00497602" w:rsidP="004976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e6y8MA&#10;AADdAAAADwAAAGRycy9kb3ducmV2LnhtbERPz2vCMBS+D/wfwhN2m6kTyqxGEXGyeZlWQY+P5tkU&#10;m5fSZLXbX28Ogx0/vt/zZW9r0VHrK8cKxqMEBHHhdMWlgtPx/eUNhA/IGmvHpOCHPCwXg6c5Ztrd&#10;+UBdHkoRQ9hnqMCE0GRS+sKQRT9yDXHkrq61GCJsS6lbvMdwW8vXJEmlxYpjg8GG1oaKW/5tFfjx&#10;enPe2d9pd9ka/so/TbovjVLPw341AxGoD//iP/eHVjBJp3FufBOf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e6y8MAAADd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97602" w:rsidRDefault="00497602" w:rsidP="004976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97602" w:rsidRDefault="00497602" w:rsidP="004976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97602" w:rsidRDefault="00497602" w:rsidP="004976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97602" w:rsidRDefault="00497602" w:rsidP="004976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97602" w:rsidRDefault="00497602" w:rsidP="004976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97602" w:rsidRDefault="00497602" w:rsidP="004976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97602" w:rsidRDefault="00497602" w:rsidP="0049760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97602" w:rsidRDefault="00497602" w:rsidP="004976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97602" w:rsidRDefault="00497602" w:rsidP="004976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97602" w:rsidRDefault="00497602" w:rsidP="004976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97602" w:rsidRDefault="00497602" w:rsidP="004976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497602" w:rsidRDefault="00497602" w:rsidP="004976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97602" w:rsidRDefault="00497602" w:rsidP="004976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497602" w:rsidRDefault="00497602" w:rsidP="0049760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97602" w:rsidRPr="00B613B3" w:rsidRDefault="00497602" w:rsidP="0049760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№69</w:t>
      </w:r>
    </w:p>
    <w:p w:rsidR="00497602" w:rsidRPr="00A71AA4" w:rsidRDefault="00497602" w:rsidP="00497602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97602" w:rsidRPr="00A71AA4" w:rsidRDefault="00497602" w:rsidP="0049760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497602" w:rsidRPr="00A71AA4" w:rsidRDefault="00497602" w:rsidP="0049760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497602" w:rsidRPr="00A71AA4" w:rsidRDefault="00497602" w:rsidP="0049760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497602" w:rsidRPr="00A71AA4" w:rsidRDefault="00497602" w:rsidP="0049760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</w:p>
    <w:p w:rsidR="00497602" w:rsidRPr="00F47626" w:rsidRDefault="00497602" w:rsidP="0049760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proofErr w:type="gram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</w:t>
      </w:r>
      <w:proofErr w:type="gram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ідгородецької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С.В.</w:t>
      </w:r>
    </w:p>
    <w:p w:rsidR="00497602" w:rsidRPr="00A71AA4" w:rsidRDefault="00497602" w:rsidP="0049760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97602" w:rsidRPr="00A71AA4" w:rsidRDefault="00497602" w:rsidP="0049760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</w:t>
      </w:r>
      <w:proofErr w:type="spellStart"/>
      <w:proofErr w:type="gram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</w:t>
      </w:r>
      <w:proofErr w:type="gram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ідгородецької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С.В.,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</w:p>
    <w:p w:rsidR="00497602" w:rsidRPr="00A71AA4" w:rsidRDefault="00497602" w:rsidP="0049760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497602" w:rsidRPr="00A71AA4" w:rsidRDefault="00497602" w:rsidP="0049760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proofErr w:type="gram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</w:t>
      </w:r>
      <w:proofErr w:type="gram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ідгородецькій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Світлані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Володимирівні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яка 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зареєстрована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6073C7">
        <w:rPr>
          <w:rFonts w:ascii="Times New Roman" w:eastAsia="Calibri" w:hAnsi="Times New Roman" w:cs="Times New Roman"/>
          <w:sz w:val="24"/>
          <w:szCs w:val="24"/>
          <w:lang w:val="en-US"/>
        </w:rPr>
        <w:t>______________</w:t>
      </w:r>
      <w:r w:rsidRPr="00A71AA4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6073C7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__________</w:t>
      </w:r>
      <w:bookmarkStart w:id="0" w:name="_GoBack"/>
      <w:bookmarkEnd w:id="0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технічну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приватну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0,3263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6823984000:03:018:0159, для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товарного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сільськогосподарського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виробництва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яка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за межами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населеного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пункту  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497602" w:rsidRPr="00A71AA4" w:rsidRDefault="00497602" w:rsidP="0049760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proofErr w:type="gram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</w:t>
      </w:r>
      <w:proofErr w:type="gram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ідгородецькій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С.В.</w:t>
      </w:r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497602" w:rsidRPr="00A71AA4" w:rsidRDefault="00497602" w:rsidP="0049760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497602" w:rsidRPr="00A71AA4" w:rsidRDefault="00497602" w:rsidP="0049760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97602" w:rsidRPr="00497602" w:rsidRDefault="00497602" w:rsidP="0049760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</w:p>
    <w:p w:rsidR="00F36C56" w:rsidRPr="00497602" w:rsidRDefault="00497602" w:rsidP="0049760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F36C56" w:rsidRPr="0049760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0610" w:rsidRDefault="004B0610">
      <w:pPr>
        <w:spacing w:after="0" w:line="240" w:lineRule="auto"/>
      </w:pPr>
      <w:r>
        <w:separator/>
      </w:r>
    </w:p>
  </w:endnote>
  <w:endnote w:type="continuationSeparator" w:id="0">
    <w:p w:rsidR="004B0610" w:rsidRDefault="004B0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0610" w:rsidRDefault="004B0610">
      <w:pPr>
        <w:spacing w:after="0" w:line="240" w:lineRule="auto"/>
      </w:pPr>
      <w:r>
        <w:separator/>
      </w:r>
    </w:p>
  </w:footnote>
  <w:footnote w:type="continuationSeparator" w:id="0">
    <w:p w:rsidR="004B0610" w:rsidRDefault="004B0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602"/>
    <w:rsid w:val="00497602"/>
    <w:rsid w:val="004B0610"/>
    <w:rsid w:val="006015FD"/>
    <w:rsid w:val="006073C7"/>
    <w:rsid w:val="00F36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602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497602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497602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497602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602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497602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497602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497602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25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2021-02-01T07:15:00Z</dcterms:created>
  <dcterms:modified xsi:type="dcterms:W3CDTF">2021-02-01T08:16:00Z</dcterms:modified>
</cp:coreProperties>
</file>