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7E1" w:rsidRPr="00FF3CBA" w:rsidRDefault="00DD57E1" w:rsidP="00DD57E1">
      <w:pPr>
        <w:tabs>
          <w:tab w:val="left" w:pos="2160"/>
        </w:tabs>
        <w:spacing w:after="0" w:line="240" w:lineRule="auto"/>
        <w:jc w:val="right"/>
        <w:rPr>
          <w:rFonts w:ascii="Times New Roman" w:eastAsia="Calibri" w:hAnsi="Times New Roman" w:cs="Times New Roman"/>
          <w:color w:val="FF0000"/>
        </w:rPr>
      </w:pPr>
      <w:r w:rsidRPr="00FF3CBA">
        <w:rPr>
          <w:rFonts w:ascii="Times New Roman" w:eastAsia="Calibri" w:hAnsi="Times New Roman" w:cs="Times New Roman"/>
          <w:color w:val="FF0000"/>
        </w:rPr>
        <w:t>ПРОЕКТ</w:t>
      </w:r>
    </w:p>
    <w:p w:rsidR="00DD57E1" w:rsidRPr="00FF3CBA" w:rsidRDefault="00897A75" w:rsidP="00DD57E1">
      <w:pPr>
        <w:spacing w:after="0" w:line="240" w:lineRule="auto"/>
        <w:rPr>
          <w:rFonts w:ascii="Times New Roman" w:eastAsia="Calibri" w:hAnsi="Times New Roman" w:cs="Times New Roman"/>
        </w:rPr>
      </w:pPr>
      <w:r w:rsidRPr="00897A75">
        <w:rPr>
          <w:rFonts w:ascii="Calibri" w:eastAsia="Calibri" w:hAnsi="Calibri" w:cs="Times New Roman"/>
          <w:noProof/>
          <w:lang w:eastAsia="ru-RU"/>
        </w:rPr>
        <w:pict>
          <v:group id="Групувати 976" o:spid="_x0000_s1026" style="position:absolute;margin-left:207pt;margin-top:7.2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6p9osQA&#10;AADdAAAADwAAAGRycy9kb3ducmV2LnhtbESPQWvCQBSE70L/w/IEb7oxAZXUNYRSJYeAaOv9kX0m&#10;odm3IbvV+O/dQsHjMDPfMNtsNJ240eBaywqWiwgEcWV1y7WC76/9fAPCeWSNnWVS8CAH2e5tssVU&#10;2zuf6Hb2tQgQdikqaLzvUyld1ZBBt7A9cfCudjDogxxqqQe8B7jpZBxFK2mw5bDQYE8fDVU/51+j&#10;wCaHorzU8Sn55LXn/Li5XsZSqdl0zN9BeBr9K/zfLrSCOFnH8PcmPAG5e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+qfaL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DD57E1" w:rsidRDefault="00DD57E1" w:rsidP="00DD57E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AcN8gA&#10;AADdAAAADwAAAGRycy9kb3ducmV2LnhtbESPT2sCMRTE70K/Q3iFXkSzVdC6NUoRttYeCv6BXh+b&#10;1822m5clSXX105uC0OMwM79h5svONuJIPtSOFTwOMxDEpdM1VwoO+2LwBCJEZI2NY1JwpgDLxV1v&#10;jrl2J97ScRcrkSAcclRgYmxzKUNpyGIYupY4eV/OW4xJ+kpqj6cEt40cZdlEWqw5LRhsaWWo/Nn9&#10;WgXfxYf5XE0vr74/29KlX7yvm81EqYf77uUZRKQu/odv7TetYDSejuHvTXoCcnE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i8Bw3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DD57E1" w:rsidRDefault="00DD57E1" w:rsidP="00DD57E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MHmPMMA&#10;AADdAAAADwAAAGRycy9kb3ducmV2LnhtbESP3YrCMBCF74V9hzALeyNruioq1Sgiq4g3Rd0HGJqx&#10;KdtMShNtfXsjCF4ezs/HWaw6W4kbNb50rOBnkIAgzp0uuVDwd95+z0D4gKyxckwK7uRhtfzoLTDV&#10;ruUj3U6hEHGEfYoKTAh1KqXPDVn0A1cTR+/iGoshyqaQusE2jttKDpNkIi2WHAkGa9oYyv9PVxsh&#10;2Qizw6U9b3cdtvh7MNxfH5X6+uzWcxCBuvAOv9p7rWA4mo7h+SY+Abl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MHmPM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DD57E1" w:rsidRDefault="00DD57E1" w:rsidP="00DD57E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aWB8YA&#10;AADdAAAADwAAAGRycy9kb3ducmV2LnhtbESPQUsDMRSE70L/Q3iCN5t1ta2sTUupCiL00FYQb4/N&#10;6+7i5iUkz+76740geBxm5htmuR5dr84UU+fZwM20AEVce9txY+Dt+Hx9DyoJssXeMxn4pgTr1eRi&#10;iZX1A+/pfJBGZQinCg20IqHSOtUtOUxTH4izd/LRoWQZG20jDhnuel0WxVw77DgvtBho21L9efhy&#10;BnbDU3hdzGen8BHvSp0erbxvxZiry3HzAEpolP/wX/vFGihvFzP4fZOfgF7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jaWB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DD57E1" w:rsidRDefault="00DD57E1" w:rsidP="00DD57E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1/d0MQA&#10;AADdAAAADwAAAGRycy9kb3ducmV2LnhtbESP32rCMBTG7we+QziCN2OmKrhRTYvIOsQbUfcAh+bY&#10;FJuT0mRtfftFGOzy4/vz49vmo21ET52vHStYzBMQxKXTNVcKvq/F2wcIH5A1No5JwYM85NnkZYup&#10;dgOfqb+ESsQR9ikqMCG0qZS+NGTRz11LHL2b6yyGKLtK6g6HOG4buUyStbRYcyQYbGlvqLxffmyE&#10;nFZ4Ot6Ga/E14oCfR8Ovu7NSs+m424AINIb/8F/7oBUsV+9reL6JT0B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Nf3dD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DD57E1" w:rsidRDefault="00DD57E1" w:rsidP="00DD57E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it68YA&#10;AADdAAAADwAAAGRycy9kb3ducmV2LnhtbESPQUvDQBSE70L/w/IK3uzGqI3EbktpFUTwYBXE2yP7&#10;mgSzb5fdZxP/vSsIHoeZ+YZZbSY3qBPF1Hs2cLkoQBE33vbcGnh7fbi4BZUE2eLgmQx8U4LNena2&#10;wtr6kV/odJBWZQinGg10IqHWOjUdOUwLH4izd/TRoWQZW20jjhnuBl0WxVI77DkvdBho11Hzefhy&#10;Bp7H+/BULW+O4SNelzrtrbzvxJjz+bS9AyU0yX/4r/1oDZRXVQW/b/IT0O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ait68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DD57E1" w:rsidRDefault="00DD57E1" w:rsidP="00DD57E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eZ58MA&#10;AADdAAAADwAAAGRycy9kb3ducmV2LnhtbERPW2vCMBR+H+w/hCP4MjRV2YVqlCkEhQljOvD10Bzb&#10;YnNSkmjrvzcPgz1+fPfFqreNuJEPtWMFk3EGgrhwpuZSwe9Rjz5AhIhssHFMCu4UYLV8flpgblzH&#10;P3Q7xFKkEA45KqhibHMpQ1GRxTB2LXHizs5bjAn6UhqPXQq3jZxm2Zu0WHNqqLClTUXF5XC1Ctbf&#10;XTnzL8W6d1/n7elVa6P3WqnhoP+cg4jUx3/xn3tnFExn72luepOegF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reZ58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DD57E1" w:rsidRDefault="00DD57E1" w:rsidP="00DD57E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NmOcUA&#10;AADdAAAADwAAAGRycy9kb3ducmV2LnhtbESPUWvCMBSF3wf+h3CFvc3Uzk3tjCKOgoy9zPkDLs21&#10;6WxuShJr9++NMNjj4ZzzHc5qM9hW9ORD41jBdJKBIK6cbrhWcPwunxYgQkTW2DomBb8UYLMePayw&#10;0O7KX9QfYi0ShEOBCkyMXSFlqAxZDBPXESfv5LzFmKSvpfZ4TXDbyjzLXqXFhtOCwY52hqrz4WIV&#10;lB/5Z3++aF+67TCz9GJ+Fu9GqcfxsH0DEWmI/+G/9l4ryJ/nS7i/SU9Ar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Q2Y5xQAAAN0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DD57E1" w:rsidRDefault="00DD57E1" w:rsidP="00DD57E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TlxsMA&#10;AADdAAAADwAAAGRycy9kb3ducmV2LnhtbERPXWvCMBR9F/wP4Qp7kZmqOKQzigphwgSZE3y9NNe2&#10;rLkpSbT13y8Pgz0ezvdq09tGPMiH2rGC6SQDQVw4U3Op4PKtX5cgQkQ22DgmBU8KsFkPByvMjev4&#10;ix7nWIoUwiFHBVWMbS5lKCqyGCauJU7czXmLMUFfSuOxS+G2kbMse5MWa04NFba0r6j4Od+tgt2p&#10;K+d+XOx693n7uC60NvqolXoZ9dt3EJH6+C/+cx+Mgtl8mfanN+kJyP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RTlxs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DD57E1" w:rsidRDefault="00DD57E1" w:rsidP="00DD57E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+AaGMQA&#10;AADdAAAADwAAAGRycy9kb3ducmV2LnhtbESPUWvCMBSF3wf7D+EKe5updRulM4pMCjJ8me4HXJq7&#10;ptrclCTW7t8bQfDxcM75DmexGm0nBvKhdaxgNs1AENdOt9wo+D1UrwWIEJE1do5JwT8FWC2fnxZY&#10;anfhHxr2sREJwqFEBSbGvpQy1IYshqnriZP357zFmKRvpPZ4SXDbyTzLPqTFltOCwZ6+DNWn/dkq&#10;qL7z3XA6a1+59fhm6d0ci41R6mUyrj9BRBrjI3xvb7WCfF7M4P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gGhj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DD57E1" w:rsidRDefault="00DD57E1" w:rsidP="00DD57E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eeScMA&#10;AADdAAAADwAAAGRycy9kb3ducmV2LnhtbESP3YrCMBSE7wXfIZwF72xq/aF0G2VZUNbLrT7AoTm2&#10;xeakNtHWtzcLwl4OM/MNk+9G04oH9a6xrGARxSCIS6sbrhScT/t5CsJ5ZI2tZVLwJAe77XSSY6bt&#10;wL/0KHwlAoRdhgpq77tMSlfWZNBFtiMO3sX2Bn2QfSV1j0OAm1YmcbyRBhsOCzV29F1TeS3uRsHq&#10;ORxuxfoa77WhxXHZHdmXa6VmH+PXJwhPo/8Pv9s/WkGyTBP4exOegNy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HeeSc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DD57E1" w:rsidRDefault="00DD57E1" w:rsidP="00DD57E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kizsMA&#10;AADdAAAADwAAAGRycy9kb3ducmV2LnhtbESPzarCMBSE94LvEI7gTlMriFajiKLIXXnrz/rQHNti&#10;c1KaqPXtzQXhLoeZ+YZZrFpTiSc1rrSsYDSMQBBnVpecKzifdoMpCOeRNVaWScGbHKyW3c4CE21f&#10;/EvP1OciQNglqKDwvk6kdFlBBt3Q1sTBu9nGoA+yyaVu8BXgppJxFE2kwZLDQoE1bQrK7unDKHhM&#10;rvGZbz/6mG7f+9l2t3bykivV77XrOQhPrf8Pf9sHrSAeT8fw9yY8Abn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qkizs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DD57E1" w:rsidRDefault="00DD57E1" w:rsidP="00DD57E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PFvccA&#10;AADdAAAADwAAAGRycy9kb3ducmV2LnhtbESPT2vCQBTE74V+h+UVvNVNVUKMrmILBfWg+O/g7TX7&#10;mqRm36bZVeO37woFj8PM/IYZT1tTiQs1rrSs4K0bgSDOrC45V7Dffb4mIJxH1lhZJgU3cjCdPD+N&#10;MdX2yhu6bH0uAoRdigoK7+tUSpcVZNB1bU0cvG/bGPRBNrnUDV4D3FSyF0WxNFhyWCiwpo+CstP2&#10;bBQc1kk8XL8vBj/L1Rf2jf496jJWqvPSzkYgPLX+Ef5vz7WCXj8ZwP1NeAJy8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njxb3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DD57E1" w:rsidRDefault="00DD57E1" w:rsidP="00DD57E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ei1cYA&#10;AADdAAAADwAAAGRycy9kb3ducmV2LnhtbESPQWvCQBSE70L/w/IKvemm0YYQs5Fq0YonawteH9nX&#10;JDT7NmRXjf76rlDocZiZb5h8MZhWnKl3jWUFz5MIBHFpdcOVgq/P9TgF4TyyxtYyKbiSg0XxMMox&#10;0/bCH3Q++EoECLsMFdTed5mUrqzJoJvYjjh437Y36IPsK6l7vAS4aWUcRYk02HBYqLGjVU3lz+Fk&#10;FNySI+7de7x8m2pP11m6sbv9Rqmnx+F1DsLT4P/Df+2tVhBP0xe4vwlPQBa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9ei1c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DD57E1" w:rsidRDefault="00DD57E1" w:rsidP="00DD57E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91vGsUA&#10;AADdAAAADwAAAGRycy9kb3ducmV2LnhtbESP0WrCQBRE3wv+w3IF3+rGaINGV5FiwTdr6gdcstdN&#10;MHs3Zrea+vVuodDHYWbOMKtNbxtxo87XjhVMxgkI4tLpmo2C09fH6xyED8gaG8ek4Ic8bNaDlxXm&#10;2t35SLciGBEh7HNUUIXQ5lL6siKLfuxa4uidXWcxRNkZqTu8R7htZJokmbRYc1yosKX3ispL8W0V&#10;XF36pvtih4fLbvFZGzO7Po4zpUbDfrsEEagP/+G/9l4rSKfzDH7fxCcg1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3W8a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DD57E1" w:rsidRDefault="00DD57E1" w:rsidP="00DD57E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BA6cUA&#10;AADdAAAADwAAAGRycy9kb3ducmV2LnhtbESPzW7CMBCE70i8g7VIvRWnoEKaxiBaCYkrPweOW3tJ&#10;0sbrELsh9OkxUiWOo5n5RpMve1uLjlpfOVbwMk5AEGtnKi4UHPbr5xSED8gGa8ek4EoelovhIMfM&#10;uAtvqduFQkQI+wwVlCE0mZRel2TRj11DHL2Tay2GKNtCmhYvEW5rOUmSmbRYcVwosaHPkvTP7tcq&#10;2FRf9DrTpzebfujt8e8cpvNvo9TTqF+9gwjUh0f4v70xCibTdA73N/EJ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sEDp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DD57E1" w:rsidRDefault="00DD57E1" w:rsidP="00DD57E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Ynb8YA&#10;AADdAAAADwAAAGRycy9kb3ducmV2LnhtbESPQWvCQBCF74X+h2UK3uqmEYqNrqKFQkurUBV7HbLT&#10;bDA7G7LbGP995yB4nJk3771vvhx8o3rqYh3YwNM4A0VcBltzZeCwf3ucgooJ2WITmAxcKMJycX83&#10;x8KGM39Tv0uVEhOOBRpwKbWF1rF05DGOQ0sst9/QeUwydpW2HZ7F3Dc6z7Jn7bFmSXDY0quj8rT7&#10;8wZ63F6yH7fevHzUX2W+XR8/rezN6GFYzUAlGtJNfP1+twbyyVTqCo2QgF7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Ynb8YAAADd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DD57E1" w:rsidRDefault="00DD57E1" w:rsidP="00DD57E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1E8lMQA&#10;AADdAAAADwAAAGRycy9kb3ducmV2LnhtbESPQUvDQBSE70L/w/IK3uymEaTGbkspVDxq9ODxmX3N&#10;pmbfC7vbJvrrXUHwOMzMN8x6O/leXSjETtjAclGAIm7EdtwaeHs93KxAxYRssRcmA18UYbuZXa2x&#10;sjLyC13q1KoM4VihAZfSUGkdG0ce40IG4uwdJXhMWYZW24Bjhvtel0Vxpz12nBccDrR31HzWZ29g&#10;fGw+TuXx3brvMMihfpZT2Ysx1/Np9wAq0ZT+w3/tJ2ugvF3dw++b/AT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NRPJT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DD57E1" w:rsidRDefault="00DD57E1" w:rsidP="00DD57E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lFc8QA&#10;AADdAAAADwAAAGRycy9kb3ducmV2LnhtbERPW2vCMBR+H/gfwhH2tqZ2sGk1itMJYyji7f3YHNtu&#10;yUlpMu3+/fIw8PHju09mnTXiSq2vHSsYJCkI4sLpmksFx8PqaQjCB2SNxjEp+CUPs2nvYYK5djfe&#10;0XUfShFD2OeooAqhyaX0RUUWfeIa4shdXGsxRNiWUrd4i+HWyCxNX6TFmmNDhQ0tKiq+9z9WwWq7&#10;NF/ZZjc/ybB4fz2b4efbcq3UY7+bj0EE6sJd/O/+0Aqy51HcH9/EJyC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nZRXP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DD57E1" w:rsidRDefault="00DD57E1" w:rsidP="00DD57E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zItUccA&#10;AADdAAAADwAAAGRycy9kb3ducmV2LnhtbESPQWvCQBSE7wX/w/IEL6VuVCppdBURxBRaqGnB6zP7&#10;TILZtyG7Jum/7xYKPQ4z8w2z3g6mFh21rrKsYDaNQBDnVldcKPj6PDzFIJxH1lhbJgXf5GC7GT2s&#10;MdG25xN1mS9EgLBLUEHpfZNI6fKSDLqpbYiDd7WtQR9kW0jdYh/gppbzKFpKgxWHhRIb2peU37K7&#10;UdB9vF2KtHPN6y1+dM+Ly/H4rs9KTcbDbgXC0+D/w3/tVCuYL15m8PsmPAG5+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8yLVH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DD57E1" w:rsidRDefault="00DD57E1" w:rsidP="00DD57E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0HP78cA&#10;AADdAAAADwAAAGRycy9kb3ducmV2LnhtbESPT2sCMRTE74V+h/AK3mrWbSu6GkULgpdC/XPQ23Pz&#10;3F3cvKxJ1G0/fSMUPA4z8xtmPG1NLa7kfGVZQa+bgCDOra64ULDdLF4HIHxA1lhbJgU/5GE6eX4a&#10;Y6btjVd0XYdCRAj7DBWUITSZlD4vyaDv2oY4ekfrDIYoXSG1w1uEm1qmSdKXBiuOCyU29FlSflpf&#10;jIL5cDA/f7/z1+/qsKf97nD6SF2iVOelnY1ABGrDI/zfXmoF6dswhfub+ATk5A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9Bz+/HAAAA3QAAAA8AAAAAAAAAAAAAAAAAmAIAAGRy&#10;cy9kb3ducmV2LnhtbFBLBQYAAAAABAAEAPUAAACMAwAAAAA=&#10;" fillcolor="black" stroked="f">
              <v:textbox>
                <w:txbxContent>
                  <w:p w:rsidR="00DD57E1" w:rsidRDefault="00DD57E1" w:rsidP="00DD57E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SpescA&#10;AADdAAAADwAAAGRycy9kb3ducmV2LnhtbESPQWvCQBSE7wX/w/KE3uqmEcWmrqK2QkE9aHvo8TX7&#10;mizJvg3Zrab+elcQPA4z8w0znXe2FkdqvXGs4HmQgCDOnTZcKPj6XD9NQPiArLF2TAr+ycN81nuY&#10;Yqbdifd0PIRCRAj7DBWUITSZlD4vyaIfuIY4er+utRiibAupWzxFuK1lmiRjadFwXCixoVVJeXX4&#10;swq+N2Mz2RtKf7bn5bvejqrl7q1S6rHfLV5BBOrCPXxrf2gF6fBlCNc38QnI2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AkqXrHAAAA3Q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DD57E1" w:rsidRDefault="00DD57E1" w:rsidP="00DD57E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gPu8YA&#10;AADdAAAADwAAAGRycy9kb3ducmV2LnhtbESPQWsCMRSE74L/ITzBm2arRezWKKJIe+lB29LrY/O6&#10;2e7mZU2irv76piD0OMzMN8xi1dlGnMmHyrGCh3EGgrhwuuJSwcf7bjQHESKyxsYxKbhSgNWy31tg&#10;rt2F93Q+xFIkCIccFZgY21zKUBiyGMauJU7et/MWY5K+lNrjJcFtIydZNpMWK04LBlvaGCrqw8kq&#10;8OuvbX3j02ed3d6u4eWnO87RKDUcdOtnEJG6+B++t1+1gsn06RH+3qQnI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ygPu8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DD57E1" w:rsidRDefault="00DD57E1" w:rsidP="00DD57E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APksYA&#10;AADdAAAADwAAAGRycy9kb3ducmV2LnhtbESPUWvCQBCE3wv9D8cKfSl6aUqrRk8phUJBEbT+gDW3&#10;JsG7vZDbauyv9wqFPg4z8w0zX/beqTN1sQls4GmUgSIug224MrD/+hhOQEVBtugCk4ErRVgu7u/m&#10;WNhw4S2dd1KpBOFYoIFapC20jmVNHuMotMTJO4bOoyTZVdp2eElw73SeZa/aY8NpocaW3msqT7tv&#10;b8DlBzddjeNarnu9zn68bB831piHQf82AyXUy3/4r/1pDeTP0xf4fZOegF7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TAPks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DD57E1" w:rsidRDefault="00DD57E1" w:rsidP="00DD57E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6eocYA&#10;AADdAAAADwAAAGRycy9kb3ducmV2LnhtbESPQWsCMRSE74X+h/AK3jTrFsRujWIrwl56cGvx+tw8&#10;N4vJy7JJde2vN4VCj8PMfMMsVoOz4kJ9aD0rmE4yEMS11y03Cvaf2/EcRIjIGq1nUnCjAKvl48MC&#10;C+2vvKNLFRuRIBwKVGBi7AopQ23IYZj4jjh5J987jEn2jdQ9XhPcWZln2Uw6bDktGOzo3VB9rr6d&#10;gk3V2Xxfmrdw+Po4Hm35s6XDRqnR07B+BRFpiP/hv3apFeTPLzP4fZOegFz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26eoc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DD57E1" w:rsidRDefault="00DD57E1" w:rsidP="00DD57E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V0i8QA&#10;AADdAAAADwAAAGRycy9kb3ducmV2LnhtbESPT2sCMRTE70K/Q3iF3jSpgtrVKKVUEDz579DbI3nu&#10;rm5elk10t9/eCILHYWZ+w8yXnavEjZpQetbwOVAgiI23JecaDvtVfwoiRGSLlWfS8E8Blou33hwz&#10;61ve0m0Xc5EgHDLUUMRYZ1IGU5DDMPA1cfJOvnEYk2xyaRtsE9xVcqjUWDosOS0UWNNPQeayuzoN&#10;55XceKPQHA/Hdm0nf79jqpTWH+/d9wxEpC6+ws/22moYjr4m8HiTnoBc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K1dIv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DD57E1" w:rsidRDefault="00DD57E1" w:rsidP="00DD57E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NC18MA&#10;AADdAAAADwAAAGRycy9kb3ducmV2LnhtbERPz2vCMBS+D/wfwhO8rekqDO0aRYXBcOwwFdnxrXm2&#10;pc1LSWLb/ffLYbDjx/e72E6mEwM531hW8JSkIIhLqxuuFFzOr48rED4ga+wsk4If8rDdzB4KzLUd&#10;+ZOGU6hEDGGfo4I6hD6X0pc1GfSJ7Ykjd7POYIjQVVI7HGO46WSWps/SYMOxocaeDjWV7eluFHzd&#10;3/n2sTzu3D5c7XT2bfa9apVazKfdC4hAU/gX/7nftIJsuY5z45v4BO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DNC18MAAADdAAAADwAAAAAAAAAAAAAAAACYAgAAZHJzL2Rv&#10;d25yZXYueG1sUEsFBgAAAAAEAAQA9QAAAIg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DD57E1" w:rsidRDefault="00DD57E1" w:rsidP="00DD57E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VdnscA&#10;AADdAAAADwAAAGRycy9kb3ducmV2LnhtbESPQWvCQBSE7wX/w/IEb3VjasWkrqKFQi+Fanuot2f2&#10;mQSzb+PuqrG/visUPA4z8w0zW3SmEWdyvrasYDRMQBAXVtdcKvj+enucgvABWWNjmRRcycNi3nuY&#10;Ya7thdd03oRSRAj7HBVUIbS5lL6oyKAf2pY4envrDIYoXSm1w0uEm0amSTKRBmuOCxW29FpRcdic&#10;jIJVNl0dP8f88bvebWn7szs8py5RatDvli8gAnXhHv5vv2sF6VOWwe1NfAJy/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HlXZ7HAAAA3QAAAA8AAAAAAAAAAAAAAAAAmAIAAGRy&#10;cy9kb3ducmV2LnhtbFBLBQYAAAAABAAEAPUAAACMAwAAAAA=&#10;" fillcolor="black" stroked="f">
              <v:textbox>
                <w:txbxContent>
                  <w:p w:rsidR="00DD57E1" w:rsidRDefault="00DD57E1" w:rsidP="00DD57E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NW4MIA&#10;AADdAAAADwAAAGRycy9kb3ducmV2LnhtbERPyWrDMBC9F/oPYgq9NXLTEoITJZhAaenJ2ch1Yk0s&#10;E2tkJFVx/746FHJ8vH25Hm0vEvnQOVbwOilAEDdOd9wqOOw/XuYgQkTW2DsmBb8UYL16fFhiqd2N&#10;t5R2sRU5hEOJCkyMQyllaAxZDBM3EGfu4rzFmKFvpfZ4y+G2l9OimEmLHecGgwNtDDXX3Y9VkM6b&#10;unpLp2S2375qvas/j+daqeensVqAiDTGu/jf/aUVTN+LvD+/yU9Ar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A1bgwgAAAN0AAAAPAAAAAAAAAAAAAAAAAJgCAABkcnMvZG93&#10;bnJldi54bWxQSwUGAAAAAAQABAD1AAAAhw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DD57E1" w:rsidRDefault="00DD57E1" w:rsidP="00DD57E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gTicYA&#10;AADdAAAADwAAAGRycy9kb3ducmV2LnhtbESPQWvCQBSE74X+h+UVvNVNRMRGVylSRb20TQU9PrKv&#10;2dDs25BdY/TXd4VCj8PMfMPMl72tRUetrxwrSIcJCOLC6YpLBYev9fMUhA/IGmvHpOBKHpaLx4c5&#10;Ztpd+JO6PJQiQthnqMCE0GRS+sKQRT90DXH0vl1rMUTZllK3eIlwW8tRkkykxYrjgsGGVoaKn/xs&#10;Ffh09Xbc29tLd9oYfs93ZvJRGqUGT/3rDESgPvyH/9pbrWA0TlK4v4lPQC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cgTic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DD57E1" w:rsidRDefault="00DD57E1" w:rsidP="00DD57E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DD57E1" w:rsidRPr="00FF3CBA" w:rsidRDefault="00DD57E1" w:rsidP="00DD57E1">
      <w:pPr>
        <w:spacing w:after="0" w:line="240" w:lineRule="auto"/>
        <w:rPr>
          <w:rFonts w:ascii="Times New Roman" w:eastAsia="Calibri" w:hAnsi="Times New Roman" w:cs="Times New Roman"/>
        </w:rPr>
      </w:pPr>
    </w:p>
    <w:p w:rsidR="00DD57E1" w:rsidRPr="00FF3CBA" w:rsidRDefault="00DD57E1" w:rsidP="00DD57E1">
      <w:pPr>
        <w:spacing w:after="0" w:line="240" w:lineRule="auto"/>
        <w:rPr>
          <w:rFonts w:ascii="Times New Roman" w:eastAsia="Calibri" w:hAnsi="Times New Roman" w:cs="Times New Roman"/>
        </w:rPr>
      </w:pPr>
    </w:p>
    <w:p w:rsidR="00DD57E1" w:rsidRPr="00FF3CBA" w:rsidRDefault="00DD57E1" w:rsidP="00DD57E1">
      <w:pPr>
        <w:spacing w:after="0" w:line="240" w:lineRule="auto"/>
        <w:rPr>
          <w:rFonts w:ascii="Times New Roman" w:eastAsia="Calibri" w:hAnsi="Times New Roman" w:cs="Times New Roman"/>
        </w:rPr>
      </w:pPr>
    </w:p>
    <w:p w:rsidR="00DD57E1" w:rsidRPr="00FF3CBA" w:rsidRDefault="00DD57E1" w:rsidP="00DD57E1">
      <w:pPr>
        <w:spacing w:after="0" w:line="240" w:lineRule="auto"/>
        <w:rPr>
          <w:rFonts w:ascii="Times New Roman" w:eastAsia="Calibri" w:hAnsi="Times New Roman" w:cs="Times New Roman"/>
        </w:rPr>
      </w:pPr>
    </w:p>
    <w:p w:rsidR="00DD57E1" w:rsidRDefault="00DD57E1" w:rsidP="00DD57E1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uk-UA"/>
        </w:rPr>
      </w:pPr>
    </w:p>
    <w:p w:rsidR="00DD57E1" w:rsidRPr="00FF3CBA" w:rsidRDefault="00DD57E1" w:rsidP="00DD57E1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FF3CBA">
        <w:rPr>
          <w:rFonts w:ascii="Times New Roman" w:eastAsia="Calibri" w:hAnsi="Times New Roman" w:cs="Times New Roman"/>
          <w:b/>
        </w:rPr>
        <w:t>УКРАЇНА</w:t>
      </w:r>
    </w:p>
    <w:p w:rsidR="00DD57E1" w:rsidRPr="00FF3CBA" w:rsidRDefault="00DD57E1" w:rsidP="00DD57E1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FF3CBA">
        <w:rPr>
          <w:rFonts w:ascii="Times New Roman" w:eastAsia="Calibri" w:hAnsi="Times New Roman" w:cs="Times New Roman"/>
          <w:b/>
        </w:rPr>
        <w:t>КРУПЕЦЬКА СІЛЬСЬКА РАДА</w:t>
      </w:r>
    </w:p>
    <w:p w:rsidR="00DD57E1" w:rsidRPr="00FF3CBA" w:rsidRDefault="00DD57E1" w:rsidP="00DD57E1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FF3CBA">
        <w:rPr>
          <w:rFonts w:ascii="Times New Roman" w:eastAsia="Calibri" w:hAnsi="Times New Roman" w:cs="Times New Roman"/>
          <w:b/>
        </w:rPr>
        <w:t>СЛАВУТСЬКОГО РАЙОНУ</w:t>
      </w:r>
    </w:p>
    <w:p w:rsidR="00DD57E1" w:rsidRPr="00FF3CBA" w:rsidRDefault="00DD57E1" w:rsidP="00DD57E1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FF3CBA">
        <w:rPr>
          <w:rFonts w:ascii="Times New Roman" w:eastAsia="Calibri" w:hAnsi="Times New Roman" w:cs="Times New Roman"/>
          <w:b/>
        </w:rPr>
        <w:t>ХМЕЛЬНИЦЬКОЇ ОБЛАСТІ</w:t>
      </w:r>
    </w:p>
    <w:p w:rsidR="00DD57E1" w:rsidRPr="00FF3CBA" w:rsidRDefault="00DD57E1" w:rsidP="00DD57E1">
      <w:pPr>
        <w:spacing w:after="0" w:line="240" w:lineRule="auto"/>
        <w:rPr>
          <w:rFonts w:ascii="Times New Roman" w:eastAsia="Calibri" w:hAnsi="Times New Roman" w:cs="Times New Roman"/>
        </w:rPr>
      </w:pPr>
      <w:r w:rsidRPr="00FF3CBA">
        <w:rPr>
          <w:rFonts w:ascii="Times New Roman" w:eastAsia="Calibri" w:hAnsi="Times New Roman" w:cs="Times New Roman"/>
        </w:rPr>
        <w:t xml:space="preserve"> </w:t>
      </w:r>
      <w:r w:rsidR="00897A75" w:rsidRPr="00897A75">
        <w:rPr>
          <w:rFonts w:ascii="Calibri" w:eastAsia="Calibri" w:hAnsi="Calibri" w:cs="Times New Roman"/>
          <w:noProof/>
          <w:lang w:eastAsia="ru-RU"/>
        </w:rPr>
        <w:pict>
          <v:group id="Групувати 1007" o:spid="_x0000_s1057" style="position:absolute;margin-left:219.6pt;margin-top:717.85pt;width:42.8pt;height:57.85pt;z-index:251661312;mso-position-horizontal-relative:text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">
            <v:shape id="Freeform 34" o:spid="_x0000_s105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EpmIcMA&#10;AADdAAAADwAAAGRycy9kb3ducmV2LnhtbESPzarCMBSE9xd8h3AEd9fUVlSqUURUXAji3/7QHNti&#10;c1KaqPXtjXDhLoeZ+YaZLVpTiSc1rrSsYNCPQBBnVpecK7icN78TEM4ja6wsk4I3OVjMOz8zTLV9&#10;8ZGeJ5+LAGGXooLC+zqV0mUFGXR9WxMH72Ybgz7IJpe6wVeAm0rGUTSSBksOCwXWtCoou58eRoFN&#10;trv9NY+PyZrHnpeHye3a7pXqddvlFISn1v+H/9o7rSAeRgl834QnIOc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EpmI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DD57E1" w:rsidRDefault="00DD57E1" w:rsidP="00DD57E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105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U6W8gA&#10;AADdAAAADwAAAGRycy9kb3ducmV2LnhtbESPQWsCMRSE74X+h/AKXqRmFbHt1igirLYeCqtCr4/N&#10;62bbzcuSRN3665tCocdhZr5h5svetuJMPjSOFYxHGQjiyumGawXHQ3H/CCJEZI2tY1LwTQGWi9ub&#10;OebaXbik8z7WIkE45KjAxNjlUobKkMUwch1x8j6ctxiT9LXUHi8Jbls5ybKZtNhwWjDY0dpQ9bU/&#10;WQWfxZt5Xz9cN374VNJ1WOy27etMqcFdv3oGEamP/+G/9otWMJlmU/h9k56AXPw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1tTpb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DD57E1" w:rsidRDefault="00DD57E1" w:rsidP="00DD57E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06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H9v8MA&#10;AADdAAAADwAAAGRycy9kb3ducmV2LnhtbESP3YrCMBCF7wXfIYzgjaypri5SjSKyLuJN8ecBhmZs&#10;is2kNFlb336zIHh5OD8fZ7XpbCUe1PjSsYLJOAFBnDtdcqHgetl/LED4gKyxckwKnuRhs+73Vphq&#10;1/KJHudQiDjCPkUFJoQ6ldLnhiz6sauJo3dzjcUQZVNI3WAbx20lp0nyJS2WHAkGa9oZyu/nXxsh&#10;2Sdmx1t72f902OL30fBoe1JqOOi2SxCBuvAOv9oHrWA6S+bw/yY+Abn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yH9v8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DD57E1" w:rsidRDefault="00DD57E1" w:rsidP="00DD57E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106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i2aMUA&#10;AADdAAAADwAAAGRycy9kb3ducmV2LnhtbESPQUvDQBSE70L/w/IEb3ZjqKnEbkupCiJ4aCuIt0f2&#10;NQlm3y67zyb+e1cQPA4z8w2z2kxuUGeKqfds4GZegCJuvO25NfB2fLq+A5UE2eLgmQx8U4LNenax&#10;wtr6kfd0PkirMoRTjQY6kVBrnZqOHKa5D8TZO/noULKMrbYRxwx3gy6LotIOe84LHQbaddR8Hr6c&#10;gdfxMbwsq9tT+IiLUqcHK+87MebqctregxKa5D/81362BspFUcHvm/wE9P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SLZo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DD57E1" w:rsidRDefault="00DD57E1" w:rsidP="00DD57E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106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/GU8MA&#10;AADdAAAADwAAAGRycy9kb3ducmV2LnhtbESP3YrCMBCF7wXfIYzgjayprrhSjSKyLuJN8ecBhmZs&#10;is2kNFlb336zIHh5OD8fZ7XpbCUe1PjSsYLJOAFBnDtdcqHgetl/LED4gKyxckwKnuRhs+73Vphq&#10;1/KJHudQiDjCPkUFJoQ6ldLnhiz6sauJo3dzjcUQZVNI3WAbx20lp0kylxZLjgSDNe0M5ffzr42Q&#10;7BOz46297H86bPH7aHi0PSk1HHTbJYhAXXiHX+2DVjCdJV/w/yY+Abn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L/GU8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DD57E1" w:rsidRDefault="00DD57E1" w:rsidP="00DD57E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106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uHgcMA&#10;AADdAAAADwAAAGRycy9kb3ducmV2LnhtbERPTUsDMRC9C/6HMEJvNuvSVlmbFqktFMGDVRBvw2a6&#10;u7iZhGTa3f775iB4fLzv5Xp0vTpTTJ1nAw/TAhRx7W3HjYGvz939E6gkyBZ7z2TgQgnWq9ubJVbW&#10;D/xB54M0KodwqtBAKxIqrVPdksM09YE4c0cfHUqGsdE24pDDXa/Lolhohx3nhhYDbVqqfw8nZ+B9&#10;2Ia3x8X8GH7irNTp1cr3RoyZ3I0vz6CERvkX/7n31kA5K/Lc/CY/Ab2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JuHg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DD57E1" w:rsidRDefault="00DD57E1" w:rsidP="00DD57E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106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eCZMcA&#10;AADdAAAADwAAAGRycy9kb3ducmV2LnhtbESP3WoCMRSE7wu+QziF3ohma1vRrVFqIVhoofgD3h42&#10;x93FzcmSpO769k1B6OUwM98wi1VvG3EhH2rHCh7HGQjiwpmaSwWHvR7NQISIbLBxTAquFGC1HNwt&#10;MDeu4y1ddrEUCcIhRwVVjG0uZSgqshjGriVO3sl5izFJX0rjsUtw28hJlk2lxZrTQoUtvVdUnHc/&#10;VsH6uyuf/LBY9+7ztDm+aG30l1bq4b5/ewURqY//4Vv7wyiYPGdz+HuTnoBc/g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1XgmT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DD57E1" w:rsidRDefault="00DD57E1" w:rsidP="00DD57E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106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znYcAA&#10;AADdAAAADwAAAGRycy9kb3ducmV2LnhtbERPy4rCMBTdD/gP4QruxtTiDFKNIg6FQWbj4wMuzbWp&#10;NjclibX+vVkMuDyc92oz2Fb05EPjWMFsmoEgrpxuuFZwPpWfCxAhImtsHZOCJwXYrEcfKyy0e/CB&#10;+mOsRQrhUKACE2NXSBkqQxbD1HXEibs4bzEm6GupPT5SuG1lnmXf0mLDqcFgRztD1e14twrKff7X&#10;3+7al247zC19mevixyg1GQ/bJYhIQ3yL/92/WkE+n6X96U16AnL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AznYcAAAADdAAAADwAAAAAAAAAAAAAAAACYAgAAZHJzL2Rvd25y&#10;ZXYueG1sUEsFBgAAAAAEAAQA9QAAAIU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DD57E1" w:rsidRDefault="00DD57E1" w:rsidP="00DD57E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106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gYv8YA&#10;AADdAAAADwAAAGRycy9kb3ducmV2LnhtbESPUWvCMBSF3wf7D+EOfJGZVucYnVHmIDiYILrBXi/N&#10;tS1rbkoSbf33ZiDs8XDO+Q5nsRpsK87kQ+NYQT7JQBCXzjRcKfj+0o8vIEJENtg6JgUXCrBa3t8t&#10;sDCu5z2dD7ESCcKhQAV1jF0hZShrshgmriNO3tF5izFJX0njsU9w28pplj1Liw2nhRo7eq+p/D2c&#10;rIL1rq9mflyuB/d53PzMtTZ6q5UaPQxvryAiDfE/fGt/GAXTpzyHvzfpCcjl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vgYv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DD57E1" w:rsidRDefault="00DD57E1" w:rsidP="00DD57E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106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LcjcQA&#10;AADdAAAADwAAAGRycy9kb3ducmV2LnhtbESPUWvCMBSF34X9h3AHe9PU4oZUUxGlMMZepv6AS3PX&#10;dG1uShJr9++XgeDj4ZzzHc52N9lejORD61jBcpGBIK6dbrlRcDlX8zWIEJE19o5JwS8F2JVPsy0W&#10;2t34i8ZTbESCcChQgYlxKKQMtSGLYeEG4uR9O28xJukbqT3eEtz2Ms+yN2mx5bRgcKCDobo7Xa2C&#10;6iP/HLur9pXbTytLr+ZnfTRKvTxP+w2ISFN8hO/td60gXy1z+H+TnoAs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+S3I3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DD57E1" w:rsidRDefault="00DD57E1" w:rsidP="00DD57E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106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tjMMEA&#10;AADdAAAADwAAAGRycy9kb3ducmV2LnhtbESP3arCMBCE7wXfIazgnab1D6lGEUHRS6sPsDRrW2w2&#10;tYm2vr05cMDLYWa+YdbbzlTiTY0rLSuIxxEI4szqknMFt+thtAThPLLGyjIp+JCD7abfW2OibcsX&#10;eqc+FwHCLkEFhfd1IqXLCjLoxrYmDt7dNgZ9kE0udYNtgJtKTqJoIQ2WHBYKrGlfUPZIX0bB7NMe&#10;n+n8ER20ofg8rc/ss7lSw0G3W4Hw1Plf+L990goms3gKf2/CE5Cb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bYzD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DD57E1" w:rsidRDefault="00DD57E1" w:rsidP="00DD57E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106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DiWMUA&#10;AADdAAAADwAAAGRycy9kb3ducmV2LnhtbESPQWvCQBSE7wX/w/KE3uomQaRNXSUoSvFkU/X8yD6T&#10;0OzbkN3E+O9dodDjMDPfMMv1aBoxUOdqywriWQSCuLC65lLB6Wf39g7CeWSNjWVScCcH69XkZYmp&#10;tjf+piH3pQgQdikqqLxvUyldUZFBN7MtcfCutjPog+xKqTu8BbhpZBJFC2mw5rBQYUubiorfvDcK&#10;+sUlOfH1oI/59r7/2O4yJ8+lUq/TMfsE4Wn0/+G/9pdWkMzjOTzfhCcgV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4OJY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DD57E1" w:rsidRDefault="00DD57E1" w:rsidP="00DD57E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107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84xMgA&#10;AADdAAAADwAAAGRycy9kb3ducmV2LnhtbESPT2vCQBTE74LfYXlCb7rxT4NNXUUFQXswVO2ht9fs&#10;a5I2+zZmV02/vVso9DjMzG+Y2aI1lbhS40rLCoaDCARxZnXJuYLTcdOfgnAeWWNlmRT8kIPFvNuZ&#10;YaLtjV/pevC5CBB2CSoovK8TKV1WkEE3sDVx8D5tY9AH2eRSN3gLcFPJURTF0mDJYaHAmtYFZd+H&#10;i1Hwlk7jp3S1m3y97D9wbPT5XZexUg+9dvkMwlPr/8N/7a1WMJoMH+H3TXgCcn4H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eDzjE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DD57E1" w:rsidRDefault="00DD57E1" w:rsidP="00DD57E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107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VkQMQA&#10;AADdAAAADwAAAGRycy9kb3ducmV2LnhtbESPQYvCMBSE78L+h/AWvGlqV4pUo7grq+LJdQWvj+bZ&#10;FpuX0kSt/nojCB6HmfmGmcxaU4kLNa60rGDQj0AQZ1aXnCvY///2RiCcR9ZYWSYFN3Iwm350Jphq&#10;e+U/uux8LgKEXYoKCu/rVEqXFWTQ9W1NHLyjbQz6IJtc6gavAW4qGUdRIg2WHBYKrOmnoOy0OxsF&#10;9+SAW7eKvxdf2tNtOFrazXapVPeznY9BeGr9O/xqr7WCeDhI4PkmPAE5f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elZED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DD57E1" w:rsidRDefault="00DD57E1" w:rsidP="00DD57E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07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GSY8UA&#10;AADdAAAADwAAAGRycy9kb3ducmV2LnhtbESP0WrCQBRE3wX/YbmFvunGEGtNXUWKBd+ssR9wyV43&#10;wezdmN1q2q93BcHHYWbOMItVbxtxoc7XjhVMxgkI4tLpmo2Cn8PX6B2ED8gaG8ek4I88rJbDwQJz&#10;7a68p0sRjIgQ9jkqqEJocyl9WZFFP3YtcfSOrrMYouyM1B1eI9w2Mk2SN2mx5rhQYUufFZWn4tcq&#10;OLt0qvtig7vTZv5dG5Od//eZUq8v/foDRKA+PMOP9lYrSLPJDO5v4hOQ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MZJj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DD57E1" w:rsidRDefault="00DD57E1" w:rsidP="00DD57E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07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+MecMA&#10;AADdAAAADwAAAGRycy9kb3ducmV2LnhtbERPPW/CMBDdK/U/WFepW3GgQGmKE7VISKwEBsarfSSB&#10;+JzGLgn99fWAxPj0vpf5YBtxoc7XjhWMRwkIYu1MzaWC/W79sgDhA7LBxjEpuJKHPHt8WGJqXM9b&#10;uhShFDGEfYoKqhDaVEqvK7LoR64ljtzRdRZDhF0pTYd9DLeNnCTJXFqsOTZU2NKqIn0ufq2CTf1N&#10;s7k+vtvFl94e/n7C69vJKPX8NHx+gAg0hLv45t4YBZPpOM6Nb+ITkN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I+Mec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DD57E1" w:rsidRDefault="00DD57E1" w:rsidP="00DD57E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07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raFsIA&#10;AADdAAAADwAAAGRycy9kb3ducmV2LnhtbERPXWvCMBR9H/gfwhX2NlPLkNmZFhUEh5ugju310lyb&#10;YnNTmqzWf78MBj6eb86iGGwjeup87VjBdJKAIC6drrlS8HnaPL2A8AFZY+OYFNzIQ5GPHhaYaXfl&#10;A/XHUIlYwj5DBSaENpPSl4Ys+olriaN2dp3FEGFXSd3hNZbbRqZJMpMWa44LBltaGyovxx+roMf9&#10;Lfk2q4/5W/1epvvV105HXj2Oh+UriEBDuJv/01utIH2ezuHvTXwCMv8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ytoW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DD57E1" w:rsidRDefault="00DD57E1" w:rsidP="00DD57E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07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cHVsEA&#10;AADdAAAADwAAAGRycy9kb3ducmV2LnhtbERPTUsDMRC9C/6HMII3m20QkbVpkULFo64eehw3083W&#10;zcySxO62v94cBI+P973azGFQJ4qpF7awXFSgiFtxPXcWPj92d4+gUkZ2OAiThTMl2Kyvr1ZYO5n4&#10;nU5N7lQJ4VSjBZ/zWGudWk8B00JG4sIdJAbMBcZOu4hTCQ+DNlX1oAP2XBo8jrT11H43P8HC9NJ+&#10;Hc1h7/wljrJr3uRoBrH29mZ+fgKVac7/4j/3q7Ng7k3ZX96UJ6D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SnB1bBAAAA3Q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DD57E1" w:rsidRDefault="00DD57E1" w:rsidP="00DD57E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107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DkasYA&#10;AADdAAAADwAAAGRycy9kb3ducmV2LnhtbESPW2sCMRSE3wv9D+EIvtWsi7SyGsUrFKmIl76fbo67&#10;W5OTZRN1/fdNodDHYWa+YcbT1hpxo8ZXjhX0ewkI4tzpigsFp+P6ZQjCB2SNxjEpeJCH6eT5aYyZ&#10;dnfe0+0QChEh7DNUUIZQZ1L6vCSLvudq4uidXWMxRNkUUjd4j3BrZJokr9JixXGhxJoWJeWXw9Uq&#10;WO+W5jvd7mefMixWb19muJkvP5TqdtrZCESgNvyH/9rvWkE6SPvw+yY+ATn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YDkas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DD57E1" w:rsidRDefault="00DD57E1" w:rsidP="00DD57E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107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W3pMYA&#10;AADdAAAADwAAAGRycy9kb3ducmV2LnhtbESPQWvCQBSE74L/YXmFXkQ3xiqSuooIRYUWahR6fWZf&#10;k2D2bciuMf77bkHwOMzMN8xi1ZlKtNS40rKC8SgCQZxZXXKu4HT8GM5BOI+ssbJMCu7kYLXs9xaY&#10;aHvjA7Wpz0WAsEtQQeF9nUjpsoIMupGtiYP3axuDPsgml7rBW4CbSsZRNJMGSw4LBda0KSi7pFej&#10;oP3+POe71tX7y3zgppPzdvulf5R6fenW7yA8df4ZfrR3WkH8Fsfw/yY8Abn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W3p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DD57E1" w:rsidRDefault="00DD57E1" w:rsidP="00DD57E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1078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hu9scA&#10;AADdAAAADwAAAGRycy9kb3ducmV2LnhtbESPT2sCMRTE7wW/Q3iCt5p1taKrUbRQ6KVQ/xz09tw8&#10;dxc3L9sk1W0/fSMUPA4z8xtmvmxNLa7kfGVZwaCfgCDOra64ULDfvT1PQPiArLG2TAp+yMNy0Xma&#10;Y6btjTd03YZCRAj7DBWUITSZlD4vyaDv24Y4emfrDIYoXSG1w1uEm1qmSTKWBiuOCyU29FpSftl+&#10;GwXr6WT99Tnij9/N6UjHw+nykrpEqV63Xc1ABGrDI/zfftcK0lE6hPub+ATk4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MYbvbHAAAA3QAAAA8AAAAAAAAAAAAAAAAAmAIAAGRy&#10;cy9kb3ducmV2LnhtbFBLBQYAAAAABAAEAPUAAACMAwAAAAA=&#10;" fillcolor="black" stroked="f">
              <v:textbox>
                <w:txbxContent>
                  <w:p w:rsidR="00DD57E1" w:rsidRDefault="00DD57E1" w:rsidP="00DD57E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1079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g1jMcA&#10;AADdAAAADwAAAGRycy9kb3ducmV2LnhtbESPzWvCQBTE7wX/h+UJvdWNQUWiq2g/QKg9+HHw+Mw+&#10;kyXZtyG71bR/vVsQehxm5jfMfNnZWlyp9caxguEgAUGcO224UHA8fLxMQfiArLF2TAp+yMNy0Xua&#10;Y6bdjXd03YdCRAj7DBWUITSZlD4vyaIfuIY4ehfXWgxRtoXULd4i3NYyTZKJtGg4LpTY0GtJebX/&#10;tgpOnxMz3RlKz9vf9bvejqv111ul1HO/W81ABOrCf/jR3mgF6Sgdwd+b+ATk4g4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zYNYzHAAAA3Q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DD57E1" w:rsidRDefault="00DD57E1" w:rsidP="00DD57E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1080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3GuosYA&#10;AADdAAAADwAAAGRycy9kb3ducmV2LnhtbESPQWsCMRSE7wX/Q3hCbzXbRUW2RhFLsRcPtRWvj83r&#10;ZrublzWJuvrrG6HQ4zAz3zDzZW9bcSYfascKnkcZCOLS6ZorBV+fb08zECEia2wdk4IrBVguBg9z&#10;LLS78Aedd7ESCcKhQAUmxq6QMpSGLIaR64iT9+28xZikr6T2eElw28o8y6bSYs1pwWBHa0NlsztZ&#10;BX51eG1ufNo32W17DZuf/jhDo9TjsF+9gIjUx//wX/tdK8jH+QTub9ITk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3Guo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DD57E1" w:rsidRDefault="00DD57E1" w:rsidP="00DD57E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1081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eVZ8UA&#10;AADdAAAADwAAAGRycy9kb3ducmV2LnhtbESPUWvCQBCE3wv+h2OFvpR6aRBtU08pQqGgCFp/wDa3&#10;TULv9kJu1dhf7wmCj8PMfMPMFr136khdbAIbeBlloIjLYBuuDOy/P59fQUVBtugCk4EzRVjMBw8z&#10;LGw48ZaOO6lUgnAs0EAt0hZax7Imj3EUWuLk/YbOoyTZVdp2eEpw73SeZRPtseG0UGNLy5rKv93B&#10;G3D5j3tbTeNaznu9zv69bJ821pjHYf/xDkqol3v41v6yBvJxPoHrm/QE9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95VnxQAAAN0AAAAPAAAAAAAAAAAAAAAAAJgCAABkcnMv&#10;ZG93bnJldi54bWxQSwUGAAAAAAQABAD1AAAAig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DD57E1" w:rsidRDefault="00DD57E1" w:rsidP="00DD57E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1082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c/uMYA&#10;AADdAAAADwAAAGRycy9kb3ducmV2LnhtbESPQWsCMRSE74X+h/CE3jTrUrSsRrEVYS8eulq8PjfP&#10;zWLysmxS3fbXN4VCj8PMfMMs14Oz4kZ9aD0rmE4yEMS11y03Co6H3fgFRIjIGq1nUvBFAdarx4cl&#10;Ftrf+Z1uVWxEgnAoUIGJsSukDLUhh2HiO+LkXXzvMCbZN1L3eE9wZ2WeZTPpsOW0YLCjN0P1tfp0&#10;CrZVZ/NjaV7D6WN/Ptvye0enrVJPo2GzABFpiP/hv3apFeTP+Rx+36QnIF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zc/uM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DD57E1" w:rsidRDefault="00DD57E1" w:rsidP="00DD57E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1083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/ke8IA&#10;AADdAAAADwAAAGRycy9kb3ducmV2LnhtbERPPWvDMBDdC/kP4gLZGikmuMGJEkqowdCpaTJkO6Sr&#10;7dY6GUu13X9fDYWOj/d9OM2uEyMNofWsYbNWIIiNty3XGq7v5eMORIjIFjvPpOGHApyOi4cDFtZP&#10;/EbjJdYihXAoUEMTY19IGUxDDsPa98SJ+/CDw5jgUEs74JTCXSczpXLpsOXU0GBP54bM1+Xbafgs&#10;5as3Cs3tepsq+3R/yalTWq+W8/MeRKQ5/ov/3JXVkG2zNDe9SU9AH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P+R7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DD57E1" w:rsidRDefault="00DD57E1" w:rsidP="00DD57E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1084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rjzsYA&#10;AADdAAAADwAAAGRycy9kb3ducmV2LnhtbESPT2sCMRTE70K/Q3gFb5rtWopdzYotFEqlB7WIx+fm&#10;7R9287IkUbff3hQKHoeZ+Q2zXA2mExdyvrGs4GmagCAurG64UvCz/5jMQfiArLGzTAp+ycMqfxgt&#10;MdP2ylu67EIlIoR9hgrqEPpMSl/UZNBPbU8cvdI6gyFKV0nt8BrhppNpkrxIgw3HhRp7eq+paHdn&#10;o+B43nD5Pftau7dwsMPet+lp3io1fhzWCxCBhnAP/7c/tYL0OX2FvzfxCcj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Grjzs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DD57E1" w:rsidRDefault="00DD57E1" w:rsidP="00DD57E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1085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NmXMQA&#10;AADdAAAADwAAAGRycy9kb3ducmV2LnhtbERPz2vCMBS+D/wfwhO8zdTqxHVGUUHwMpi6w7w9m2db&#10;bF5qErXzrzeHwY4f3+/pvDW1uJHzlWUFg34Cgji3uuJCwfd+/ToB4QOyxtoyKfglD/NZ52WKmbZ3&#10;3tJtFwoRQ9hnqKAMocmk9HlJBn3fNsSRO1lnMEToCqkd3mO4qWWaJGNpsOLYUGJDq5Ly8+5qFCzf&#10;J8vL14g/H9vjgQ4/x/Nb6hKlet128QEiUBv+xX/ujVaQjoZxf3wTn4CcP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YTZlzEAAAA3QAAAA8AAAAAAAAAAAAAAAAAmAIAAGRycy9k&#10;b3ducmV2LnhtbFBLBQYAAAAABAAEAPUAAACJAwAAAAA=&#10;" fillcolor="black" stroked="f">
              <v:textbox>
                <w:txbxContent>
                  <w:p w:rsidR="00DD57E1" w:rsidRDefault="00DD57E1" w:rsidP="00DD57E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1086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M5xsUA&#10;AADdAAAADwAAAGRycy9kb3ducmV2LnhtbESPzWrDMBCE74W8g9hCb42cpJTgRAkmEFp6cn5Krxtr&#10;Y5laKyOpivv2VaHQ4zAz3zDr7Wh7kciHzrGC2bQAQdw43XGr4HzaPy5BhIissXdMCr4pwHYzuVtj&#10;qd2ND5SOsRUZwqFEBSbGoZQyNIYshqkbiLN3dd5izNK3Unu8Zbjt5bwonqXFjvOCwYF2hprP45dV&#10;kC67ulqkj2QOb75qvatf3i+1Ug/3Y7UCEWmM/+G/9qtWMH9azOD3TX4CcvM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IznG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DD57E1" w:rsidRDefault="00DD57E1" w:rsidP="00DD57E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1087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ZHQ8cA&#10;AADdAAAADwAAAGRycy9kb3ducmV2LnhtbESPQWvCQBSE7wX/w/IEb3VjLNJGVymipfZiG4X2+Mg+&#10;s6HZtyG7jdFf7xYKPQ4z8w2zWPW2Fh21vnKsYDJOQBAXTldcKjgetvePIHxA1lg7JgUX8rBaDu4W&#10;mGl35g/q8lCKCGGfoQITQpNJ6QtDFv3YNcTRO7nWYoiyLaVu8RzhtpZpksykxYrjgsGG1oaK7/zH&#10;KvCT9ebzzV6fuq8Xw/t8Z2bvpVFqNOyf5yAC9eE//Nd+1QrSh2kKv2/iE5DL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t2R0PHAAAA3QAAAA8AAAAAAAAAAAAAAAAAmAIAAGRy&#10;cy9kb3ducmV2LnhtbFBLBQYAAAAABAAEAPUAAACM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DD57E1" w:rsidRDefault="00DD57E1" w:rsidP="00DD57E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DD57E1" w:rsidRPr="00FF3CBA" w:rsidRDefault="00DD57E1" w:rsidP="00DD57E1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proofErr w:type="gramStart"/>
      <w:r w:rsidRPr="00FF3CBA">
        <w:rPr>
          <w:rFonts w:ascii="Times New Roman" w:eastAsia="Calibri" w:hAnsi="Times New Roman" w:cs="Times New Roman"/>
          <w:b/>
        </w:rPr>
        <w:t>Р</w:t>
      </w:r>
      <w:proofErr w:type="gramEnd"/>
      <w:r w:rsidRPr="00FF3CBA">
        <w:rPr>
          <w:rFonts w:ascii="Times New Roman" w:eastAsia="Calibri" w:hAnsi="Times New Roman" w:cs="Times New Roman"/>
          <w:b/>
        </w:rPr>
        <w:t>ІШЕННЯ</w:t>
      </w:r>
    </w:p>
    <w:p w:rsidR="00DD57E1" w:rsidRPr="00FF3CBA" w:rsidRDefault="00DD57E1" w:rsidP="00DD57E1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FF3CBA">
        <w:rPr>
          <w:rFonts w:ascii="Times New Roman" w:eastAsia="Calibri" w:hAnsi="Times New Roman" w:cs="Times New Roman"/>
        </w:rPr>
        <w:t xml:space="preserve"> Х__</w:t>
      </w:r>
      <w:r w:rsidRPr="00FF3CBA">
        <w:rPr>
          <w:rFonts w:ascii="Times New Roman" w:eastAsia="Calibri" w:hAnsi="Times New Roman" w:cs="Times New Roman"/>
          <w:color w:val="FF0000"/>
        </w:rPr>
        <w:t xml:space="preserve"> </w:t>
      </w:r>
      <w:proofErr w:type="spellStart"/>
      <w:r w:rsidRPr="00FF3CBA">
        <w:rPr>
          <w:rFonts w:ascii="Times New Roman" w:eastAsia="Calibri" w:hAnsi="Times New Roman" w:cs="Times New Roman"/>
        </w:rPr>
        <w:t>сесії</w:t>
      </w:r>
      <w:proofErr w:type="spellEnd"/>
      <w:r w:rsidRPr="00FF3CBA">
        <w:rPr>
          <w:rFonts w:ascii="Times New Roman" w:eastAsia="Calibri" w:hAnsi="Times New Roman" w:cs="Times New Roman"/>
        </w:rPr>
        <w:t xml:space="preserve"> </w:t>
      </w:r>
      <w:proofErr w:type="spellStart"/>
      <w:r w:rsidRPr="00FF3CBA">
        <w:rPr>
          <w:rFonts w:ascii="Times New Roman" w:eastAsia="Calibri" w:hAnsi="Times New Roman" w:cs="Times New Roman"/>
        </w:rPr>
        <w:t>сільської</w:t>
      </w:r>
      <w:proofErr w:type="spellEnd"/>
      <w:r w:rsidRPr="00FF3CBA">
        <w:rPr>
          <w:rFonts w:ascii="Times New Roman" w:eastAsia="Calibri" w:hAnsi="Times New Roman" w:cs="Times New Roman"/>
        </w:rPr>
        <w:t xml:space="preserve"> ради  </w:t>
      </w:r>
      <w:r w:rsidRPr="00FF3CBA">
        <w:rPr>
          <w:rFonts w:ascii="Times New Roman" w:eastAsia="Calibri" w:hAnsi="Times New Roman" w:cs="Times New Roman"/>
          <w:lang w:val="en-US"/>
        </w:rPr>
        <w:t>V</w:t>
      </w:r>
      <w:r w:rsidRPr="00FF3CBA">
        <w:rPr>
          <w:rFonts w:ascii="Times New Roman" w:eastAsia="Calibri" w:hAnsi="Times New Roman" w:cs="Times New Roman"/>
        </w:rPr>
        <w:t xml:space="preserve">ІІ </w:t>
      </w:r>
      <w:proofErr w:type="spellStart"/>
      <w:r w:rsidRPr="00FF3CBA">
        <w:rPr>
          <w:rFonts w:ascii="Times New Roman" w:eastAsia="Calibri" w:hAnsi="Times New Roman" w:cs="Times New Roman"/>
        </w:rPr>
        <w:t>скликання</w:t>
      </w:r>
      <w:proofErr w:type="spellEnd"/>
    </w:p>
    <w:p w:rsidR="00DD57E1" w:rsidRPr="00FF3CBA" w:rsidRDefault="00DD57E1" w:rsidP="00DD57E1">
      <w:pPr>
        <w:spacing w:after="0" w:line="240" w:lineRule="auto"/>
        <w:rPr>
          <w:rFonts w:ascii="Times New Roman" w:eastAsia="Calibri" w:hAnsi="Times New Roman" w:cs="Times New Roman"/>
        </w:rPr>
      </w:pPr>
    </w:p>
    <w:p w:rsidR="00DD57E1" w:rsidRPr="00FF3CBA" w:rsidRDefault="00DD57E1" w:rsidP="00DD57E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___.</w:t>
      </w:r>
      <w:r>
        <w:rPr>
          <w:rFonts w:ascii="Times New Roman" w:eastAsia="Calibri" w:hAnsi="Times New Roman" w:cs="Times New Roman"/>
          <w:sz w:val="24"/>
          <w:lang w:val="uk-UA"/>
        </w:rPr>
        <w:t>01</w:t>
      </w:r>
      <w:r>
        <w:rPr>
          <w:rFonts w:ascii="Times New Roman" w:eastAsia="Calibri" w:hAnsi="Times New Roman" w:cs="Times New Roman"/>
          <w:sz w:val="24"/>
        </w:rPr>
        <w:t>. 20</w:t>
      </w:r>
      <w:proofErr w:type="spellStart"/>
      <w:r>
        <w:rPr>
          <w:rFonts w:ascii="Times New Roman" w:eastAsia="Calibri" w:hAnsi="Times New Roman" w:cs="Times New Roman"/>
          <w:sz w:val="24"/>
          <w:lang w:val="uk-UA"/>
        </w:rPr>
        <w:t>20</w:t>
      </w:r>
      <w:proofErr w:type="spellEnd"/>
      <w:r w:rsidRPr="00FF3CBA">
        <w:rPr>
          <w:rFonts w:ascii="Times New Roman" w:eastAsia="Calibri" w:hAnsi="Times New Roman" w:cs="Times New Roman"/>
          <w:sz w:val="24"/>
        </w:rPr>
        <w:t xml:space="preserve">р.                                </w:t>
      </w:r>
      <w:proofErr w:type="spellStart"/>
      <w:r w:rsidRPr="00FF3CBA">
        <w:rPr>
          <w:rFonts w:ascii="Times New Roman" w:eastAsia="Calibri" w:hAnsi="Times New Roman" w:cs="Times New Roman"/>
          <w:sz w:val="24"/>
        </w:rPr>
        <w:t>Крупець</w:t>
      </w:r>
      <w:proofErr w:type="spellEnd"/>
      <w:r w:rsidRPr="00FF3CBA">
        <w:rPr>
          <w:rFonts w:ascii="Times New Roman" w:eastAsia="Calibri" w:hAnsi="Times New Roman" w:cs="Times New Roman"/>
          <w:sz w:val="24"/>
        </w:rPr>
        <w:t xml:space="preserve">                                        №_____</w:t>
      </w:r>
    </w:p>
    <w:p w:rsidR="00DD57E1" w:rsidRPr="00FF3CBA" w:rsidRDefault="00DD57E1" w:rsidP="00DD57E1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DD57E1" w:rsidRPr="00FF3CBA" w:rsidRDefault="00DD57E1" w:rsidP="00DD57E1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DD57E1" w:rsidRPr="00FF3CBA" w:rsidRDefault="00DD57E1" w:rsidP="00DD57E1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FF3CBA"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 w:rsidRPr="00FF3CBA">
        <w:rPr>
          <w:rFonts w:ascii="Times New Roman" w:eastAsia="Calibri" w:hAnsi="Times New Roman" w:cs="Times New Roman"/>
          <w:b/>
          <w:sz w:val="24"/>
        </w:rPr>
        <w:t>надання</w:t>
      </w:r>
      <w:proofErr w:type="spellEnd"/>
      <w:r w:rsidRPr="00FF3CBA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FF3CBA">
        <w:rPr>
          <w:rFonts w:ascii="Times New Roman" w:eastAsia="Calibri" w:hAnsi="Times New Roman" w:cs="Times New Roman"/>
          <w:b/>
          <w:sz w:val="24"/>
        </w:rPr>
        <w:t>дозволу</w:t>
      </w:r>
      <w:proofErr w:type="spellEnd"/>
      <w:r w:rsidRPr="00FF3CBA">
        <w:rPr>
          <w:rFonts w:ascii="Times New Roman" w:eastAsia="Calibri" w:hAnsi="Times New Roman" w:cs="Times New Roman"/>
          <w:b/>
          <w:sz w:val="24"/>
        </w:rPr>
        <w:t xml:space="preserve"> на </w:t>
      </w:r>
      <w:proofErr w:type="spellStart"/>
      <w:r w:rsidRPr="00FF3CBA">
        <w:rPr>
          <w:rFonts w:ascii="Times New Roman" w:eastAsia="Calibri" w:hAnsi="Times New Roman" w:cs="Times New Roman"/>
          <w:b/>
          <w:sz w:val="24"/>
        </w:rPr>
        <w:t>розробку</w:t>
      </w:r>
      <w:proofErr w:type="spellEnd"/>
      <w:r w:rsidRPr="00FF3CBA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DD57E1" w:rsidRPr="00FF3CBA" w:rsidRDefault="00DD57E1" w:rsidP="00DD57E1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FF3CBA">
        <w:rPr>
          <w:rFonts w:ascii="Times New Roman" w:eastAsia="Calibri" w:hAnsi="Times New Roman" w:cs="Times New Roman"/>
          <w:b/>
          <w:sz w:val="24"/>
        </w:rPr>
        <w:t>технічної</w:t>
      </w:r>
      <w:proofErr w:type="spellEnd"/>
      <w:r w:rsidRPr="00FF3CBA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FF3CBA">
        <w:rPr>
          <w:rFonts w:ascii="Times New Roman" w:eastAsia="Calibri" w:hAnsi="Times New Roman" w:cs="Times New Roman"/>
          <w:b/>
          <w:sz w:val="24"/>
        </w:rPr>
        <w:t>документації</w:t>
      </w:r>
      <w:proofErr w:type="spellEnd"/>
      <w:r w:rsidRPr="00FF3CBA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FF3CBA">
        <w:rPr>
          <w:rFonts w:ascii="Times New Roman" w:eastAsia="Calibri" w:hAnsi="Times New Roman" w:cs="Times New Roman"/>
          <w:b/>
          <w:sz w:val="24"/>
        </w:rPr>
        <w:t>із</w:t>
      </w:r>
      <w:proofErr w:type="spellEnd"/>
      <w:r w:rsidRPr="00FF3CBA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FF3CBA">
        <w:rPr>
          <w:rFonts w:ascii="Times New Roman" w:eastAsia="Calibri" w:hAnsi="Times New Roman" w:cs="Times New Roman"/>
          <w:b/>
          <w:sz w:val="24"/>
        </w:rPr>
        <w:t>землеустрою</w:t>
      </w:r>
      <w:proofErr w:type="spellEnd"/>
      <w:r w:rsidRPr="00FF3CBA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DD57E1" w:rsidRPr="00FF3CBA" w:rsidRDefault="00DD57E1" w:rsidP="00DD57E1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FF3CBA">
        <w:rPr>
          <w:rFonts w:ascii="Times New Roman" w:eastAsia="Calibri" w:hAnsi="Times New Roman" w:cs="Times New Roman"/>
          <w:b/>
          <w:sz w:val="24"/>
        </w:rPr>
        <w:t>щодо</w:t>
      </w:r>
      <w:proofErr w:type="spellEnd"/>
      <w:r w:rsidRPr="00FF3CBA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FF3CBA">
        <w:rPr>
          <w:rFonts w:ascii="Times New Roman" w:eastAsia="Calibri" w:hAnsi="Times New Roman" w:cs="Times New Roman"/>
          <w:b/>
          <w:sz w:val="24"/>
        </w:rPr>
        <w:t>встановлення</w:t>
      </w:r>
      <w:proofErr w:type="spellEnd"/>
      <w:r w:rsidRPr="00FF3CBA">
        <w:rPr>
          <w:rFonts w:ascii="Times New Roman" w:eastAsia="Calibri" w:hAnsi="Times New Roman" w:cs="Times New Roman"/>
          <w:b/>
          <w:sz w:val="24"/>
        </w:rPr>
        <w:t xml:space="preserve"> (</w:t>
      </w:r>
      <w:proofErr w:type="spellStart"/>
      <w:r w:rsidRPr="00FF3CBA">
        <w:rPr>
          <w:rFonts w:ascii="Times New Roman" w:eastAsia="Calibri" w:hAnsi="Times New Roman" w:cs="Times New Roman"/>
          <w:b/>
          <w:sz w:val="24"/>
        </w:rPr>
        <w:t>відновлення</w:t>
      </w:r>
      <w:proofErr w:type="spellEnd"/>
      <w:r w:rsidRPr="00FF3CBA">
        <w:rPr>
          <w:rFonts w:ascii="Times New Roman" w:eastAsia="Calibri" w:hAnsi="Times New Roman" w:cs="Times New Roman"/>
          <w:b/>
          <w:sz w:val="24"/>
        </w:rPr>
        <w:t xml:space="preserve">) меж </w:t>
      </w:r>
    </w:p>
    <w:p w:rsidR="00DD57E1" w:rsidRPr="00FF3CBA" w:rsidRDefault="00DD57E1" w:rsidP="00DD57E1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uk-UA"/>
        </w:rPr>
      </w:pPr>
      <w:proofErr w:type="spellStart"/>
      <w:r w:rsidRPr="00FF3CBA">
        <w:rPr>
          <w:rFonts w:ascii="Times New Roman" w:eastAsia="Calibri" w:hAnsi="Times New Roman" w:cs="Times New Roman"/>
          <w:b/>
          <w:sz w:val="24"/>
        </w:rPr>
        <w:t>земельної</w:t>
      </w:r>
      <w:proofErr w:type="spellEnd"/>
      <w:r w:rsidRPr="00FF3CBA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</w:rPr>
        <w:t>ділянки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в </w:t>
      </w:r>
      <w:proofErr w:type="spellStart"/>
      <w:r>
        <w:rPr>
          <w:rFonts w:ascii="Times New Roman" w:eastAsia="Calibri" w:hAnsi="Times New Roman" w:cs="Times New Roman"/>
          <w:b/>
          <w:sz w:val="24"/>
        </w:rPr>
        <w:t>натурі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(на </w:t>
      </w:r>
      <w:proofErr w:type="spellStart"/>
      <w:proofErr w:type="gramStart"/>
      <w:r>
        <w:rPr>
          <w:rFonts w:ascii="Times New Roman" w:eastAsia="Calibri" w:hAnsi="Times New Roman" w:cs="Times New Roman"/>
          <w:b/>
          <w:sz w:val="24"/>
        </w:rPr>
        <w:t>м</w:t>
      </w:r>
      <w:proofErr w:type="gramEnd"/>
      <w:r>
        <w:rPr>
          <w:rFonts w:ascii="Times New Roman" w:eastAsia="Calibri" w:hAnsi="Times New Roman" w:cs="Times New Roman"/>
          <w:b/>
          <w:sz w:val="24"/>
        </w:rPr>
        <w:t>ісцевості</w:t>
      </w:r>
      <w:proofErr w:type="spellEnd"/>
      <w:r>
        <w:rPr>
          <w:rFonts w:ascii="Times New Roman" w:eastAsia="Calibri" w:hAnsi="Times New Roman" w:cs="Times New Roman"/>
          <w:b/>
          <w:sz w:val="24"/>
          <w:lang w:val="uk-UA"/>
        </w:rPr>
        <w:t>)</w:t>
      </w:r>
    </w:p>
    <w:p w:rsidR="00DD57E1" w:rsidRPr="00FF3CBA" w:rsidRDefault="00DD57E1" w:rsidP="00DD57E1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uk-UA"/>
        </w:rPr>
        <w:t>Нікітюку</w:t>
      </w:r>
      <w:proofErr w:type="spellEnd"/>
      <w:r>
        <w:rPr>
          <w:rFonts w:ascii="Times New Roman" w:eastAsia="Calibri" w:hAnsi="Times New Roman" w:cs="Times New Roman"/>
          <w:b/>
          <w:sz w:val="24"/>
          <w:lang w:val="uk-UA"/>
        </w:rPr>
        <w:t xml:space="preserve"> В.В.</w:t>
      </w:r>
    </w:p>
    <w:p w:rsidR="00DD57E1" w:rsidRPr="00FF3CBA" w:rsidRDefault="00DD57E1" w:rsidP="00DD57E1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uk-UA"/>
        </w:rPr>
      </w:pPr>
    </w:p>
    <w:p w:rsidR="00DD57E1" w:rsidRPr="00FF3CBA" w:rsidRDefault="00DD57E1" w:rsidP="00DD57E1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uk-UA"/>
        </w:rPr>
      </w:pPr>
    </w:p>
    <w:p w:rsidR="00DD57E1" w:rsidRPr="00FF3CBA" w:rsidRDefault="00DD57E1" w:rsidP="00DD57E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  <w:r w:rsidRPr="00FF3CBA">
        <w:rPr>
          <w:rFonts w:ascii="Times New Roman" w:eastAsia="Calibri" w:hAnsi="Times New Roman" w:cs="Times New Roman"/>
          <w:sz w:val="24"/>
          <w:lang w:val="uk-UA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 розглянувши заяву 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uk-UA"/>
        </w:rPr>
        <w:t>Нікітюка</w:t>
      </w:r>
      <w:proofErr w:type="spellEnd"/>
      <w:r>
        <w:rPr>
          <w:rFonts w:ascii="Times New Roman" w:eastAsia="Calibri" w:hAnsi="Times New Roman" w:cs="Times New Roman"/>
          <w:sz w:val="24"/>
          <w:lang w:val="uk-UA"/>
        </w:rPr>
        <w:t xml:space="preserve">  В.В.</w:t>
      </w:r>
      <w:r w:rsidRPr="00FF3CBA">
        <w:rPr>
          <w:rFonts w:ascii="Times New Roman" w:eastAsia="Calibri" w:hAnsi="Times New Roman" w:cs="Times New Roman"/>
          <w:sz w:val="24"/>
          <w:lang w:val="uk-UA"/>
        </w:rPr>
        <w:t>, сільська рада</w:t>
      </w:r>
    </w:p>
    <w:p w:rsidR="00DD57E1" w:rsidRPr="00B138AD" w:rsidRDefault="00DD57E1" w:rsidP="00DD57E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  <w:r w:rsidRPr="00B138AD">
        <w:rPr>
          <w:rFonts w:ascii="Times New Roman" w:eastAsia="Calibri" w:hAnsi="Times New Roman" w:cs="Times New Roman"/>
          <w:sz w:val="24"/>
          <w:lang w:val="uk-UA"/>
        </w:rPr>
        <w:t>ВИРІШИЛА:</w:t>
      </w:r>
    </w:p>
    <w:p w:rsidR="00DD57E1" w:rsidRPr="00B138AD" w:rsidRDefault="00DD57E1" w:rsidP="00DD57E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</w:p>
    <w:p w:rsidR="00DD57E1" w:rsidRPr="00A7702B" w:rsidRDefault="00DD57E1" w:rsidP="00DD57E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  <w:r w:rsidRPr="00B138AD">
        <w:rPr>
          <w:rFonts w:ascii="Times New Roman" w:eastAsia="Calibri" w:hAnsi="Times New Roman" w:cs="Times New Roman"/>
          <w:sz w:val="24"/>
          <w:lang w:val="uk-UA"/>
        </w:rPr>
        <w:t xml:space="preserve">        1.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 </w:t>
      </w:r>
      <w:r w:rsidRPr="00B138AD">
        <w:rPr>
          <w:rFonts w:ascii="Times New Roman" w:eastAsia="Calibri" w:hAnsi="Times New Roman" w:cs="Times New Roman"/>
          <w:sz w:val="24"/>
          <w:lang w:val="uk-UA"/>
        </w:rPr>
        <w:t>Надати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lang w:val="uk-UA"/>
        </w:rPr>
        <w:t>Нікітюку</w:t>
      </w:r>
      <w:proofErr w:type="spellEnd"/>
      <w:r>
        <w:rPr>
          <w:rFonts w:ascii="Times New Roman" w:eastAsia="Calibri" w:hAnsi="Times New Roman" w:cs="Times New Roman"/>
          <w:sz w:val="24"/>
          <w:lang w:val="uk-UA"/>
        </w:rPr>
        <w:t xml:space="preserve"> Вадиму Валентиновичу</w:t>
      </w:r>
      <w:r w:rsidRPr="00B138AD">
        <w:rPr>
          <w:rFonts w:ascii="Times New Roman" w:eastAsia="Calibri" w:hAnsi="Times New Roman" w:cs="Times New Roman"/>
          <w:sz w:val="24"/>
          <w:lang w:val="uk-UA"/>
        </w:rPr>
        <w:t>, як</w:t>
      </w:r>
      <w:r>
        <w:rPr>
          <w:rFonts w:ascii="Times New Roman" w:eastAsia="Calibri" w:hAnsi="Times New Roman" w:cs="Times New Roman"/>
          <w:sz w:val="24"/>
          <w:lang w:val="uk-UA"/>
        </w:rPr>
        <w:t>ий зареєстрований</w:t>
      </w:r>
      <w:r w:rsidRPr="00B138AD">
        <w:rPr>
          <w:rFonts w:ascii="Times New Roman" w:eastAsia="Calibri" w:hAnsi="Times New Roman" w:cs="Times New Roman"/>
          <w:sz w:val="24"/>
          <w:lang w:val="uk-UA"/>
        </w:rPr>
        <w:t xml:space="preserve"> за адресою: </w:t>
      </w:r>
      <w:r w:rsidR="0091773D" w:rsidRPr="0091773D">
        <w:rPr>
          <w:rFonts w:ascii="Times New Roman" w:eastAsia="Calibri" w:hAnsi="Times New Roman" w:cs="Times New Roman"/>
          <w:sz w:val="24"/>
          <w:lang w:val="uk-UA"/>
        </w:rPr>
        <w:t>__________________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, </w:t>
      </w:r>
      <w:r w:rsidRPr="00B138AD">
        <w:rPr>
          <w:rFonts w:ascii="Times New Roman" w:eastAsia="Calibri" w:hAnsi="Times New Roman" w:cs="Times New Roman"/>
          <w:sz w:val="24"/>
          <w:lang w:val="uk-UA"/>
        </w:rPr>
        <w:t xml:space="preserve"> дозвіл на розробку технічної документації із землеустрою щодо встановлення (відновлення) меж земельної ділянки в натурі (на місцевості), орієнтовною площею </w:t>
      </w:r>
      <w:r w:rsidRPr="00A7702B">
        <w:rPr>
          <w:rFonts w:ascii="Times New Roman" w:eastAsia="Calibri" w:hAnsi="Times New Roman" w:cs="Times New Roman"/>
          <w:sz w:val="24"/>
          <w:lang w:val="uk-UA"/>
        </w:rPr>
        <w:t>0,2</w:t>
      </w:r>
      <w:r>
        <w:rPr>
          <w:rFonts w:ascii="Times New Roman" w:eastAsia="Calibri" w:hAnsi="Times New Roman" w:cs="Times New Roman"/>
          <w:sz w:val="24"/>
          <w:lang w:val="uk-UA"/>
        </w:rPr>
        <w:t>500</w:t>
      </w:r>
      <w:r w:rsidRPr="00A7702B">
        <w:rPr>
          <w:rFonts w:ascii="Times New Roman" w:eastAsia="Calibri" w:hAnsi="Times New Roman" w:cs="Times New Roman"/>
          <w:sz w:val="24"/>
          <w:lang w:val="uk-UA"/>
        </w:rPr>
        <w:t xml:space="preserve"> га,  для будівництва та обслуговування  житлового будинку, господарських будівель і споруд (присадибна ділянка), земельна ділянка  розташована в </w:t>
      </w:r>
      <w:proofErr w:type="spellStart"/>
      <w:r w:rsidRPr="00A7702B">
        <w:rPr>
          <w:rFonts w:ascii="Times New Roman" w:eastAsia="Calibri" w:hAnsi="Times New Roman" w:cs="Times New Roman"/>
          <w:sz w:val="24"/>
          <w:lang w:val="uk-UA"/>
        </w:rPr>
        <w:t>с</w:t>
      </w:r>
      <w:r>
        <w:rPr>
          <w:rFonts w:ascii="Times New Roman" w:eastAsia="Calibri" w:hAnsi="Times New Roman" w:cs="Times New Roman"/>
          <w:sz w:val="24"/>
          <w:lang w:val="uk-UA"/>
        </w:rPr>
        <w:t>.Головлі</w:t>
      </w:r>
      <w:proofErr w:type="spellEnd"/>
      <w:r w:rsidRPr="00A7702B">
        <w:rPr>
          <w:rFonts w:ascii="Times New Roman" w:eastAsia="Calibri" w:hAnsi="Times New Roman" w:cs="Times New Roman"/>
          <w:sz w:val="24"/>
          <w:lang w:val="uk-UA"/>
        </w:rPr>
        <w:t xml:space="preserve"> по </w:t>
      </w:r>
      <w:proofErr w:type="spellStart"/>
      <w:r w:rsidRPr="00A7702B">
        <w:rPr>
          <w:rFonts w:ascii="Times New Roman" w:eastAsia="Calibri" w:hAnsi="Times New Roman" w:cs="Times New Roman"/>
          <w:sz w:val="24"/>
          <w:lang w:val="uk-UA"/>
        </w:rPr>
        <w:t>вул</w:t>
      </w:r>
      <w:r>
        <w:rPr>
          <w:rFonts w:ascii="Times New Roman" w:eastAsia="Calibri" w:hAnsi="Times New Roman" w:cs="Times New Roman"/>
          <w:sz w:val="24"/>
          <w:lang w:val="uk-UA"/>
        </w:rPr>
        <w:t>.Хотічинська</w:t>
      </w:r>
      <w:proofErr w:type="spellEnd"/>
      <w:r w:rsidRPr="00A7702B">
        <w:rPr>
          <w:rFonts w:ascii="Times New Roman" w:eastAsia="Calibri" w:hAnsi="Times New Roman" w:cs="Times New Roman"/>
          <w:sz w:val="24"/>
          <w:lang w:val="uk-UA"/>
        </w:rPr>
        <w:t xml:space="preserve">, </w:t>
      </w:r>
      <w:r>
        <w:rPr>
          <w:rFonts w:ascii="Times New Roman" w:eastAsia="Calibri" w:hAnsi="Times New Roman" w:cs="Times New Roman"/>
          <w:sz w:val="24"/>
          <w:lang w:val="uk-UA"/>
        </w:rPr>
        <w:t>11</w:t>
      </w:r>
      <w:r w:rsidRPr="00A7702B">
        <w:rPr>
          <w:rFonts w:ascii="Times New Roman" w:eastAsia="Calibri" w:hAnsi="Times New Roman" w:cs="Times New Roman"/>
          <w:sz w:val="24"/>
          <w:lang w:val="uk-UA"/>
        </w:rPr>
        <w:t>.</w:t>
      </w:r>
    </w:p>
    <w:p w:rsidR="00DD57E1" w:rsidRPr="00FF3CBA" w:rsidRDefault="00DD57E1" w:rsidP="00DD57E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A7702B">
        <w:rPr>
          <w:rFonts w:ascii="Times New Roman" w:eastAsia="Calibri" w:hAnsi="Times New Roman" w:cs="Times New Roman"/>
          <w:sz w:val="24"/>
          <w:lang w:val="uk-UA"/>
        </w:rPr>
        <w:t xml:space="preserve">        </w:t>
      </w:r>
      <w:r>
        <w:rPr>
          <w:rFonts w:ascii="Times New Roman" w:eastAsia="Calibri" w:hAnsi="Times New Roman" w:cs="Times New Roman"/>
          <w:sz w:val="24"/>
        </w:rPr>
        <w:t>2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. </w:t>
      </w:r>
      <w:proofErr w:type="spellStart"/>
      <w:r>
        <w:rPr>
          <w:rFonts w:ascii="Times New Roman" w:eastAsia="Calibri" w:hAnsi="Times New Roman" w:cs="Times New Roman"/>
          <w:sz w:val="24"/>
          <w:lang w:val="uk-UA"/>
        </w:rPr>
        <w:t>Нікітюку</w:t>
      </w:r>
      <w:proofErr w:type="spellEnd"/>
      <w:r>
        <w:rPr>
          <w:rFonts w:ascii="Times New Roman" w:eastAsia="Calibri" w:hAnsi="Times New Roman" w:cs="Times New Roman"/>
          <w:sz w:val="24"/>
          <w:lang w:val="uk-UA"/>
        </w:rPr>
        <w:t xml:space="preserve"> В.В.</w:t>
      </w:r>
      <w:r w:rsidRPr="00FF3CBA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FF3CBA">
        <w:rPr>
          <w:rFonts w:ascii="Times New Roman" w:eastAsia="Calibri" w:hAnsi="Times New Roman" w:cs="Times New Roman"/>
          <w:sz w:val="24"/>
        </w:rPr>
        <w:t>розробити</w:t>
      </w:r>
      <w:proofErr w:type="spellEnd"/>
      <w:r w:rsidRPr="00FF3CBA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FF3CBA">
        <w:rPr>
          <w:rFonts w:ascii="Times New Roman" w:eastAsia="Calibri" w:hAnsi="Times New Roman" w:cs="Times New Roman"/>
          <w:sz w:val="24"/>
        </w:rPr>
        <w:t>технічну</w:t>
      </w:r>
      <w:proofErr w:type="spellEnd"/>
      <w:r w:rsidRPr="00FF3CBA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F3CBA">
        <w:rPr>
          <w:rFonts w:ascii="Times New Roman" w:eastAsia="Calibri" w:hAnsi="Times New Roman" w:cs="Times New Roman"/>
          <w:sz w:val="24"/>
        </w:rPr>
        <w:t>документацію</w:t>
      </w:r>
      <w:proofErr w:type="spellEnd"/>
      <w:r w:rsidRPr="00FF3CBA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F3CBA">
        <w:rPr>
          <w:rFonts w:ascii="Times New Roman" w:eastAsia="Calibri" w:hAnsi="Times New Roman" w:cs="Times New Roman"/>
          <w:sz w:val="24"/>
        </w:rPr>
        <w:t>із</w:t>
      </w:r>
      <w:proofErr w:type="spellEnd"/>
      <w:r w:rsidRPr="00FF3CBA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F3CBA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FF3CBA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FF3CBA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FF3CBA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F3CBA">
        <w:rPr>
          <w:rFonts w:ascii="Times New Roman" w:eastAsia="Calibri" w:hAnsi="Times New Roman" w:cs="Times New Roman"/>
          <w:sz w:val="24"/>
        </w:rPr>
        <w:t>встановлення</w:t>
      </w:r>
      <w:proofErr w:type="spellEnd"/>
      <w:r w:rsidRPr="00FF3CBA">
        <w:rPr>
          <w:rFonts w:ascii="Times New Roman" w:eastAsia="Calibri" w:hAnsi="Times New Roman" w:cs="Times New Roman"/>
          <w:sz w:val="24"/>
        </w:rPr>
        <w:t xml:space="preserve"> (</w:t>
      </w:r>
      <w:proofErr w:type="spellStart"/>
      <w:r w:rsidRPr="00FF3CBA">
        <w:rPr>
          <w:rFonts w:ascii="Times New Roman" w:eastAsia="Calibri" w:hAnsi="Times New Roman" w:cs="Times New Roman"/>
          <w:sz w:val="24"/>
        </w:rPr>
        <w:t>відновлення</w:t>
      </w:r>
      <w:proofErr w:type="spellEnd"/>
      <w:r w:rsidRPr="00FF3CBA">
        <w:rPr>
          <w:rFonts w:ascii="Times New Roman" w:eastAsia="Calibri" w:hAnsi="Times New Roman" w:cs="Times New Roman"/>
          <w:sz w:val="24"/>
        </w:rPr>
        <w:t xml:space="preserve">) меж </w:t>
      </w:r>
      <w:proofErr w:type="spellStart"/>
      <w:r w:rsidRPr="00FF3CBA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FF3CBA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F3CBA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FF3CBA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FF3CBA">
        <w:rPr>
          <w:rFonts w:ascii="Times New Roman" w:eastAsia="Calibri" w:hAnsi="Times New Roman" w:cs="Times New Roman"/>
          <w:sz w:val="24"/>
        </w:rPr>
        <w:t>натурі</w:t>
      </w:r>
      <w:proofErr w:type="spellEnd"/>
      <w:r w:rsidRPr="00FF3CBA">
        <w:rPr>
          <w:rFonts w:ascii="Times New Roman" w:eastAsia="Calibri" w:hAnsi="Times New Roman" w:cs="Times New Roman"/>
          <w:sz w:val="24"/>
        </w:rPr>
        <w:t xml:space="preserve"> (на </w:t>
      </w:r>
      <w:proofErr w:type="spellStart"/>
      <w:r w:rsidRPr="00FF3CBA">
        <w:rPr>
          <w:rFonts w:ascii="Times New Roman" w:eastAsia="Calibri" w:hAnsi="Times New Roman" w:cs="Times New Roman"/>
          <w:sz w:val="24"/>
        </w:rPr>
        <w:t>місцевості</w:t>
      </w:r>
      <w:proofErr w:type="spellEnd"/>
      <w:r w:rsidRPr="00FF3CBA">
        <w:rPr>
          <w:rFonts w:ascii="Times New Roman" w:eastAsia="Calibri" w:hAnsi="Times New Roman" w:cs="Times New Roman"/>
          <w:sz w:val="24"/>
        </w:rPr>
        <w:t xml:space="preserve">) та подати на  </w:t>
      </w:r>
      <w:proofErr w:type="spellStart"/>
      <w:r w:rsidRPr="00FF3CBA">
        <w:rPr>
          <w:rFonts w:ascii="Times New Roman" w:eastAsia="Calibri" w:hAnsi="Times New Roman" w:cs="Times New Roman"/>
          <w:sz w:val="24"/>
        </w:rPr>
        <w:t>розгляд</w:t>
      </w:r>
      <w:proofErr w:type="spellEnd"/>
      <w:r w:rsidRPr="00FF3CBA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F3CBA">
        <w:rPr>
          <w:rFonts w:ascii="Times New Roman" w:eastAsia="Calibri" w:hAnsi="Times New Roman" w:cs="Times New Roman"/>
          <w:sz w:val="24"/>
        </w:rPr>
        <w:t>сесії</w:t>
      </w:r>
      <w:proofErr w:type="spellEnd"/>
      <w:r w:rsidRPr="00FF3CBA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F3CBA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FF3CBA">
        <w:rPr>
          <w:rFonts w:ascii="Times New Roman" w:eastAsia="Calibri" w:hAnsi="Times New Roman" w:cs="Times New Roman"/>
          <w:sz w:val="24"/>
        </w:rPr>
        <w:t xml:space="preserve"> ради.</w:t>
      </w:r>
    </w:p>
    <w:p w:rsidR="00DD57E1" w:rsidRPr="00FF3CBA" w:rsidRDefault="00DD57E1" w:rsidP="00DD57E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FF3CBA">
        <w:rPr>
          <w:rFonts w:ascii="Times New Roman" w:eastAsia="Calibri" w:hAnsi="Times New Roman" w:cs="Times New Roman"/>
          <w:sz w:val="24"/>
        </w:rPr>
        <w:t xml:space="preserve">        3.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 </w:t>
      </w:r>
      <w:r w:rsidRPr="00FF3CBA">
        <w:rPr>
          <w:rFonts w:ascii="Times New Roman" w:eastAsia="Calibri" w:hAnsi="Times New Roman" w:cs="Times New Roman"/>
          <w:sz w:val="24"/>
        </w:rPr>
        <w:t xml:space="preserve">Контроль за </w:t>
      </w:r>
      <w:proofErr w:type="spellStart"/>
      <w:r w:rsidRPr="00FF3CBA">
        <w:rPr>
          <w:rFonts w:ascii="Times New Roman" w:eastAsia="Calibri" w:hAnsi="Times New Roman" w:cs="Times New Roman"/>
          <w:sz w:val="24"/>
        </w:rPr>
        <w:t>виконанням</w:t>
      </w:r>
      <w:proofErr w:type="spellEnd"/>
      <w:r w:rsidRPr="00FF3CBA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F3CBA">
        <w:rPr>
          <w:rFonts w:ascii="Times New Roman" w:eastAsia="Calibri" w:hAnsi="Times New Roman" w:cs="Times New Roman"/>
          <w:sz w:val="24"/>
        </w:rPr>
        <w:t>цього</w:t>
      </w:r>
      <w:proofErr w:type="spellEnd"/>
      <w:r w:rsidRPr="00FF3CBA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proofErr w:type="gramStart"/>
      <w:r w:rsidRPr="00FF3CBA">
        <w:rPr>
          <w:rFonts w:ascii="Times New Roman" w:eastAsia="Calibri" w:hAnsi="Times New Roman" w:cs="Times New Roman"/>
          <w:sz w:val="24"/>
        </w:rPr>
        <w:t>р</w:t>
      </w:r>
      <w:proofErr w:type="gramEnd"/>
      <w:r w:rsidRPr="00FF3CBA">
        <w:rPr>
          <w:rFonts w:ascii="Times New Roman" w:eastAsia="Calibri" w:hAnsi="Times New Roman" w:cs="Times New Roman"/>
          <w:sz w:val="24"/>
        </w:rPr>
        <w:t>ішення</w:t>
      </w:r>
      <w:proofErr w:type="spellEnd"/>
      <w:r w:rsidRPr="00FF3CBA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F3CBA">
        <w:rPr>
          <w:rFonts w:ascii="Times New Roman" w:eastAsia="Calibri" w:hAnsi="Times New Roman" w:cs="Times New Roman"/>
          <w:sz w:val="24"/>
        </w:rPr>
        <w:t>покласти</w:t>
      </w:r>
      <w:proofErr w:type="spellEnd"/>
      <w:r w:rsidRPr="00FF3CBA"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 w:rsidRPr="00FF3CBA">
        <w:rPr>
          <w:rFonts w:ascii="Times New Roman" w:eastAsia="Calibri" w:hAnsi="Times New Roman" w:cs="Times New Roman"/>
          <w:sz w:val="24"/>
        </w:rPr>
        <w:t>постійну</w:t>
      </w:r>
      <w:proofErr w:type="spellEnd"/>
      <w:r w:rsidRPr="00FF3CBA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F3CBA">
        <w:rPr>
          <w:rFonts w:ascii="Times New Roman" w:eastAsia="Calibri" w:hAnsi="Times New Roman" w:cs="Times New Roman"/>
          <w:sz w:val="24"/>
        </w:rPr>
        <w:t>комісію</w:t>
      </w:r>
      <w:proofErr w:type="spellEnd"/>
      <w:r w:rsidRPr="00FF3CBA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F3CBA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FF3CBA">
        <w:rPr>
          <w:rFonts w:ascii="Times New Roman" w:eastAsia="Calibri" w:hAnsi="Times New Roman" w:cs="Times New Roman"/>
          <w:sz w:val="24"/>
        </w:rPr>
        <w:t xml:space="preserve"> ради </w:t>
      </w:r>
      <w:proofErr w:type="spellStart"/>
      <w:r w:rsidRPr="00FF3CBA">
        <w:rPr>
          <w:rFonts w:ascii="Times New Roman" w:eastAsia="Calibri" w:hAnsi="Times New Roman" w:cs="Times New Roman"/>
          <w:sz w:val="24"/>
        </w:rPr>
        <w:t>з</w:t>
      </w:r>
      <w:proofErr w:type="spellEnd"/>
      <w:r w:rsidRPr="00FF3CBA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F3CBA">
        <w:rPr>
          <w:rFonts w:ascii="Times New Roman" w:eastAsia="Calibri" w:hAnsi="Times New Roman" w:cs="Times New Roman"/>
          <w:sz w:val="24"/>
        </w:rPr>
        <w:t>питань</w:t>
      </w:r>
      <w:proofErr w:type="spellEnd"/>
      <w:r w:rsidRPr="00FF3CBA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FF3CBA">
        <w:rPr>
          <w:rFonts w:ascii="Times New Roman" w:eastAsia="Calibri" w:hAnsi="Times New Roman" w:cs="Times New Roman"/>
          <w:sz w:val="24"/>
        </w:rPr>
        <w:t>земельних</w:t>
      </w:r>
      <w:proofErr w:type="spellEnd"/>
      <w:r w:rsidRPr="00FF3CBA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F3CBA">
        <w:rPr>
          <w:rFonts w:ascii="Times New Roman" w:eastAsia="Calibri" w:hAnsi="Times New Roman" w:cs="Times New Roman"/>
          <w:sz w:val="24"/>
        </w:rPr>
        <w:t>відносин</w:t>
      </w:r>
      <w:proofErr w:type="spellEnd"/>
      <w:r w:rsidRPr="00FF3CBA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FF3CBA">
        <w:rPr>
          <w:rFonts w:ascii="Times New Roman" w:eastAsia="Calibri" w:hAnsi="Times New Roman" w:cs="Times New Roman"/>
          <w:sz w:val="24"/>
        </w:rPr>
        <w:t>природокористування</w:t>
      </w:r>
      <w:proofErr w:type="spellEnd"/>
      <w:r w:rsidRPr="00FF3CBA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FF3CBA">
        <w:rPr>
          <w:rFonts w:ascii="Times New Roman" w:eastAsia="Calibri" w:hAnsi="Times New Roman" w:cs="Times New Roman"/>
          <w:sz w:val="24"/>
        </w:rPr>
        <w:t>планування</w:t>
      </w:r>
      <w:proofErr w:type="spellEnd"/>
      <w:r w:rsidRPr="00FF3CBA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F3CBA">
        <w:rPr>
          <w:rFonts w:ascii="Times New Roman" w:eastAsia="Calibri" w:hAnsi="Times New Roman" w:cs="Times New Roman"/>
          <w:sz w:val="24"/>
        </w:rPr>
        <w:t>території</w:t>
      </w:r>
      <w:proofErr w:type="spellEnd"/>
      <w:r w:rsidRPr="00FF3CBA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FF3CBA">
        <w:rPr>
          <w:rFonts w:ascii="Times New Roman" w:eastAsia="Calibri" w:hAnsi="Times New Roman" w:cs="Times New Roman"/>
          <w:sz w:val="24"/>
        </w:rPr>
        <w:t>будівництва</w:t>
      </w:r>
      <w:proofErr w:type="spellEnd"/>
      <w:r w:rsidRPr="00FF3CBA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FF3CBA">
        <w:rPr>
          <w:rFonts w:ascii="Times New Roman" w:eastAsia="Calibri" w:hAnsi="Times New Roman" w:cs="Times New Roman"/>
          <w:sz w:val="24"/>
        </w:rPr>
        <w:t>архітектури</w:t>
      </w:r>
      <w:proofErr w:type="spellEnd"/>
      <w:r w:rsidRPr="00FF3CBA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FF3CBA">
        <w:rPr>
          <w:rFonts w:ascii="Times New Roman" w:eastAsia="Calibri" w:hAnsi="Times New Roman" w:cs="Times New Roman"/>
          <w:sz w:val="24"/>
        </w:rPr>
        <w:t>охорони</w:t>
      </w:r>
      <w:proofErr w:type="spellEnd"/>
      <w:r w:rsidRPr="00FF3CBA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F3CBA">
        <w:rPr>
          <w:rFonts w:ascii="Times New Roman" w:eastAsia="Calibri" w:hAnsi="Times New Roman" w:cs="Times New Roman"/>
          <w:sz w:val="24"/>
        </w:rPr>
        <w:t>пам’яток</w:t>
      </w:r>
      <w:proofErr w:type="spellEnd"/>
      <w:r w:rsidRPr="00FF3CBA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FF3CBA">
        <w:rPr>
          <w:rFonts w:ascii="Times New Roman" w:eastAsia="Calibri" w:hAnsi="Times New Roman" w:cs="Times New Roman"/>
          <w:sz w:val="24"/>
        </w:rPr>
        <w:t>історичного</w:t>
      </w:r>
      <w:proofErr w:type="spellEnd"/>
      <w:r w:rsidRPr="00FF3CBA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F3CBA">
        <w:rPr>
          <w:rFonts w:ascii="Times New Roman" w:eastAsia="Calibri" w:hAnsi="Times New Roman" w:cs="Times New Roman"/>
          <w:sz w:val="24"/>
        </w:rPr>
        <w:t>середовища</w:t>
      </w:r>
      <w:proofErr w:type="spellEnd"/>
      <w:r w:rsidRPr="00FF3CBA">
        <w:rPr>
          <w:rFonts w:ascii="Times New Roman" w:eastAsia="Calibri" w:hAnsi="Times New Roman" w:cs="Times New Roman"/>
          <w:sz w:val="24"/>
        </w:rPr>
        <w:t xml:space="preserve"> та благоустрою (Денисюк Т.В.)</w:t>
      </w:r>
      <w:r w:rsidRPr="00FF3CBA">
        <w:rPr>
          <w:rFonts w:ascii="Times New Roman" w:eastAsia="Calibri" w:hAnsi="Times New Roman" w:cs="Times New Roman"/>
          <w:sz w:val="24"/>
          <w:lang w:val="uk-UA"/>
        </w:rPr>
        <w:t>.</w:t>
      </w:r>
    </w:p>
    <w:p w:rsidR="00DD57E1" w:rsidRPr="00FF3CBA" w:rsidRDefault="00DD57E1" w:rsidP="00DD57E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DD57E1" w:rsidRPr="00FF3CBA" w:rsidRDefault="00DD57E1" w:rsidP="00DD57E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</w:p>
    <w:p w:rsidR="00DD57E1" w:rsidRPr="00DD57E1" w:rsidRDefault="00DD57E1" w:rsidP="00DD57E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en-US"/>
        </w:rPr>
      </w:pPr>
    </w:p>
    <w:p w:rsidR="00DD57E1" w:rsidRPr="00FF3CBA" w:rsidRDefault="00DD57E1" w:rsidP="00DD57E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461AA6" w:rsidRPr="00DD57E1" w:rsidRDefault="00DD57E1" w:rsidP="00DD57E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en-US"/>
        </w:rPr>
      </w:pPr>
      <w:proofErr w:type="spellStart"/>
      <w:r w:rsidRPr="00FF3CBA">
        <w:rPr>
          <w:rFonts w:ascii="Times New Roman" w:eastAsia="Calibri" w:hAnsi="Times New Roman" w:cs="Times New Roman"/>
          <w:sz w:val="24"/>
        </w:rPr>
        <w:t>Сільський</w:t>
      </w:r>
      <w:proofErr w:type="spellEnd"/>
      <w:r w:rsidRPr="00FF3CBA">
        <w:rPr>
          <w:rFonts w:ascii="Times New Roman" w:eastAsia="Calibri" w:hAnsi="Times New Roman" w:cs="Times New Roman"/>
          <w:sz w:val="24"/>
        </w:rPr>
        <w:t xml:space="preserve">  голова                                                                                            </w:t>
      </w:r>
      <w:proofErr w:type="spellStart"/>
      <w:r w:rsidRPr="00FF3CBA">
        <w:rPr>
          <w:rFonts w:ascii="Times New Roman" w:eastAsia="Calibri" w:hAnsi="Times New Roman" w:cs="Times New Roman"/>
          <w:sz w:val="24"/>
        </w:rPr>
        <w:t>В.А.Михалюк</w:t>
      </w:r>
      <w:proofErr w:type="spellEnd"/>
      <w:r w:rsidRPr="00FF3CBA">
        <w:rPr>
          <w:rFonts w:ascii="Times New Roman" w:eastAsia="Calibri" w:hAnsi="Times New Roman" w:cs="Times New Roman"/>
          <w:sz w:val="24"/>
        </w:rPr>
        <w:t xml:space="preserve"> </w:t>
      </w:r>
    </w:p>
    <w:sectPr w:rsidR="00461AA6" w:rsidRPr="00DD57E1" w:rsidSect="00461A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DD57E1"/>
    <w:rsid w:val="00171A2E"/>
    <w:rsid w:val="00304C90"/>
    <w:rsid w:val="00461AA6"/>
    <w:rsid w:val="00497475"/>
    <w:rsid w:val="00505B6D"/>
    <w:rsid w:val="006B639F"/>
    <w:rsid w:val="006D3977"/>
    <w:rsid w:val="007D6C18"/>
    <w:rsid w:val="00897A75"/>
    <w:rsid w:val="0091773D"/>
    <w:rsid w:val="00D1641A"/>
    <w:rsid w:val="00DD57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7E1"/>
    <w:rPr>
      <w:rFonts w:eastAsiaTheme="minorHAnsi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eastAsiaTheme="minorEastAsia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eastAsiaTheme="minorEastAsia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eastAsiaTheme="minorEastAsia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eastAsiaTheme="minorEastAsia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eastAsiaTheme="minorEastAsia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eastAsiaTheme="minorEastAsia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eastAsiaTheme="minorEastAsia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eastAsiaTheme="minorEastAsia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eastAsiaTheme="minorEastAsia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eastAsiaTheme="minorEastAsia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eastAsiaTheme="minorEastAsia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eastAsiaTheme="minorEastAsia"/>
      <w:b/>
      <w:bCs/>
      <w:color w:val="2DA2BF" w:themeColor="accent1"/>
      <w:sz w:val="18"/>
      <w:szCs w:val="18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252</Words>
  <Characters>1442</Characters>
  <Application>Microsoft Office Word</Application>
  <DocSecurity>0</DocSecurity>
  <Lines>12</Lines>
  <Paragraphs>3</Paragraphs>
  <ScaleCrop>false</ScaleCrop>
  <Company>Microsoft</Company>
  <LinksUpToDate>false</LinksUpToDate>
  <CharactersWithSpaces>1691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3</cp:revision>
  <dcterms:created xsi:type="dcterms:W3CDTF">2020-01-13T06:58:00Z</dcterms:created>
  <dcterms:modified xsi:type="dcterms:W3CDTF">2020-01-13T07:20:00Z</dcterms:modified>
</cp:coreProperties>
</file>