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90C" w:rsidRDefault="0050490C" w:rsidP="00504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0490C" w:rsidRDefault="0050490C" w:rsidP="0050490C"/>
    <w:p w:rsidR="0050490C" w:rsidRDefault="0050490C" w:rsidP="0050490C"/>
    <w:p w:rsidR="0050490C" w:rsidRDefault="0050490C" w:rsidP="005049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0490C" w:rsidRDefault="0050490C" w:rsidP="005049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0490C" w:rsidRDefault="0050490C" w:rsidP="005049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0490C" w:rsidRDefault="0050490C" w:rsidP="005049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0490C" w:rsidRDefault="0050490C" w:rsidP="005049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90C" w:rsidRDefault="0050490C" w:rsidP="005049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0490C" w:rsidRDefault="0050490C" w:rsidP="005049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490C" w:rsidRDefault="0050490C" w:rsidP="005049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0490C" w:rsidRDefault="0050490C" w:rsidP="0050490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№40</w:t>
      </w:r>
    </w:p>
    <w:p w:rsidR="0050490C" w:rsidRPr="00C804C9" w:rsidRDefault="0050490C" w:rsidP="005049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0490C" w:rsidRPr="00C804C9" w:rsidRDefault="0050490C" w:rsidP="005049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0490C" w:rsidRPr="00C804C9" w:rsidRDefault="0050490C" w:rsidP="005049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0490C" w:rsidRPr="00C804C9" w:rsidRDefault="0050490C" w:rsidP="005049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0490C" w:rsidRPr="00C804C9" w:rsidRDefault="0050490C" w:rsidP="005049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Артенюку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50490C" w:rsidRPr="00C804C9" w:rsidRDefault="0050490C" w:rsidP="005049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0490C" w:rsidRPr="00C804C9" w:rsidRDefault="0050490C" w:rsidP="005049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Артенюка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0490C" w:rsidRPr="00C804C9" w:rsidRDefault="0050490C" w:rsidP="0050490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0490C" w:rsidRPr="00C804C9" w:rsidRDefault="0050490C" w:rsidP="005049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Артенюку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Олександровичу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A2F7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0,07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490C" w:rsidRPr="00C804C9" w:rsidRDefault="0050490C" w:rsidP="005049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Артенюку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О.О.,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0490C" w:rsidRPr="00C804C9" w:rsidRDefault="0050490C" w:rsidP="005049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0490C" w:rsidRPr="00C804C9" w:rsidRDefault="0050490C" w:rsidP="005049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0490C" w:rsidRPr="00C804C9" w:rsidRDefault="0050490C" w:rsidP="005049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E5D00" w:rsidRPr="0050490C" w:rsidRDefault="0050490C" w:rsidP="0050490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E5D00" w:rsidRPr="005049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0C"/>
    <w:rsid w:val="00171A2E"/>
    <w:rsid w:val="00304C90"/>
    <w:rsid w:val="0050490C"/>
    <w:rsid w:val="00505B6D"/>
    <w:rsid w:val="005E5D00"/>
    <w:rsid w:val="006D3977"/>
    <w:rsid w:val="007A2F70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2020-07-29T13:56:00Z</dcterms:created>
  <dcterms:modified xsi:type="dcterms:W3CDTF">2020-07-29T17:16:00Z</dcterms:modified>
</cp:coreProperties>
</file>