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826" w:rsidRDefault="004B4826" w:rsidP="004B482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4826" w:rsidRDefault="009504CE" w:rsidP="004B4826">
      <w:pPr>
        <w:jc w:val="both"/>
        <w:rPr>
          <w:rFonts w:ascii="Times New Roman" w:hAnsi="Times New Roman" w:cs="Times New Roman"/>
        </w:rPr>
      </w:pPr>
      <w:r w:rsidRPr="009504CE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B4826" w:rsidRDefault="004B4826" w:rsidP="004B48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B4826" w:rsidRDefault="004B4826" w:rsidP="004B48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B4826" w:rsidRDefault="004B4826" w:rsidP="004B48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B4826" w:rsidRDefault="004B4826" w:rsidP="004B48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B4826" w:rsidRDefault="004B4826" w:rsidP="004B48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B4826" w:rsidRDefault="004B4826" w:rsidP="004B48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B4826" w:rsidRDefault="004B4826" w:rsidP="004B48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B4826" w:rsidRDefault="004B4826" w:rsidP="004B48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B4826" w:rsidRDefault="004B4826" w:rsidP="004B48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B4826" w:rsidRDefault="004B4826" w:rsidP="004B48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B4826" w:rsidRDefault="004B4826" w:rsidP="004B48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B4826" w:rsidRDefault="004B4826" w:rsidP="004B48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B4826" w:rsidRDefault="004B4826" w:rsidP="004B48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B4826" w:rsidRDefault="004B4826" w:rsidP="004B48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B4826" w:rsidRDefault="004B4826" w:rsidP="004B48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B4826" w:rsidRDefault="004B4826" w:rsidP="004B48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B4826" w:rsidRDefault="004B4826" w:rsidP="004B48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B4826" w:rsidRDefault="004B4826" w:rsidP="004B48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B4826" w:rsidRDefault="004B4826" w:rsidP="004B48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B4826" w:rsidRDefault="004B4826" w:rsidP="004B48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4B4826" w:rsidRDefault="004B4826" w:rsidP="004B48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B4826" w:rsidRDefault="004B4826" w:rsidP="004B48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B4826" w:rsidRDefault="004B4826" w:rsidP="004B48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B4826" w:rsidRDefault="004B4826" w:rsidP="004B48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B4826" w:rsidRDefault="004B4826" w:rsidP="004B48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B4826" w:rsidRDefault="004B4826" w:rsidP="004B48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B4826" w:rsidRDefault="004B4826" w:rsidP="004B48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4B4826" w:rsidRDefault="004B4826" w:rsidP="004B48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B4826" w:rsidRDefault="004B4826" w:rsidP="004B48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B4826" w:rsidRDefault="004B4826" w:rsidP="004B48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4B4826" w:rsidRDefault="004B4826" w:rsidP="004B482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B4826" w:rsidRDefault="004B4826" w:rsidP="004B482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B4826" w:rsidRDefault="004B4826" w:rsidP="004B482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B4826" w:rsidRDefault="004B4826" w:rsidP="004B482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4B4826" w:rsidRDefault="004B4826" w:rsidP="004B482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B4826" w:rsidRDefault="004B4826" w:rsidP="004B482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B4826" w:rsidRDefault="004B4826" w:rsidP="004B482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B4826" w:rsidRDefault="004B4826" w:rsidP="004B482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B4826" w:rsidRDefault="004B4826" w:rsidP="004B482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4B4826" w:rsidRDefault="004B4826" w:rsidP="004B482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B4826" w:rsidRDefault="004B4826" w:rsidP="004B482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B4826" w:rsidRDefault="004B4826" w:rsidP="004B482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B4826" w:rsidRDefault="004B4826" w:rsidP="004B482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B4826" w:rsidRDefault="004B4826" w:rsidP="004B482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4B4826" w:rsidRDefault="004B4826" w:rsidP="004B4826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4B4826" w:rsidRDefault="004B4826" w:rsidP="004B4826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4B4826" w:rsidRDefault="004B4826" w:rsidP="004B482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 надання дозволу на розробку</w:t>
      </w:r>
    </w:p>
    <w:p w:rsidR="004B4826" w:rsidRDefault="004B4826" w:rsidP="004B482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проекту  із землеустрою щодо</w:t>
      </w:r>
    </w:p>
    <w:p w:rsidR="004B4826" w:rsidRDefault="004B4826" w:rsidP="004B482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відведення земельної ділянки</w:t>
      </w:r>
    </w:p>
    <w:p w:rsidR="004B4826" w:rsidRDefault="004B4826" w:rsidP="004B482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Дмитруку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М.М.</w:t>
      </w:r>
    </w:p>
    <w:p w:rsidR="004B4826" w:rsidRDefault="004B4826" w:rsidP="004B482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B4826" w:rsidRDefault="004B4826" w:rsidP="004B482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proofErr w:type="spellStart"/>
      <w:r>
        <w:rPr>
          <w:rFonts w:ascii="Times New Roman" w:eastAsia="Calibri" w:hAnsi="Times New Roman" w:cs="Times New Roman"/>
          <w:sz w:val="24"/>
        </w:rPr>
        <w:t>Дмитрука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М.М.,сільська рада </w:t>
      </w:r>
    </w:p>
    <w:p w:rsidR="004B4826" w:rsidRDefault="004B4826" w:rsidP="004B482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ВИРІШИЛА:</w:t>
      </w:r>
    </w:p>
    <w:p w:rsidR="004B4826" w:rsidRDefault="004B4826" w:rsidP="004B482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Дмитруку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Миколі Михайловичу, який зареєстрований за адресою: </w:t>
      </w:r>
      <w:r w:rsidR="006354B0" w:rsidRPr="006354B0">
        <w:rPr>
          <w:rFonts w:ascii="Times New Roman" w:eastAsia="Calibri" w:hAnsi="Times New Roman" w:cs="Times New Roman"/>
          <w:sz w:val="24"/>
        </w:rPr>
        <w:t>___________________</w:t>
      </w:r>
      <w:r>
        <w:rPr>
          <w:rFonts w:ascii="Times New Roman" w:eastAsia="Calibri" w:hAnsi="Times New Roman" w:cs="Times New Roman"/>
          <w:sz w:val="24"/>
        </w:rPr>
        <w:t>, дозвіл на розробку проекту із землеустрою щодо відведення земельної ділянки для передачі її у власність, орієнтовною площею 0,32 га, для ведення особистого селянського господарства, земельна ділянка розташована  в селі Лисиче на території Крупецької сільської ради.</w:t>
      </w:r>
    </w:p>
    <w:p w:rsidR="004B4826" w:rsidRDefault="004B4826" w:rsidP="004B482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Дмитруку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М.М.,розробити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4B4826" w:rsidRDefault="004B4826" w:rsidP="004B482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3. Контроль за виконанням цього рішення покласти на постійну комісію сільської ради з питань земельних відносин, природокористування, планування території, будівництва, архітектури, охорони пам’яток, історичного </w:t>
      </w:r>
      <w:proofErr w:type="spellStart"/>
      <w:r>
        <w:rPr>
          <w:rFonts w:ascii="Times New Roman" w:eastAsia="Calibri" w:hAnsi="Times New Roman" w:cs="Times New Roman"/>
          <w:sz w:val="24"/>
        </w:rPr>
        <w:t>ёсередовища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та благоустрою (Денисюк Т.В.)</w:t>
      </w:r>
    </w:p>
    <w:p w:rsidR="004B4826" w:rsidRDefault="004B4826" w:rsidP="004B482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B4826" w:rsidRPr="004B4826" w:rsidRDefault="004B4826" w:rsidP="004B482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4B4826" w:rsidRDefault="004B4826" w:rsidP="004B482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B6FCE" w:rsidRPr="004B4826" w:rsidRDefault="004B4826" w:rsidP="004B482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  <w:r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sectPr w:rsidR="00EB6FCE" w:rsidRPr="004B4826" w:rsidSect="00EB6F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4B4826"/>
    <w:rsid w:val="00171A2E"/>
    <w:rsid w:val="00271A91"/>
    <w:rsid w:val="00304C90"/>
    <w:rsid w:val="004B4826"/>
    <w:rsid w:val="00505B6D"/>
    <w:rsid w:val="006354B0"/>
    <w:rsid w:val="006D3977"/>
    <w:rsid w:val="007152E9"/>
    <w:rsid w:val="007D6C18"/>
    <w:rsid w:val="009504CE"/>
    <w:rsid w:val="00D1641A"/>
    <w:rsid w:val="00EB6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826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229</Words>
  <Characters>1309</Characters>
  <Application>Microsoft Office Word</Application>
  <DocSecurity>0</DocSecurity>
  <Lines>10</Lines>
  <Paragraphs>3</Paragraphs>
  <ScaleCrop>false</ScaleCrop>
  <Company>Microsoft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2019-12-11T11:44:00Z</dcterms:created>
  <dcterms:modified xsi:type="dcterms:W3CDTF">2019-12-11T12:07:00Z</dcterms:modified>
</cp:coreProperties>
</file>