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FF2" w:rsidRPr="004102D1" w:rsidRDefault="00A77FF2" w:rsidP="00A77FF2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7FF2" w:rsidRDefault="00A77FF2" w:rsidP="00A77F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7FF2" w:rsidRDefault="00A77FF2" w:rsidP="00A77F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77FF2" w:rsidRPr="000A4F3E" w:rsidRDefault="00A77FF2" w:rsidP="00A77FF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7FF2" w:rsidRPr="000A4F3E" w:rsidRDefault="00A77FF2" w:rsidP="00A77FF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77FF2" w:rsidRPr="000A4F3E" w:rsidRDefault="00A77FF2" w:rsidP="00A77FF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7FF2" w:rsidRDefault="00A77FF2" w:rsidP="00A77FF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A77FF2" w:rsidRPr="00CA5B65" w:rsidRDefault="00A77FF2" w:rsidP="00A77FF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A77FF2" w:rsidRPr="00CA5B65" w:rsidRDefault="00A77FF2" w:rsidP="00A77FF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A77FF2" w:rsidRPr="00CA5B65" w:rsidRDefault="00A77FF2" w:rsidP="00A77FF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A77FF2" w:rsidRPr="00CA5B65" w:rsidRDefault="00A77FF2" w:rsidP="00A77FF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Кирилюк В.В.</w:t>
      </w:r>
    </w:p>
    <w:p w:rsidR="00A77FF2" w:rsidRPr="00CA5B65" w:rsidRDefault="00A77FF2" w:rsidP="00A77FF2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A77FF2" w:rsidRPr="00CA5B65" w:rsidRDefault="00A77FF2" w:rsidP="00A77FF2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Кирилюк В.В.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A77FF2" w:rsidRPr="00CA5B65" w:rsidRDefault="00A77FF2" w:rsidP="00A77FF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A77FF2" w:rsidRPr="00CA5B65" w:rsidRDefault="00A77FF2" w:rsidP="00A77FF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Кирилюк </w:t>
      </w:r>
      <w:proofErr w:type="spellStart"/>
      <w:r>
        <w:rPr>
          <w:rFonts w:ascii="Times New Roman" w:eastAsia="Times New Roman" w:hAnsi="Times New Roman"/>
          <w:sz w:val="24"/>
        </w:rPr>
        <w:t>Валентині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Володимирівні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6138DB">
        <w:rPr>
          <w:rFonts w:ascii="Times New Roman" w:eastAsia="Times New Roman" w:hAnsi="Times New Roman"/>
          <w:sz w:val="24"/>
          <w:lang w:val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0,1400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Стригани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A77FF2" w:rsidRPr="00DC5C5B" w:rsidRDefault="00A77FF2" w:rsidP="00A77FF2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>. Кирилюк В.В.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A77FF2" w:rsidRPr="00CA5B65" w:rsidRDefault="00A77FF2" w:rsidP="00A77FF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77FF2" w:rsidRPr="00CA5B65" w:rsidRDefault="00A77FF2" w:rsidP="00A77FF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77FF2" w:rsidRPr="00A77FF2" w:rsidRDefault="00A77FF2" w:rsidP="00A77FF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77FF2" w:rsidRPr="004102D1" w:rsidRDefault="00A77FF2" w:rsidP="00A77FF2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r w:rsidRPr="004102D1">
        <w:rPr>
          <w:rFonts w:ascii="Times New Roman" w:hAnsi="Times New Roman"/>
        </w:rPr>
        <w:t xml:space="preserve">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p w:rsidR="00913B5C" w:rsidRDefault="00913B5C"/>
    <w:sectPr w:rsidR="00913B5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FF2"/>
    <w:rsid w:val="00171A2E"/>
    <w:rsid w:val="00304C90"/>
    <w:rsid w:val="00505B6D"/>
    <w:rsid w:val="006138DB"/>
    <w:rsid w:val="006D3977"/>
    <w:rsid w:val="007D6C18"/>
    <w:rsid w:val="00913B5C"/>
    <w:rsid w:val="00A77FF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77FF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77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77FF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77FF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77F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77FF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2020-08-20T14:38:00Z</dcterms:created>
  <dcterms:modified xsi:type="dcterms:W3CDTF">2020-08-21T12:32:00Z</dcterms:modified>
</cp:coreProperties>
</file>