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23.65pt;margin-top:0;width:34.4pt;height:48.3pt;z-index:25167257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AuuIJuw3gAABRXBAAOAAAAAAAAAAAAAAAAAC4CAABkcnMvZTJvRG9jLnhtbFBLAQItABQABgAI&#10;AAAAIQD1tmDU3gAAAAcBAAAPAAAAAAAAAAAAAAAAAB17AABkcnMvZG93bnJldi54bWxQSwUGAAAA&#10;AAQABADzAAAAKHwAAAAA&#10;">
                <v:shape id="Freeform 1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1k8IA&#10;AADb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P8P/L/E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jWT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Ig8AA&#10;AADbAAAADwAAAGRycy9kb3ducmV2LnhtbERPy6rCMBDdX/AfwghuLprWhVeqUUQQfIBwq+B2aMa2&#10;2kxKE7X+vREEd3M4z5nOW1OJOzWutKwgHkQgiDOrS84VHA+r/hiE88gaK8uk4EkO5rPOzxQTbR/8&#10;T/fU5yKEsEtQQeF9nUjpsoIMuoGtiQN3to1BH2CTS93gI4SbSg6jaCQNlhwaCqxpWVB2TW9GgTyk&#10;G7/5K81vvD3t29helrvsolSv2y4mIDy1/iv+uN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QIg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3fMYA&#10;AADb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MHiC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r3f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y6sQA&#10;AADbAAAADwAAAGRycy9kb3ducmV2LnhtbESPzWrDMBCE74W8g9hAb40cl4bgRAlpqY1pT/m7L9bG&#10;NrFWrqU66ttXhUKOw8x8w6y3wXRipMG1lhXMZwkI4srqlmsFp2P+tAThPLLGzjIp+CEH283kYY2Z&#10;tjfe03jwtYgQdhkqaLzvMyld1ZBBN7M9cfQudjDooxxqqQe8RbjpZJokC2mw5bjQYE9vDVXXw7dR&#10;8Pzx8lXo1/p97JaF+ywveWjDWanHaditQHgK/h7+b5daQbqA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Mur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Wq8MA&#10;AADbAAAADwAAAGRycy9kb3ducmV2LnhtbESPT4vCMBTE7wt+h/AEb9tUD/7pNhVRBEH2oO5hj4/m&#10;bVPavJQm1vrtzcLCHoeZ+Q2Tb0fbioF6XztWME9SEMSl0zVXCr5ux/c1CB+QNbaOScGTPGyLyVuO&#10;mXYPvtBwDZWIEPYZKjAhdJmUvjRk0SeuI47ej+sthij7SuoeHxFuW7lI06W0WHNcMNjR3lDZXO9W&#10;wffmczMfzSE9D6vdKZSM2AxLpWbTcfcBItAY/sN/7ZNWsFjB75f4A2T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PWq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ztM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2P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c7T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S8IA&#10;AADbAAAADwAAAGRycy9kb3ducmV2LnhtbESPUWvCMBSF34X9h3AHe9N0MtRVoxTHQNmTdT/g0lzb&#10;uuYmJNHWf2+EgY+Hc853OKvNYDpxJR9aywreJxkI4srqlmsFv8fv8QJEiMgaO8uk4EYBNuuX0Qpz&#10;bXs+0LWMtUgQDjkqaGJ0uZShashgmFhHnLyT9QZjkr6W2mOf4KaT0yybSYMtp4UGHW0bqv7Ki1GA&#10;3s2/XCn7w+z8g7vzvqAPWyj19joUSxCRhvgM/7d3WsH0Ex5f0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TxL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fP8IA&#10;AADb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1ocv4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h8/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FsQA&#10;AADb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tR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3PcQA&#10;AADbAAAADwAAAGRycy9kb3ducmV2LnhtbESP3WrCQBSE7wu+w3IE7+qmllZJXUWE1CIFMfoAh+xp&#10;NjR7NmQ3P/r03UKhl8PMfMOst6OtRU+trxwreJonIIgLpysuFVwv2eMKhA/IGmvHpOBGHrabycMa&#10;U+0GPlOfh1JECPsUFZgQmlRKXxiy6OeuIY7el2sthijbUuoWhwi3tVwkyau0WHFcMNjQ3lDxnXdW&#10;AScyO30WtZbv9+vyeDD58aXLlZpNx90biEBj+A//tT+0gucF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dz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iMsUA&#10;AADbAAAADwAAAGRycy9kb3ducmV2LnhtbESPT2vCQBTE70K/w/IK3nTTRkVTN9LaCtabaUG8PbIv&#10;f2j2bciuGvvpu4LQ4zAzv2GWq9404kydqy0reBpHIIhzq2suFXx/bUZzEM4ja2wsk4IrOVilD4Ml&#10;JtpeeE/nzJciQNglqKDyvk2kdHlFBt3YtsTBK2xn0AfZlVJ3eAlw08jnKJpJgzWHhQpbWleU/2Qn&#10;oyArjkf9xh+Tz/nUrXe7+Hdx2LwrNXzsX19AeOr9f/je3moFcQ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6I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QLMMA&#10;AADbAAAADwAAAGRycy9kb3ducmV2LnhtbESPQWsCMRSE7wX/Q3iCt26iW0p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QL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7UsUA&#10;AADbAAAADwAAAGRycy9kb3ducmV2LnhtbESPQWvCQBSE70L/w/IKvUjdxEqQ1DWIVGi9BLWFHh/Z&#10;1yQk+zZkt0n677uC4HGYmW+YTTaZVgzUu9qygngRgSAurK65VPB5OTyvQTiPrLG1TAr+yEG2fZht&#10;MNV25BMNZ1+KAGGXooLK+y6V0hUVGXQL2xEH78f2Bn2QfSl1j2OAm1YuoyiRBmsOCxV2tK+oaM6/&#10;RsFRFsP8Y0VxXg7fzVu+/jLJKVbq6XHavYLwNPl7+NZ+1wpe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LtS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GiMQA&#10;AADbAAAADwAAAGRycy9kb3ducmV2LnhtbESP3WrCQBSE7wu+w3IK3tVNLVYbXUWkQgsF8ecBDrun&#10;STB7NmSPJvr03UKhl8PMfMMsVr2v1ZXaWAU28DzKQBHb4CouDJyO26cZqCjIDuvAZOBGEVbLwcMC&#10;cxc63tP1IIVKEI45GihFmlzraEvyGEehIU7ed2g9SpJtoV2LXYL7Wo+z7FV7rDgtlNjQpiR7Ply8&#10;gfHFivVvn/ev95NMdsemyyaztTHDx349ByXUy3/4r/3hDLxM4f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xo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XUM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jU1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xdQ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N/MMA&#10;AADbAAAADwAAAGRycy9kb3ducmV2LnhtbESPQWvCQBSE7wX/w/KE3pqNKYQ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N/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C7cAA&#10;AADbAAAADwAAAGRycy9kb3ducmV2LnhtbERPTWvCQBC9F/wPywje6sYi0kZXEcHiSagpRG9DdkyC&#10;2dmQXTX66zsHocfH+16seteoG3Wh9mxgMk5AERfe1lwa+M2275+gQkS22HgmAw8KsFoO3haYWn/n&#10;H7odYqkkhEOKBqoY21TrUFTkMIx9Syzc2XcOo8Cu1LbDu4S7Rn8kyUw7rFkaKmxpU1FxOVydgenx&#10;a53ldHpe8m+f61229/vt1ZjRsF/PQUXq47/45d5Z8cl6+SI/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gC7cAAAADb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E+sQA&#10;AADbAAAADwAAAGRycy9kb3ducmV2LnhtbESPQWvCQBSE7wX/w/IEb3WjliDRVUQpVApCreD1mX0m&#10;Mdm3cXer8d93hUKPw8x8w8yXnWnEjZyvLCsYDRMQxLnVFRcKDt/vr1MQPiBrbCyTggd5WC56L3PM&#10;tL3zF932oRARwj5DBWUIbSalz0sy6Ie2JY7e2TqDIUpXSO3wHuGmkeMkSaXBiuNCiS2tS8rr/Y9R&#10;cJ1s6p0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RP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4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xP8UA&#10;AADbAAAADwAAAGRycy9kb3ducmV2LnhtbESP3WoCMRSE7wt9h3AKvSmarZWiq1GKWKh0YfHnAY6b&#10;4+5icrIkqW7f3hSEXg4z8w0zX/bWiAv50DpW8DrMQBBXTrdcKzjsPwcTECEiazSOScEvBVguHh/m&#10;mGt35S1ddrEWCcIhRwVNjF0uZagashiGriNO3sl5izFJX0vt8Zrg1shRlr1Liy2nhQY7WjVUnXc/&#10;VsF6dPTlEb9Nle1rU2zK4mVaFko9P/UfMxCR+vgfvre/tILx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jE/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PNIMUA&#10;AADbAAAADwAAAGRycy9kb3ducmV2LnhtbESPQWvCQBSE70L/w/IEb3WjFWmja0gLgYLQWuvB4zP7&#10;zAazb2N21fTfdwsFj8PMfMMss9424kqdrx0rmIwTEMSl0zVXCnbfxeMzCB+QNTaOScEPechWD4Ml&#10;ptrd+Iuu21CJCGGfogITQptK6UtDFv3YtcTRO7rOYoiyq6Tu8BbhtpHTJJlLizXHBYMtvRkqT9uL&#10;VWAl7g/VvCg/8qf15/qlft2cC6PUaNjnCxCB+nAP/7fftYLZ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s80g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B08E6" w:rsidRDefault="001B08E6" w:rsidP="001B0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B08E6" w:rsidRDefault="001B08E6" w:rsidP="001B0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B08E6" w:rsidRDefault="001B08E6" w:rsidP="001B0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B08E6" w:rsidRDefault="001B08E6" w:rsidP="001B0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B08E6" w:rsidRDefault="001B08E6" w:rsidP="001B0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B08E6" w:rsidRDefault="001B08E6" w:rsidP="001B0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-8263255</wp:posOffset>
                </wp:positionV>
                <wp:extent cx="110490" cy="149225"/>
                <wp:effectExtent l="0" t="0" r="1270" b="508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650.65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SzcH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4445" t="0" r="0" b="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38.25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2uNQ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-1841500</wp:posOffset>
                </wp:positionV>
                <wp:extent cx="55245" cy="69850"/>
                <wp:effectExtent l="0" t="0" r="9525" b="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145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qAwjw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-3278505</wp:posOffset>
                </wp:positionV>
                <wp:extent cx="55245" cy="69215"/>
                <wp:effectExtent l="3175" t="0" r="0" b="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258.15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-4902200</wp:posOffset>
                </wp:positionV>
                <wp:extent cx="118110" cy="179705"/>
                <wp:effectExtent l="0" t="0" r="0" b="444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386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-6645910</wp:posOffset>
                </wp:positionV>
                <wp:extent cx="73660" cy="360045"/>
                <wp:effectExtent l="0" t="0" r="0" b="571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523.3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8pAA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-8083550</wp:posOffset>
                </wp:positionV>
                <wp:extent cx="73660" cy="360680"/>
                <wp:effectExtent l="3175" t="0" r="0" b="444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74pt;margin-top:-636.5pt;width:5.8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-7364730</wp:posOffset>
                </wp:positionV>
                <wp:extent cx="73660" cy="360045"/>
                <wp:effectExtent l="0" t="0" r="28575" b="3873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579.9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-5621020</wp:posOffset>
                </wp:positionV>
                <wp:extent cx="118110" cy="179705"/>
                <wp:effectExtent l="33020" t="0" r="0" b="8509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442.6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2C4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-3996690</wp:posOffset>
                </wp:positionV>
                <wp:extent cx="55245" cy="69215"/>
                <wp:effectExtent l="12700" t="0" r="0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314.7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3Ecmg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-2560320</wp:posOffset>
                </wp:positionV>
                <wp:extent cx="55245" cy="69850"/>
                <wp:effectExtent l="0" t="0" r="9525" b="127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201.6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dEjw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23495" t="0" r="0" b="2286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94.8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-8982075</wp:posOffset>
                </wp:positionV>
                <wp:extent cx="110490" cy="149225"/>
                <wp:effectExtent l="0" t="0" r="2984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47.8pt;margin-top:-707.2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</w:p>
    <w:p w:rsidR="001B08E6" w:rsidRDefault="001B08E6" w:rsidP="001B08E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B08E6" w:rsidRDefault="001B08E6" w:rsidP="001B08E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B08E6" w:rsidRDefault="001B08E6" w:rsidP="001B08E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B08E6" w:rsidRDefault="001B08E6" w:rsidP="001B08E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Поночовному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П.В</w:t>
      </w:r>
    </w:p>
    <w:p w:rsidR="001B08E6" w:rsidRDefault="001B08E6" w:rsidP="001B08E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08E6" w:rsidRDefault="001B08E6" w:rsidP="001B08E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B08E6" w:rsidRDefault="001B08E6" w:rsidP="001B08E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B08E6" w:rsidRDefault="001B08E6" w:rsidP="001B08E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103B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0,1487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018:0335).</w:t>
      </w:r>
      <w:proofErr w:type="gramEnd"/>
    </w:p>
    <w:p w:rsidR="001B08E6" w:rsidRDefault="001B08E6" w:rsidP="001B08E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1B08E6" w:rsidRDefault="001B08E6" w:rsidP="001B08E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B08E6" w:rsidRDefault="001B08E6" w:rsidP="001B08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08E6" w:rsidRDefault="001B08E6" w:rsidP="001B08E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08E6" w:rsidRDefault="001B08E6" w:rsidP="001B08E6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F368BB" w:rsidRPr="001B08E6" w:rsidRDefault="001B08E6" w:rsidP="001B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Секретар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</w:rPr>
        <w:t xml:space="preserve"> ради                                                                       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В.М.Мазур</w:t>
      </w:r>
      <w:proofErr w:type="spellEnd"/>
    </w:p>
    <w:sectPr w:rsidR="00F368BB" w:rsidRPr="001B08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E6"/>
    <w:rsid w:val="000103BE"/>
    <w:rsid w:val="00171A2E"/>
    <w:rsid w:val="001B08E6"/>
    <w:rsid w:val="00304C90"/>
    <w:rsid w:val="00505B6D"/>
    <w:rsid w:val="006D3977"/>
    <w:rsid w:val="007D6C18"/>
    <w:rsid w:val="00D1641A"/>
    <w:rsid w:val="00F3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B08E6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1B0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1B08E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B08E6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1B0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1B08E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2020-07-21T14:20:00Z</dcterms:created>
  <dcterms:modified xsi:type="dcterms:W3CDTF">2020-07-21T14:52:00Z</dcterms:modified>
</cp:coreProperties>
</file>