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63F" w:rsidRPr="003C3FA9" w:rsidRDefault="0049763F" w:rsidP="0049763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1F0308" wp14:editId="03C3F9C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867" name="Группа 11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8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86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UnOMQA&#10;AADeAAAADwAAAGRycy9kb3ducmV2LnhtbESPQYvCQAyF74L/YYjgTacqaKmOIqLiQRDd9R46sS12&#10;MqUzavffbw4Le0t4L+99WW06V6s3taHybGAyTkAR595WXBj4/jqMUlAhIlusPZOBHwqwWfd7K8ys&#10;//CV3rdYKAnhkKGBMsYm0zrkJTkMY98Qi/bwrcMoa1to2+JHwl2tp0ky1w4rloYSG9qVlD9vL2fA&#10;z46n872YXmd7XkTeXtLHvTsbMxx02yWoSF38N/9dn6zgT9K58Mo7MoN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Jzj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wAMcA&#10;AADeAAAADwAAAGRycy9kb3ducmV2LnhtbERPTWsCMRC9C/0PYQq9SM3aw7pujVKErdaDoC30Omym&#10;m203kyVJdeuvbwpCb/N4n7NYDbYTJ/KhdaxgOslAENdOt9woeHut7gsQISJr7ByTgh8KsFrejBZY&#10;anfmA52OsREphEOJCkyMfSllqA1ZDBPXEyfuw3mLMUHfSO3xnMJtJx+yLJcWW04NBntaG6q/jt9W&#10;wWe1N+/r2eXZj+cHuoyr3aZ7yZW6ux2eHkFEGuK/+Ore6jR/WuRz+Hsn3S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9MA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2rQcUA&#10;AADeAAAADwAAAGRycy9kb3ducmV2LnhtbESPQWvCQBCF7wX/wzIFL6VuVLCSuopIFfEian/AkB2z&#10;odnZkN2a+O+dg+BthnnvffMWq97X6kZtrAIbGI8yUMRFsBWXBn4v2885qJiQLdaBycCdIqyWg7cF&#10;5jZ0fKLbOZVKQjjmaMCl1ORax8KRxzgKDbHcrqH1mGRtS21b7CTc13qSZTPtsWIhOGxo46j4O/97&#10;gRyneDxcu8t212OHPwfHH+uTMcP3fv0NKlGfXuKne2/l/fH8SwpIHZlBL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Dat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b4MQA&#10;AADeAAAADwAAAGRycy9kb3ducmV2LnhtbERPTUsDMRC9C/6HMII3m91S27I2LVIriOChrSDehs10&#10;d3EzCcnYXf+9EYTe5vE+Z7UZXa/OFFPn2UA5KUAR19523Bh4Pz7fLUElQbbYeyYDP5Rgs76+WmFl&#10;/cB7Oh+kUTmEU4UGWpFQaZ3qlhymiQ/EmTv56FAyjI22EYcc7no9LYq5dthxbmgx0Lal+uvw7Qy8&#10;Dbvwupjfn8JnnE11erLysRVjbm/GxwdQQqNcxP/uF5vnl8tFCX/v5Bv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FG+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vYsUA&#10;AADeAAAADwAAAGRycy9kb3ducmV2LnhtbESP3WrCQBCF74W+wzIFb0Q3KqikriJSS/FG/HmAITtm&#10;Q7OzIbs16dt3LgTvZphzzjdnve19rR7UxiqwgekkA0VcBFtxaeB2PYxXoGJCtlgHJgN/FGG7eRus&#10;Mbeh4zM9LqlUEsIxRwMupSbXOhaOPMZJaIjldg+txyRrW2rbYifhvtazLFtojxULwWFDe0fFz+XX&#10;C+Q0x9Px3l0PXz12+Hl0PNqdjRm+97sPUIn69BI/3d9W3p8vF1JA6sgMe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0S9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mfw8UA&#10;AADeAAAADwAAAGRycy9kb3ducmV2LnhtbERPTUsDMRC9C/6HMII3m23VraxNi9QKIvTQVhBvw2a6&#10;u7iZhGTaXf+9EQRv83ifs1iNrldniqnzbGA6KUAR19523Bh4P7zcPIBKgmyx90wGvinBanl5scDK&#10;+oF3dN5Lo3IIpwoNtCKh0jrVLTlMEx+IM3f00aFkGBttIw453PV6VhSldthxbmgx0Lql+mt/cga2&#10;wya8zcv7Y/iMdzOdnq18rMWY66vx6RGU0Cj/4j/3q83zb+flFH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GZ/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4cXcUA&#10;AADeAAAADwAAAGRycy9kb3ducmV2LnhtbERP32vCMBB+H/g/hBP2IjNVmRudUXQQJkwQ3WCvR3O2&#10;Zc2lJJmt/70RhL3dx/fzFqveNuJMPtSOFUzGGQjiwpmaSwXfX/rpFUSIyAYbx6TgQgFWy8HDAnPj&#10;Oj7Q+RhLkUI45KigirHNpQxFRRbD2LXEiTs5bzEm6EtpPHYp3DZymmVzabHm1FBhS+8VFb/HP6tg&#10;s+/KmR8Vm959nj5+nrU2eqeVehz26zcQkfr4L767tybNn73Mp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hx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LzOcMA&#10;AADeAAAADwAAAGRycy9kb3ducmV2LnhtbERPS2rDMBDdF3IHMYHuGjnfBtdKCCmGULJJ2gMM1tRy&#10;bY2MpDju7atCobt5vO8U+9F2YiAfGscK5rMMBHHldMO1go/38mkLIkRkjZ1jUvBNAfa7yUOBuXZ3&#10;vtBwjbVIIRxyVGBi7HMpQ2XIYpi5njhxn85bjAn6WmqP9xRuO7nIso202HBqMNjT0VDVXm9WQfm2&#10;OA/tTfvSHcaVpbX52r4apR6n4+EFRKQx/ov/3Ced5i+fN0v4fSfd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LzO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shssUA&#10;AADeAAAADwAAAGRycy9kb3ducmV2LnhtbERP32vCMBB+H+x/CDfYy9DU6VQ6o+ggTHAwpoKvR3O2&#10;Zc2lJJnt/nsjDPZ2H9/PW6x624gL+VA7VjAaZiCIC2dqLhUcD3owBxEissHGMSn4pQCr5f3dAnPj&#10;Ov6iyz6WIoVwyFFBFWObSxmKiiyGoWuJE3d23mJM0JfSeOxSuG3kc5ZNpcWaU0OFLb1VVHzvf6yC&#10;zWdXjv1Tsend7vx+etHa6A+t1ONDv34FEamP/+I/99ak+ePZdAK3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yG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O1sMA&#10;AADeAAAADwAAAGRycy9kb3ducmV2LnhtbERP3WrCMBS+F3yHcITdaaqbTrpGEUdhDG90e4BDc9Z0&#10;bU5KEmv39stg4N35+H5PsR9tJwbyoXGsYLnIQBBXTjdcK/j8KOdbECEia+wck4IfCrDfTScF5trd&#10;+EzDJdYihXDIUYGJsc+lDJUhi2HheuLEfTlvMSboa6k93lK47eQqyzbSYsOpwWBPR0NVe7laBeX7&#10;6jS0V+1LdxifLK3N9/bVKPUwGw8vICKN8S7+d7/pNP/xebOGv3fSD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fO1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OScEA&#10;AADeAAAADwAAAGRycy9kb3ducmV2LnhtbERPzYrCMBC+L/gOYQRva6quVWpTEUFZj9vdBxiasS02&#10;k9pEW9/eCMLe5uP7nXQ7mEbcqXO1ZQWzaQSCuLC65lLB3+/hcw3CeWSNjWVS8CAH22z0kWKibc8/&#10;dM99KUIIuwQVVN63iZSuqMigm9qWOHBn2xn0AXal1B32Idw0ch5FsTRYc2iosKV9RcUlvxkFX4/+&#10;eM2Xl+igDc1Oi/bEvlgqNRkPuw0IT4P/F7/d3zrMX6ziGF7vhBt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Lzk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V9fcQA&#10;AADeAAAADwAAAGRycy9kb3ducmV2LnhtbERPS2vCQBC+F/wPywje6kaF2KauIkpK6alN1fOQHZPQ&#10;7GzIbh7++64g9DYf33M2u9HUoqfWVZYVLOYRCOLc6ooLBaef9PkFhPPIGmvLpOBGDnbbydMGE20H&#10;/qY+84UIIewSVFB63yRSurwkg25uG+LAXW1r0AfYFlK3OIRwU8tlFMXSYMWhocSGDiXlv1lnFHTx&#10;ZXni66f+yo6399djunfyXCg1m477NxCeRv8vfrg/dJi/WsdruL8T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FfX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ZEskA&#10;AADeAAAADwAAAGRycy9kb3ducmV2LnhtbESPQU/CQBCF7yb8h82QeJMtYCpUFoImJsBBIuLB29gd&#10;2kJ3tnZXqP+eOZh4m8l78943s0XnanWmNlSeDQwHCSji3NuKCwP795e7CagQkS3WnsnALwVYzHs3&#10;M8ysv/AbnXexUBLCIUMDZYxNpnXIS3IYBr4hFu3gW4dR1rbQtsWLhLtaj5Ik1Q4rloYSG3ouKT/t&#10;fpyBj+0knW6f1vfHzesXjp39/rRVasxtv1s+gorUxX/z3/XKCv74IRVeeUdm0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bVZE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rHcQA&#10;AADeAAAADwAAAGRycy9kb3ducmV2LnhtbERPS2vCQBC+F/wPyxS81U21pJq6ig+q4ilVweuQnSbB&#10;7GzIrhr99a5Q6G0+vueMp62pxIUaV1pW8N6LQBBnVpecKzjsv9+GIJxH1lhZJgU3cjCddF7GmGh7&#10;5R+67HwuQgi7BBUU3teJlC4ryKDr2Zo4cL+2MegDbHKpG7yGcFPJfhTF0mDJoaHAmhYFZafd2Si4&#10;x0dM3bo/Xw60p9vHcGW36Uqp7ms7+wLhqfX/4j/3Rof5g894BM93wg1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Aax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988cA&#10;AADeAAAADwAAAGRycy9kb3ducmV2LnhtbESPzW7CQAyE75X6DitX4gabUn5KyoKqikrcCqEPYGXN&#10;JiLrDdkthD49PlTqzZbHM/Mt171v1IW6WAc28DzKQBGXwdbsDHwfPoevoGJCttgEJgM3irBePT4s&#10;Mbfhynu6FMkpMeGYo4EqpTbXOpYVeYyj0BLL7Rg6j0nWzmnb4VXMfaPHWTbTHmuWhApb+qioPBU/&#10;3sA5jKe2Lzb4ddosdrVzk/PvfmLM4Kl/fwOVqE//4r/vrZX6L/O5AAiOzKB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aPfP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+g8MA&#10;AADeAAAADwAAAGRycy9kb3ducmV2LnhtbERPyW7CMBC9V+IfrEHiBg6gEppiECBV4spy4Di1hyQl&#10;HofYQNqvx0hIvc3TW2e2aG0lbtT40rGC4SABQaydKTlXcNh/9acgfEA2WDkmBb/kYTHvvM0wM+7O&#10;W7rtQi5iCPsMFRQh1JmUXhdk0Q9cTRy5k2sshgibXJoG7zHcVnKUJBNpseTYUGBN64L0eXe1Cjbl&#10;N71P9OnDTld6e/y7hHH6Y5TqddvlJ4hAbfgXv9wbE+eP03QIz3fiD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+g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mZI8YA&#10;AADeAAAADwAAAGRycy9kb3ducmV2LnhtbERP0WrCQBB8L/gPxwp9qxcjVBs9pRYEpSrUFn1dcmsu&#10;mNsLuWuMf98rCL7N7uzM7MwWna1ES40vHSsYDhIQxLnTJRcKfr5XLxMQPiBrrByTght5WMx7TzPM&#10;tLvyF7WHUIhowj5DBSaEOpPS54Ys+oGriSN3do3FEMemkLrBazS3lUyT5FVaLDkmGKzpw1B+Ofxa&#10;BS3ub8nJLHdvm3Kbp/vl8VPHvXrud+9TEIG68Di+q9c6vj8aj1P4rxMx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mZI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jIsMA&#10;AADeAAAADwAAAGRycy9kb3ducmV2LnhtbERPTUvDQBC9C/0Pywje7MYUbIndFilUPGrsoccxO82m&#10;ZmfC7tpEf70rCN7m8T5nvZ18ry4UYids4G5egCJuxHbcGji87W9XoGJCttgLk4EvirDdzK7WWFkZ&#10;+ZUudWpVDuFYoQGX0lBpHRtHHuNcBuLMnSR4TBmGVtuAYw73vS6L4l577Dg3OBxo56j5qD+9gfGp&#10;eT+Xp6N132GQff0i57IXY26up8cHUImm9C/+cz/bPH+xXC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jjI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lrQcUA&#10;AADeAAAADwAAAGRycy9kb3ducmV2LnhtbERP22oCMRB9L/QfwhR8q1mtuLI1ivUCIpWi1ffpZtzd&#10;Npksm1TXv2+Egm9zONcZT1trxJkaXzlW0OsmIIhzpysuFBw+V88jED4gazSOScGVPEwnjw9jzLS7&#10;8I7O+1CIGMI+QwVlCHUmpc9Lsui7riaO3Mk1FkOETSF1g5cYbo3sJ8lQWqw4NpRY07yk/Gf/axWs&#10;Phbmu7/dzY4yzJfplxlt3hbvSnWe2tkriEBtuIv/3Wsd57+k6QBu78Qb5O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iWt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TTsQA&#10;AADeAAAADwAAAGRycy9kb3ducmV2LnhtbERPTYvCMBC9C/6HMIKXRVMVV+kaRQRRwYVdFbyOzWxb&#10;bCalibX+eyMseJvH+5zZojGFqKlyuWUFg34EgjixOudUwem47k1BOI+ssbBMCh7kYDFvt2YYa3vn&#10;X6oPPhUhhF2MCjLvy1hKl2Rk0PVtSRy4P1sZ9AFWqdQV3kO4KeQwij6lwZxDQ4YlrTJKroebUVD/&#10;7C/ptnbl7jr9cOPRZbP51melup1m+QXCU+Pf4n/3Vof5o8lkDK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zE0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763F" w:rsidRDefault="0049763F" w:rsidP="0049763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3zJMYA&#10;AADeAAAADwAAAGRycy9kb3ducmV2LnhtbERPS2sCMRC+C/6HMEJvmq1tfaxGqUKhl4Kvg97GzXR3&#10;cTPZJlG3/fWNIHibj+8503ljKnEh50vLCp57CQjizOqScwW77Ud3BMIHZI2VZVLwSx7ms3Zriqm2&#10;V17TZRNyEUPYp6igCKFOpfRZQQZ9z9bEkfu2zmCI0OVSO7zGcFPJfpIMpMGSY0OBNS0Lyk6bs1Gw&#10;GI8WP6tX/vpbHw902B9Pb32XKPXUad4nIAI14SG+uz91nP8yHA7g9k68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3zJMYAAADeAAAADwAAAAAAAAAAAAAAAACYAgAAZHJz&#10;L2Rvd25yZXYueG1sUEsFBgAAAAAEAAQA9QAAAIsDAAAAAA==&#10;" fillcolor="black" stroked="f">
                  <v:textbox>
                    <w:txbxContent>
                      <w:p w:rsidR="0049763F" w:rsidRDefault="0049763F" w:rsidP="0049763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Yv8YA&#10;AADeAAAADwAAAGRycy9kb3ducmV2LnhtbERPS2vCQBC+F/wPywi91U0tGkldRW0LherBx8HjNDtN&#10;lmRnQ3arsb++Kwje5uN7znTe2VqcqPXGsYLnQQKCOHfacKHgsP94moDwAVlj7ZgUXMjDfNZ7mGKm&#10;3Zm3dNqFQsQQ9hkqKENoMil9XpJFP3ANceR+XGsxRNgWUrd4juG2lsMkGUuLhmNDiQ2tSsqr3a9V&#10;cPwam8nW0PB7/bd81+tRtdy8VUo99rvFK4hAXbiLb+5PHee/pGkK13fiDX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JYv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+h/8cA&#10;AADeAAAADwAAAGRycy9kb3ducmV2LnhtbESPT0/DMAzF70j7DpGRuLEUkNhUlk3TEIILB/ZHXK3G&#10;a7o2Tkmyrdunxwckbrbe83s/zxaD79SJYmoCG3gYF6CIq2Abrg1sN2/3U1ApI1vsApOBCyVYzEc3&#10;MyxtOPMXnda5VhLCqUQDLue+1DpVjjymceiJRduH6DHLGmttI54l3Hf6sSietceGpcFhTytHVbs+&#10;egNx+f3aXvm4a4vr5yW9H4afKTpj7m6H5QuoTEP+N/9df1jBf5pMhFfekRn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Pof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KyL8QA&#10;AADeAAAADwAAAGRycy9kb3ducmV2LnhtbERP22rCQBB9L/QflhF8KXWjQlNTVymCIFQKWj9gmp0m&#10;wd3ZkB019uvdQsG3OZzrzJe9d+pMXWwCGxiPMlDEZbANVwYOX+vnV1BRkC26wGTgShGWi8eHORY2&#10;XHhH571UKoVwLNBALdIWWseyJo9xFFrixP2EzqMk2FXadnhJ4d7pSZa9aI8Np4YaW1rVVB73J2/A&#10;Tb7d7COPW7ke9Db79bJ7+rTGDAf9+xsooV7u4n/3xqb50zyfwd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ysi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0qz8cA&#10;AADeAAAADwAAAGRycy9kb3ducmV2LnhtbESPQU/DMAyF70j7D5EncWMpQ4KpLJvYpkm9cKAb2tVr&#10;TFOROFUTtsKvxwckbrb8/N77lusxeHWhIXWRDdzPClDETbQdtwaOh/3dAlTKyBZ9ZDLwTQnWq8nN&#10;Eksbr/xGlzq3Skw4lWjA5dyXWqfGUcA0iz2x3D7iEDDLOrTaDngV8+D1vCgedcCOJcFhT1tHzWf9&#10;FQzs6t7Pj5XbpNP76/nsq589nXbG3E7Hl2dQmcb8L/77rqzUf3haCIDg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NKs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Q9YsIA&#10;AADeAAAADwAAAGRycy9kb3ducmV2LnhtbERPS4vCMBC+C/sfwizsTRNdUKlGkWUFYU++Dt6GZGyr&#10;zaQ00Xb/vREEb/PxPWe+7Fwl7tSE0rOG4UCBIDbelpxrOOzX/SmIEJEtVp5Jwz8FWC4+enPMrG95&#10;S/ddzEUK4ZChhiLGOpMymIIchoGviRN39o3DmGCTS9tgm8JdJUdKjaXDklNDgTX9FGSuu5vTcFnL&#10;P28UmuPh2G7s5PQ7pkpp/fXZrWYgInXxLX65NzbN/55Mh/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hD1i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5QcsQA&#10;AADeAAAADwAAAGRycy9kb3ducmV2LnhtbERPTWvCQBC9C/6HZQq96aYRbIiuooVCqfRQFfE4Zsck&#10;JDsbdldN/31XELzN433OfNmbVlzJ+dqygrdxAoK4sLrmUsF+9znKQPiArLG1TAr+yMNyMRzMMdf2&#10;xr903YZSxBD2OSqoQuhyKX1RkUE/th1x5M7WGQwRulJqh7cYblqZJslUGqw5NlTY0UdFRbO9GAXH&#10;y4bPP5PvlVuHg+13vklPWaPU60u/moEI1Ien+OH+0nH+5D1L4f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+UH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763F" w:rsidRDefault="0049763F" w:rsidP="0049763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gm8YA&#10;AADeAAAADwAAAGRycy9kb3ducmV2LnhtbERPS2sCMRC+F/wPYQRvNVttdV2NUgWhl0J9HPQ2bqa7&#10;i5vJNom67a9vCgVv8/E9Z7ZoTS2u5HxlWcFTPwFBnFtdcaFgv1s/piB8QNZYWyYF3+RhMe88zDDT&#10;9sYbum5DIWII+wwVlCE0mZQ+L8mg79uGOHKf1hkMEbpCaoe3GG5qOUiSkTRYcWwosaFVSfl5ezEK&#10;lpN0+fXxzO8/m9ORjofT+WXgEqV63fZ1CiJQG+7if/ebjvOH43QIf+/EG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8gm8YAAADeAAAADwAAAAAAAAAAAAAAAACYAgAAZHJz&#10;L2Rvd25yZXYueG1sUEsFBgAAAAAEAAQA9QAAAIsDAAAAAA==&#10;" fillcolor="black" stroked="f">
                  <v:textbox>
                    <w:txbxContent>
                      <w:p w:rsidR="0049763F" w:rsidRDefault="0049763F" w:rsidP="0049763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CzRcQA&#10;AADeAAAADwAAAGRycy9kb3ducmV2LnhtbERPTUsDMRC9C/0PYQrebLataNk2LUtBFE/bqvQ63Yyb&#10;xc1kSWK6/nsjCL3N433OZjfaXiTyoXOsYD4rQBA3TnfcKnh/e7pbgQgRWWPvmBT8UIDddnKzwVK7&#10;Cx8oHWMrcgiHEhWYGIdSytAYshhmbiDO3KfzFmOGvpXa4yWH214uiuJBWuw4NxgcaG+o+Tp+WwXp&#10;vK+rZTolc3j1Vetd/fxxrpW6nY7VGkSkMV7F/+4XnecvH1f3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ws0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S18YA&#10;AADeAAAADwAAAGRycy9kb3ducmV2LnhtbERPTWvCQBC9C/0PyxR6042Wapq6ikhb1IttKtjjkJ1m&#10;Q7OzIbuNsb++WxC8zeN9znzZ21p01PrKsYLxKAFBXDhdcang8PEyTEH4gKyxdkwKzuRhubgZzDHT&#10;7sTv1OWhFDGEfYYKTAhNJqUvDFn0I9cQR+7LtRZDhG0pdYunGG5rOUmSqbRYcWww2NDaUPGd/1gF&#10;frx+Pu7s72P3+Wp4n2/N9K00St3d9qsnEIH6cBVf3Bsd59/P0gf4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BS1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763F" w:rsidRDefault="0049763F" w:rsidP="0049763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9763F" w:rsidRPr="003C3FA9" w:rsidRDefault="0049763F" w:rsidP="0049763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52707C" wp14:editId="45B1FE1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786" name="Группа 13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78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3F" w:rsidRDefault="0049763F" w:rsidP="0049763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78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AXLMicXHgAAHhZBAAOAAAAAAAAAAAAAAAAAC4CAABkcnMvZTJvRG9j&#10;LnhtbFBLAQItABQABgAIAAAAIQDfzpAw4gAAAA0BAAAPAAAAAAAAAAAAAAAAALZ6AABkcnMvZG93&#10;bnJldi54bWxQSwUGAAAAAAQABADzAAAAxX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NHTsIA&#10;AADeAAAADwAAAGRycy9kb3ducmV2LnhtbERPS4vCMBC+C/sfwgjeNNXCtnRNRRZ38SCIr/vQTB9s&#10;MylN1PrvN4LgbT6+5yxXg2nFjXrXWFYwn0UgiAurG64UnE8/0xSE88gaW8uk4EEOVvnHaImZtnc+&#10;0O3oKxFC2GWooPa+y6R0RU0G3cx2xIErbW/QB9hXUvd4D+GmlYso+pQGGw4NNXb0XVPxd7waBTb+&#10;3e4u1eIQbzjxvN6n5WXYKTUZD+svEJ4G/xa/3Fsd5sdJmsDznXCDz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40dO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hn8kA&#10;AADeAAAADwAAAGRycy9kb3ducmV2LnhtbESPQUsDMRCF74X+hzCCl2KzKrR1bVqksGo9CK2C12Ez&#10;btZuJksS27W/3jkI3mZ4b977ZrkefKeOFFMb2MD1tABFXAfbcmPg/a26WoBKGdliF5gM/FCC9Wo8&#10;WmJpw4l3dNznRkkIpxINuJz7UutUO/KYpqEnFu0zRI9Z1thoG/Ek4b7TN0Ux0x5blgaHPW0c1Yf9&#10;tzfwVb26j838/Bgndzs6T6qXp247M+byYni4B5VpyP/mv+tnK/i384Xwyjs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Lhhn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dgBcYA&#10;AADeAAAADwAAAGRycy9kb3ducmV2LnhtbESP0WrCQBBF3wv+wzKCL6VuNNDa6CoippS8iNoPGLJj&#10;NpidDdk1Sf++Wyj0bYZ75547m91oG9FT52vHChbzBARx6XTNlYKva/6yAuEDssbGMSn4Jg+77eRp&#10;g5l2A5+pv4RKxBD2GSowIbSZlL40ZNHPXUsctZvrLIa4dpXUHQ4x3DZymSSv0mLNkWCwpYOh8n55&#10;2Ag5pXgqbsM1/xhxwGNh+Hl/Vmo2HfdrEIHG8G/+u/7UsX76tnqH33fiDH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dgB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BKf8cA&#10;AADeAAAADwAAAGRycy9kb3ducmV2LnhtbESPQUsDQQyF74L/YYjgzc5atdW10yJVQQQPVkG8hZ10&#10;d3EnM8zE7vrvzUHwlpCX99632kxhMAfKpY/s4HxWgSFuou+5dfD+9nh2DaYIsschMjn4oQKb9fHR&#10;CmsfR36lw05aoyZcanTQiaTa2tJ0FLDMYiLW2z7mgKJrbq3POKp5GOy8qhY2YM+a0GGibUfN1+47&#10;OHgZH9LzcnG1T5/5cm7LvZePrTh3ejLd3YIRmuRf/Pf95LX+xfJGARRHZ7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ASn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j63scA&#10;AADeAAAADwAAAGRycy9kb3ducmV2LnhtbESPwWrDMBBE74H+g9hCL6GRU0PaOJFNKE0ovpgk/YDF&#10;2lim1spYauz+fRUo5LbLzM6b3RaT7cSVBt86VrBcJCCIa6dbbhR8nffPbyB8QNbYOSYFv+ShyB9m&#10;W8y0G/lI11NoRAxhn6ECE0KfSelrQxb9wvXEUbu4wWKI69BIPeAYw20nX5JkJS22HAkGe3o3VH+f&#10;fmyEVClW5WU87w8TjvhRGp7vjko9PU67DYhAU7ib/68/dayfvq6X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I+t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5xk8UA&#10;AADeAAAADwAAAGRycy9kb3ducmV2LnhtbERPTUsDMRC9C/0PYQRvNuuqra5Ni1QFKXiwCqW3YTPd&#10;XbqZhGTsrv/eCIK3ebzPWaxG16sTxdR5NnA1LUAR19523Bj4/Hi5vAOVBNli75kMfFOC1XJytsDK&#10;+oHf6bSVRuUQThUaaEVCpXWqW3KYpj4QZ+7go0PJMDbaRhxyuOt1WRQz7bDj3NBioHVL9XH75Qy8&#10;Dc9hM5/dHsI+3pQ6PVnZrcWYi/Px8QGU0Cj/4j/3q83zr+f3J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nG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J4cUA&#10;AADeAAAADwAAAGRycy9kb3ducmV2LnhtbERP32vCMBB+H+x/CDfYy5jpVnSzM8oUgsIGMjfw9WjO&#10;tqy5lCTa+t8bYbC3+/h+3mwx2FacyIfGsYKnUQaCuHSm4UrBz7d+fAURIrLB1jEpOFOAxfz2ZoaF&#10;cT1/0WkXK5FCOBSooI6xK6QMZU0Ww8h1xIk7OG8xJugraTz2Kdy28jnLJtJiw6mhxo5WNZW/u6NV&#10;sNz2Ve4fyuXgPg7r/Vhroz+1Uvd3w/sbiEhD/Bf/uTcmzc9fpjlc30k3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8n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4basMA&#10;AADeAAAADwAAAGRycy9kb3ducmV2LnhtbERP3WrCMBS+F/YO4Qx2p6l/m+uMIo7CEG/W7QEOzVlT&#10;bU5KEmv39stA8O58fL9nvR1sK3ryoXGsYDrJQBBXTjdcK/j+KsYrECEia2wdk4JfCrDdPIzWmGt3&#10;5U/qy1iLFMIhRwUmxi6XMlSGLIaJ64gT9+O8xZigr6X2eE3htpWzLHuWFhtODQY72huqzuXFKigO&#10;s2N/vmhfuN2wsLQ0p9W7Uerpcdi9gYg0xLv45v7Qaf785XUB/++kG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4ba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0DsUA&#10;AADeAAAADwAAAGRycy9kb3ducmV2LnhtbERP32vCMBB+F/wfwgl7kZlOcZvVKDoIDhyMucFej+Zs&#10;y5pLSTLb/fdmIPh2H9/PW21624gz+VA7VvAwyUAQF87UXCr4+tT3zyBCRDbYOCYFfxRgsx4OVpgb&#10;1/EHnY+xFCmEQ44KqhjbXMpQVGQxTFxLnLiT8xZjgr6UxmOXwm0jp1n2KC3WnBoqbOmlouLn+GsV&#10;7N67cubHxa53h9P+e6610W9aqbtRv12CiNTHm/jqfjVp/uxpMYf/d9IN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8vQ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ghsMA&#10;AADeAAAADwAAAGRycy9kb3ducmV2LnhtbERPzWoCMRC+C75DmEJvmq1Va7dGEctCES9qH2DYTDdb&#10;N5Mliev27U1B8DYf3+8s171tREc+1I4VvIwzEMSl0zVXCr5PxWgBIkRkjY1jUvBHAdar4WCJuXZX&#10;PlB3jJVIIRxyVGBibHMpQ2nIYhi7ljhxP85bjAn6SmqP1xRuGznJsrm0WHNqMNjS1lB5Pl6sgmI3&#10;2Xfni/aF2/RTSzPzu/g0Sj0/9ZsPEJH6+BDf3V86zX99e5/D/zvpB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Agh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Ib9cIA&#10;AADeAAAADwAAAGRycy9kb3ducmV2LnhtbERPS27CMBDdV+IO1iCxKw5N+QVMVFWiKksCBxjZQxIR&#10;j0PsknB7XKlSd/P0vrPNB9uIO3W+dqxgNk1AEGtnai4VnE/71xUIH5ANNo5JwYM85LvRyxYz43o+&#10;0r0IpYgh7DNUUIXQZlJ6XZFFP3UtceQurrMYIuxKaTrsY7ht5FuSLKTFmmNDhS19VqSvxY9V8P7o&#10;v27F/JrsjaXZIW0PHPRcqcl4+NiACDSEf/Gf+9vE+elyvYTfd+IN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hv1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+ZKMUA&#10;AADeAAAADwAAAGRycy9kb3ducmV2LnhtbESPQWvCQBCF7wX/wzKF3uqmFrRGVxHFUjxpqp6H7JgE&#10;s7Mhu2r8985B8DbDe/PeN9N552p1pTZUng189RNQxLm3FRcG9v/rzx9QISJbrD2TgTsFmM96b1NM&#10;rb/xjq5ZLJSEcEjRQBljk2od8pIchr5viEU7+dZhlLUttG3xJuGu1oMkGWqHFUtDiQ0tS8rP2cUZ&#10;uAyPgz2fNnabre6/49V6EfShMObjvVtMQEXq4sv8vP6zgv89GguvvCMz6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5ko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yMrsYA&#10;AADeAAAADwAAAGRycy9kb3ducmV2LnhtbERPTWvCQBC9C/6HZYTedNNaoomu0hYE9aBU7aG3MTtN&#10;0mZnY3ar6b93BaG3ebzPmc5bU4kzNa60rOBxEIEgzqwuOVdw2C/6YxDOI2usLJOCP3Iwn3U7U0y1&#10;vfA7nXc+FyGEXYoKCu/rVEqXFWTQDWxNHLgv2xj0ATa51A1eQrip5FMUxdJgyaGhwJreCsp+dr9G&#10;wcd2HCfb19Xz93pzxKHRp09dxko99NqXCQhPrf8X391LHeYPR0kCt3fCD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yMr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zdscA&#10;AADeAAAADwAAAGRycy9kb3ducmV2LnhtbESPT2vCQBDF74V+h2WE3upGLRKia2iV2uLJP4Veh+yY&#10;hGZnQ3ZrYj995yB4m2HevPd+y3xwjbpQF2rPBibjBBRx4W3NpYGv0/tzCipEZIuNZzJwpQD56vFh&#10;iZn1PR/ocoylEhMOGRqoYmwzrUNRkcMw9i2x3M6+cxhl7UptO+zF3DV6miRz7bBmSaiwpXVFxc/x&#10;1xn4m3/jPnxM3zYzG+n6km79br815mk0vC5ARRriXXz7/rRSf5YmAiA4MoN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Rs3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R/Q8QA&#10;AADeAAAADwAAAGRycy9kb3ducmV2LnhtbERPzWrCQBC+F3yHZYTe6kZri0bXIMVCb9boAwzZcRPM&#10;zibZbZL26d1Cobf5+H5nm422Fj11vnKsYD5LQBAXTldsFFzO708rED4ga6wdk4Jv8pDtJg9bTLUb&#10;+ER9HoyIIexTVFCG0KRS+qIki37mGuLIXV1nMUTYGak7HGK4reUiSV6lxYpjQ4kNvZVU3PIvq6B1&#10;ixc95gc83g7rz8qYZftzWir1OB33GxCBxvAv/nN/6Dj/eZXM4f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kf0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qH38MA&#10;AADeAAAADwAAAGRycy9kb3ducmV2LnhtbERPPW/CMBDdkfofrKvUDZyCgBAwCCpVYoV2YDzsIwmN&#10;zyE2kPLrMRIS2z29z5stWluJCzW+dKzgs5eAINbOlJwr+P357qYgfEA2WDkmBf/kYTF/68wwM+7K&#10;G7psQy5iCPsMFRQh1JmUXhdk0fdcTRy5g2sshgibXJoGrzHcVrKfJCNpseTYUGBNXwXpv+3ZKliX&#10;exqO9GFi05Xe7G6nMBgfjVIf7+1yCiJQG17ip3tt4vxBmvTh8U6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qH3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fbk8UA&#10;AADeAAAADwAAAGRycy9kb3ducmV2LnhtbERP0WoCMRB8F/oPYYW+aaJCsadRtFBoqRWqoq/LZb0c&#10;XjbHJT3Pv2+Egm+zOzszO/Nl5yrRUhNKzxpGQwWCOPem5ELDYf8+mIIIEdlg5Zk03CjAcvHUm2Nm&#10;/JV/qN3FQiQTDhlqsDHWmZQht+QwDH1NnLizbxzGNDaFNA1ek7mr5FipF+mw5JRgsaY3S/ll9+s0&#10;tLi9qZNdf79+lpt8vF0fv0za6+d+t5qBiNTFx/G/+sOk9ydTNY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J9u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cfcMA&#10;AADeAAAADwAAAGRycy9kb3ducmV2LnhtbERPTUvDQBC9C/6HZQre7KapSIndliJUetToweOYnWbT&#10;ZmfC7tpEf70rCN7m8T5nvZ18ry4UYidsYDEvQBE3YjtuDby97m9XoGJCttgLk4EvirDdXF+tsbIy&#10;8gtd6tSqHMKxQgMupaHSOjaOPMa5DMSZO0rwmDIMrbYBxxzue10Wxb322HFucDjQo6PmXH96A+NT&#10;83Eqj+/WfYdB9vWznMpejLmZTbsHUImm9C/+cx9snr9cFX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Oc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cp8cUA&#10;AADeAAAADwAAAGRycy9kb3ducmV2LnhtbERP22oCMRB9L/gPYQTfalalumyNYr1AKUrx0vfpZrq7&#10;Npksm6jbv28KQt/mcK4znbfWiCs1vnKsYNBPQBDnTldcKDgdN48pCB+QNRrHpOCHPMxnnYcpZtrd&#10;eE/XQyhEDGGfoYIyhDqT0uclWfR9VxNH7ss1FkOETSF1g7cYbo0cJslYWqw4NpRY07Kk/PtwsQo2&#10;7ytzHu72iw8ZluvJp0nfXlZbpXrddvEMIlAb/sV396uO80dp8gR/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dyn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NqEsQA&#10;AADeAAAADwAAAGRycy9kb3ducmV2LnhtbERPTYvCMBC9C/6HMIKXRVMVpVSjiCC6oLCrgtexGdti&#10;MylNtnb//UZY8DaP9zmLVWtK0VDtCssKRsMIBHFqdcGZgst5O4hBOI+ssbRMCn7JwWrZ7Sww0fbJ&#10;39ScfCZCCLsEFeTeV4mULs3JoBvaijhwd1sb9AHWmdQ1PkO4KeU4imbSYMGhIceKNjmlj9OPUdB8&#10;HW7ZvnHV5yP+cNPJbbc76qtS/V67noPw1Pq3+N+912H+JI5m8Hon3C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Tah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763F" w:rsidRDefault="0049763F" w:rsidP="0049763F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OxlMYA&#10;AADeAAAADwAAAGRycy9kb3ducmV2LnhtbERPS2sCMRC+C/0PYYTeNNE+XLdGqYVCLwVfB72Nm+nu&#10;4mayTVLd9tc3hYK3+fieM1t0thFn8qF2rGE0VCCIC2dqLjXstq+DDESIyAYbx6ThmwIs5je9GebG&#10;XXhN500sRQrhkKOGKsY2lzIUFVkMQ9cSJ+7DeYsxQV9K4/GSwm0jx0o9Sos1p4YKW3qpqDhtvqyG&#10;5TRbfq7u+f1nfTzQYX88PYy90vq23z0/gYjUxav43/1m0vy7TE3g7510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OxlMYAAADeAAAADwAAAAAAAAAAAAAAAACYAgAAZHJz&#10;L2Rvd25yZXYueG1sUEsFBgAAAAAEAAQA9QAAAIsDAAAAAA==&#10;" fillcolor="black" stroked="f">
                  <v:textbox>
                    <w:txbxContent>
                      <w:p w:rsidR="0049763F" w:rsidRDefault="0049763F" w:rsidP="0049763F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8r5skA&#10;AADeAAAADwAAAGRycy9kb3ducmV2LnhtbESPT2/CMAzF70j7DpEn7QYpTKCqEBDsjzRp7ADbgaPX&#10;eG3UxqmaDMo+/XyYtJut9/zez6vN4Ft1pj66wAamkwwUcRms48rAx/vzOAcVE7LFNjAZuFKEzfpm&#10;tMLChgsf6HxMlZIQjgUaqFPqCq1jWZPHOAkdsWhfofeYZO0rbXu8SLhv9SzLFtqjY2mosaOHmsrm&#10;+O0NnF4XLj84mn3uf3ZPdj9vdm+PjTF3t8N2CSrRkP7Nf9cvVvDv80x45R2ZQa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y8r5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HjT8QA&#10;AADeAAAADwAAAGRycy9kb3ducmV2LnhtbERPTU8CMRC9m/gfmjHhJq2QkHWlECIhePEgaLxOtuN2&#10;3e10bQss/HpqYuJtXt7nzJeD68SRQmw8a3gYKxDElTcN1xre95v7AkRMyAY7z6ThTBGWi9ubOZbG&#10;n/iNjrtUixzCsUQNNqW+lDJWlhzGse+JM/flg8OUYailCXjK4a6TE6Vm0mHDucFiT8+WqnZ3cBrC&#10;6nPdXvjw0arL6zluv4efAq3Wo7th9QQi0ZD+xX/uF5PnTwv1CL/v5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x40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NqRMcA&#10;AADeAAAADwAAAGRycy9kb3ducmV2LnhtbESP0UoDQQxF34X+w5CCL2JnW0HbtdMigiC0CK39gLiT&#10;7i7OZJad2G779eZB8C0hN/fes1wPMZgT9blN7GA6KcAQV8m3XDs4fL7dz8FkQfYYEpODC2VYr0Y3&#10;Syx9OvOOTnupjZpwLtFBI9KV1uaqoYh5kjpivR1TH1F07WvrezyreQx2VhSPNmLLmtBgR68NVd/7&#10;n+ggzL7CYvOUt3I52G1xjbK7+/DO3Y6Hl2cwQoP8i/++373Wf5hPFUBx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jakT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+OhcQA&#10;AADeAAAADwAAAGRycy9kb3ducmV2LnhtbERPTWsCMRC9F/ofwhR6q9m1ILI1ilaEvXhwa/E6bsbN&#10;YjJZNqmu/fWNIPQ2j/c5s8XgrLhQH1rPCvJRBoK49rrlRsH+a/M2BREiskbrmRTcKMBi/vw0w0L7&#10;K+/oUsVGpBAOBSowMXaFlKE25DCMfEecuJPvHcYE+0bqHq8p3Fk5zrKJdNhyajDY0aeh+lz9OAXr&#10;qrPjfWlW4fC9PR5t+buhw1qp15dh+QEi0hD/xQ93qdP892mew/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/joX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iixMIA&#10;AADeAAAADwAAAGRycy9kb3ducmV2LnhtbERPS4vCMBC+C/sfwizsTRMVVKpRZFlB2JOvg7chGdtq&#10;MylNtN1/vxEEb/PxPWex6lwlHtSE0rOG4UCBIDbelpxrOB42/RmIEJEtVp5Jwx8FWC0/egvMrG95&#10;R499zEUK4ZChhiLGOpMymIIchoGviRN38Y3DmGCTS9tgm8JdJUdKTaTDklNDgTV9F2Ru+7vTcN3I&#10;X28UmtPx1G7t9PwzoUpp/fXZrecgInXxLX65tzbNH8+GI3i+k2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6KLE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0OMMA&#10;AADeAAAADwAAAGRycy9kb3ducmV2LnhtbERPTYvCMBC9L/gfwgje1lQLUqpRVBCWFQ/qsngcm7Et&#10;bSYlidr99xthYW/zeJ+zWPWmFQ9yvrasYDJOQBAXVtdcKvg6794zED4ga2wtk4If8rBaDt4WmGv7&#10;5CM9TqEUMYR9jgqqELpcSl9UZNCPbUccuZt1BkOErpTa4TOGm1ZOk2QmDdYcGyrsaFtR0ZzuRsHl&#10;vufbIf1cu034tv3ZN9Nr1ig1GvbrOYhAffgX/7k/dJyfZpMUXu/E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z0O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763F" w:rsidRDefault="0049763F" w:rsidP="0049763F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5PsYA&#10;AADeAAAADwAAAGRycy9kb3ducmV2LnhtbERPTWsCMRC9C/6HMEJvmtXasq5G0YLQi1BtD/U2bsbd&#10;xc1km0Td+usboeBtHu9zZovW1OJCzleWFQwHCQji3OqKCwVfn+t+CsIHZI21ZVLwSx4W825nhpm2&#10;V97SZRcKEUPYZ6igDKHJpPR5SQb9wDbEkTtaZzBE6AqpHV5juKnlKElepcGKY0OJDb2VlJ92Z6Ng&#10;NUlXPx9j3ty2hz3tvw+nl5FLlHrqtcspiEBteIj/3e86zn9Oh2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i5PsYAAADeAAAADwAAAAAAAAAAAAAAAACYAgAAZHJz&#10;L2Rvd25yZXYueG1sUEsFBgAAAAAEAAQA9QAAAIsDAAAAAA==&#10;" fillcolor="black" stroked="f">
                  <v:textbox>
                    <w:txbxContent>
                      <w:p w:rsidR="0049763F" w:rsidRDefault="0049763F" w:rsidP="0049763F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XD8MA&#10;AADeAAAADwAAAGRycy9kb3ducmV2LnhtbERPS0sDMRC+C/0PYQrebLYWpaxNy1IQxdP2hdfpZrpZ&#10;upksSUzXf28Ewdt8fM9ZbUbbi0Q+dI4VzGcFCOLG6Y5bBcfD68MSRIjIGnvHpOCbAmzWk7sVltrd&#10;eEdpH1uRQziUqMDEOJRShsaQxTBzA3HmLs5bjBn6VmqPtxxue/lYFM/SYse5weBAW0PNdf9lFaTz&#10;tq4W6TOZ3YevWu/qt9O5Vup+OlYvICKN8V/8537Xef5iOX+C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IXD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763F" w:rsidRDefault="0049763F" w:rsidP="0049763F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zNccUA&#10;AADeAAAADwAAAGRycy9kb3ducmV2LnhtbERPTWvCQBC9F/wPyxS81U0sBI2uUkRL66VtLNTjkJ1m&#10;Q7OzIbvG6K93C4Xe5vE+Z7kebCN66nztWEE6SUAQl07XXCn4POweZiB8QNbYOCYFF/KwXo3ulphr&#10;d+YP6otQiRjCPkcFJoQ2l9KXhiz6iWuJI/ftOoshwq6SusNzDLeNnCZJJi3WHBsMtrQxVP4UJ6vA&#10;p5vt195e5/3x2fBb8Wqy98ooNb4fnhYgAg3hX/znftFx/uMszeD3nXi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/M1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763F" w:rsidRDefault="0049763F" w:rsidP="0049763F"/>
                    </w:txbxContent>
                  </v:textbox>
                </v:shape>
              </v:group>
            </w:pict>
          </mc:Fallback>
        </mc:AlternateContent>
      </w:r>
    </w:p>
    <w:p w:rsidR="0049763F" w:rsidRPr="003C3FA9" w:rsidRDefault="0049763F" w:rsidP="00497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3C3FA9">
        <w:rPr>
          <w:rFonts w:ascii="Times New Roman" w:eastAsia="Times New Roman" w:hAnsi="Times New Roman" w:cs="Times New Roman"/>
          <w:b/>
          <w:lang w:eastAsia="en-US"/>
        </w:rPr>
        <w:t>РІШЕННЯ</w:t>
      </w:r>
    </w:p>
    <w:p w:rsidR="0049763F" w:rsidRPr="003C3FA9" w:rsidRDefault="0049763F" w:rsidP="00497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49763F" w:rsidRPr="003C3FA9" w:rsidRDefault="0049763F" w:rsidP="0049763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9763F" w:rsidRPr="003C3FA9" w:rsidRDefault="0049763F" w:rsidP="0049763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49763F" w:rsidRPr="003C3FA9" w:rsidRDefault="0049763F" w:rsidP="0049763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49763F" w:rsidRPr="003C3FA9" w:rsidRDefault="0049763F" w:rsidP="0049763F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____.06</w:t>
      </w:r>
      <w:r w:rsidRPr="003C3FA9">
        <w:rPr>
          <w:rFonts w:ascii="Times New Roman" w:eastAsia="Times New Roman" w:hAnsi="Times New Roman" w:cs="Times New Roman"/>
          <w:sz w:val="24"/>
          <w:lang w:eastAsia="en-US"/>
        </w:rPr>
        <w:t>.2021р.                                                      Крупець                                        №_____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Вознюка М.М.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116,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Вознюка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Вознюку Миколі Михайловичу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: </w:t>
      </w:r>
      <w:r w:rsidR="00C53BAF">
        <w:rPr>
          <w:rFonts w:ascii="Times New Roman" w:eastAsia="Times New Roman" w:hAnsi="Times New Roman" w:cs="Times New Roman"/>
          <w:sz w:val="24"/>
          <w:lang w:eastAsia="en-US"/>
        </w:rPr>
        <w:t>__________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3C3FA9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ентифікаційний номер  </w:t>
      </w:r>
      <w:r w:rsidR="00C53BA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6823982100:01:012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024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і споруд (присадибна ділянка)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вулиця Шкільна, 2а.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2. Вознюку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3C3FA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49763F" w:rsidRPr="0049763F" w:rsidRDefault="0049763F" w:rsidP="0049763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763F" w:rsidRPr="003C3FA9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642C7" w:rsidRPr="0049763F" w:rsidRDefault="0049763F" w:rsidP="0049763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642C7" w:rsidRPr="0049763F" w:rsidSect="0049763F">
      <w:pgSz w:w="12240" w:h="15840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3F"/>
    <w:rsid w:val="0049763F"/>
    <w:rsid w:val="00C53BAF"/>
    <w:rsid w:val="00C6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3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3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15</TotalTime>
  <Pages>1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2021-06-22T10:23:00Z</dcterms:created>
  <dcterms:modified xsi:type="dcterms:W3CDTF">2021-06-22T13:16:00Z</dcterms:modified>
</cp:coreProperties>
</file>