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9F0" w:rsidRPr="00822353" w:rsidRDefault="00A819F0" w:rsidP="00A819F0">
      <w:pPr>
        <w:pStyle w:val="HTML0"/>
        <w:spacing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           </w:t>
      </w:r>
      <w:r>
        <w:rPr>
          <w:rFonts w:asciiTheme="minorHAnsi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819F0" w:rsidRDefault="00A819F0" w:rsidP="00A819F0"/>
    <w:p w:rsidR="00A819F0" w:rsidRDefault="00A819F0" w:rsidP="00A819F0"/>
    <w:p w:rsidR="00A819F0" w:rsidRDefault="00A819F0" w:rsidP="00A819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819F0" w:rsidRDefault="00A819F0" w:rsidP="00A819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819F0" w:rsidRDefault="00A819F0" w:rsidP="00A819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819F0" w:rsidRDefault="00A819F0" w:rsidP="00A819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819F0" w:rsidRDefault="00A819F0" w:rsidP="00A819F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19F0" w:rsidRDefault="00A819F0" w:rsidP="00A819F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819F0" w:rsidRDefault="00A819F0" w:rsidP="00A819F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19F0" w:rsidRDefault="00A819F0" w:rsidP="00A819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819F0" w:rsidRPr="00685040" w:rsidRDefault="00A819F0" w:rsidP="00A819F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№38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A819F0" w:rsidRDefault="00A819F0" w:rsidP="00A819F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819F0" w:rsidRPr="002606EF" w:rsidRDefault="00A819F0" w:rsidP="00A819F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819F0" w:rsidRPr="002606EF" w:rsidRDefault="00A819F0" w:rsidP="00A819F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819F0" w:rsidRPr="002606EF" w:rsidRDefault="00A819F0" w:rsidP="00A819F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819F0" w:rsidRPr="002606EF" w:rsidRDefault="00A819F0" w:rsidP="00A819F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Ковбі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О.М.</w:t>
      </w:r>
    </w:p>
    <w:p w:rsidR="00A819F0" w:rsidRPr="002606EF" w:rsidRDefault="00A819F0" w:rsidP="00A819F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9F0" w:rsidRPr="002606EF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Ковби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A819F0" w:rsidRPr="002606EF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819F0" w:rsidRPr="002606EF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Ковбі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66411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0,08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омарівка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Лісова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819F0" w:rsidRPr="002606EF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Ковбі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819F0" w:rsidRPr="002606EF" w:rsidRDefault="00A819F0" w:rsidP="00A819F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819F0" w:rsidRPr="002606EF" w:rsidRDefault="00A819F0" w:rsidP="00A819F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819F0" w:rsidRPr="00A819F0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A819F0" w:rsidRPr="002606EF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9F0" w:rsidRPr="002606EF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819F0" w:rsidRPr="002606EF" w:rsidRDefault="00A819F0" w:rsidP="00A819F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267" w:rsidRPr="00A819F0" w:rsidRDefault="00A819F0" w:rsidP="00A819F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E87267" w:rsidRPr="00A819F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9F0"/>
    <w:rsid w:val="00171A2E"/>
    <w:rsid w:val="00304C90"/>
    <w:rsid w:val="00505B6D"/>
    <w:rsid w:val="006D3977"/>
    <w:rsid w:val="007D6C18"/>
    <w:rsid w:val="00A819F0"/>
    <w:rsid w:val="00C66411"/>
    <w:rsid w:val="00D1641A"/>
    <w:rsid w:val="00E87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819F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81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819F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819F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819F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819F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228</Words>
  <Characters>1303</Characters>
  <Application>Microsoft Office Word</Application>
  <DocSecurity>0</DocSecurity>
  <Lines>10</Lines>
  <Paragraphs>3</Paragraphs>
  <ScaleCrop>false</ScaleCrop>
  <Company>Microsoft</Company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2020-05-27T16:50:00Z</dcterms:created>
  <dcterms:modified xsi:type="dcterms:W3CDTF">2020-05-27T17:26:00Z</dcterms:modified>
</cp:coreProperties>
</file>