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B" w:rsidRDefault="003B3C6B" w:rsidP="003B3C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B" w:rsidRDefault="003B3C6B" w:rsidP="003B3C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3C6B" w:rsidRDefault="003B3C6B" w:rsidP="003B3C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3C6B" w:rsidRDefault="003B3C6B" w:rsidP="003B3C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B3C6B" w:rsidRDefault="003B3C6B" w:rsidP="003B3C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3C6B" w:rsidRDefault="003B3C6B" w:rsidP="003B3C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23</w:t>
      </w:r>
    </w:p>
    <w:p w:rsidR="003B3C6B" w:rsidRDefault="003B3C6B" w:rsidP="003B3C6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О.П</w:t>
      </w:r>
    </w:p>
    <w:p w:rsidR="003B3C6B" w:rsidRDefault="003B3C6B" w:rsidP="003B3C6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12,122 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сільська рада</w:t>
      </w:r>
    </w:p>
    <w:p w:rsid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D36F9" w:rsidRPr="001D36F9">
        <w:rPr>
          <w:rFonts w:ascii="Times New Roman" w:eastAsia="Calibri" w:hAnsi="Times New Roman" w:cs="Times New Roman"/>
          <w:sz w:val="24"/>
          <w:lang w:eastAsia="en-US"/>
        </w:rPr>
        <w:t>_____________,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 земельна ділянка  розташована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B3C6B" w:rsidRDefault="003B3C6B" w:rsidP="003B3C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3C6B" w:rsidRDefault="003B3C6B" w:rsidP="003B3C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B3C6B" w:rsidRPr="003B3C6B" w:rsidRDefault="003B3C6B" w:rsidP="003B3C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734A77" w:rsidRPr="003B3C6B" w:rsidRDefault="003B3C6B" w:rsidP="003B3C6B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734A77" w:rsidRPr="003B3C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6B"/>
    <w:rsid w:val="001D36F9"/>
    <w:rsid w:val="003B3C6B"/>
    <w:rsid w:val="0073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B3C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3C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B3C6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3C6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B3C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B3C6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B3C6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267</Words>
  <Characters>1525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2021-07-26T12:23:00Z</dcterms:created>
  <dcterms:modified xsi:type="dcterms:W3CDTF">2021-07-27T07:20:00Z</dcterms:modified>
</cp:coreProperties>
</file>