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319" w:rsidRPr="00C623C0" w:rsidRDefault="008B0319" w:rsidP="008B0319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8B0319" w:rsidRPr="00C623C0" w:rsidRDefault="008B0319" w:rsidP="008B0319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8B0319" w:rsidRPr="00C623C0" w:rsidRDefault="006F6A80" w:rsidP="008B031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6F6A80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75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9ORMQA&#10;AADbAAAADwAAAGRycy9kb3ducmV2LnhtbESPzWrDMBCE74G8g9hAb4kcB5zgRjYhoaWQU/NTelys&#10;rW1irYykOu7bR4VCj8PMfMNsy9F0YiDnW8sKlosEBHFldcu1gsv5Zb4B4QOyxs4yKfghD2UxnWwx&#10;1/bO7zScQi0ihH2OCpoQ+lxKXzVk0C9sTxy9L+sMhihdLbXDe4SbTqZJkkmDLceFBnvaN1TdTt9G&#10;wXFIs4/P14M5r+p07arV9ZC2nVJPs3H3DCLQGP7Df+03rWCdwe+X+ANk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fTkT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dIuMQA&#10;AADbAAAADwAAAGRycy9kb3ducmV2LnhtbESPQWvCQBSE74L/YXlCL1I36aGR1DVIQGgqCMZCr4/s&#10;axKbfRuy25j+e7cgeBxm5htmk02mEyMNrrWsIF5FIIgrq1uuFXye989rEM4ja+wsk4I/cpBt57MN&#10;ptpe+URj6WsRIOxSVNB436dSuqohg25le+LgfdvBoA9yqKUe8BrgppMvUfQqDbYcFhrsKW+o+il/&#10;jQJ5LgtfJK1Zxh9fxym2l/xQXZR6Wky7NxCeJv8I39vvWkGSwP+X8APk9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XSLj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PjI8MA&#10;AADbAAAADwAAAGRycy9kb3ducmV2LnhtbERPz2vCMBS+D/wfwhN2EU0dbnPVKG6giIfBqrs/m2db&#10;bV66JNPOv94chB0/vt/TeWtqcSbnK8sKhoMEBHFudcWFgt122R+D8AFZY22ZFPyRh/ms8zDFVNsL&#10;f9E5C4WIIexTVFCG0KRS+rwkg35gG+LIHawzGCJ0hdQOLzHc1PIpSV6kwYpjQ4kNfZSUn7Jfo2C5&#10;ptPbd/OzGl3dczE+7j8379ueUo/ddjEBEagN/+K7e60VvMax8Uv8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PjI8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4gOMIA&#10;AADbAAAADwAAAGRycy9kb3ducmV2LnhtbESPQYvCMBSE74L/ITzBm6YK7tZqFFFcFjytil6fzbOt&#10;Ni+libb7783CgsdhZr5h5svWlOJJtSssKxgNIxDEqdUFZwqOh+0gBuE8ssbSMin4JQfLRbczx0Tb&#10;hn/oufeZCBB2CSrIva8SKV2ak0E3tBVx8K62NuiDrDOpa2wC3JRyHEUf0mDBYSHHitY5pff9wyiI&#10;dpPycj1xG583X+n91my5KUZK9XvtagbCU+vf4f/2t1bwOYW/L+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jiA4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CfAsMA&#10;AADbAAAADwAAAGRycy9kb3ducmV2LnhtbERPz2vCMBS+C/sfwhN2kZk63KidUabgkB0Gq3p/Nm9t&#10;tXmpSaZ1f/1yEDx+fL+n88404kzO15YVjIYJCOLC6ppLBdvN6ikF4QOyxsYyKbiSh/nsoTfFTNsL&#10;f9M5D6WIIewzVFCF0GZS+qIig35oW+LI/VhnMEToSqkdXmK4aeRzkrxKgzXHhgpbWlZUHPNfo2C1&#10;puNk154+xn/upUwP+6/PxWag1GO/e38DEagLd/HNvdYK0rg+fok/QM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CfAs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1cGcQA&#10;AADbAAAADwAAAGRycy9kb3ducmV2LnhtbESPzWrDMBCE74G8g9hAb7HsQINxrYTSkFLoKU5prxtr&#10;/ZNYK2Optvv2VaGQ4zAz3zD5fjadGGlwrWUFSRSDIC6tbrlW8HE+rlMQziNr7CyTgh9ysN8tFzlm&#10;2k58orHwtQgQdhkqaLzvMyld2ZBBF9meOHiVHQz6IIda6gGnADed3MTxVhpsOSw02NNLQ+Wt+DYK&#10;4vfH7lJ98px+HV7L23U68tQmSj2s5ucnEJ5mfw//t9+0gjSBvy/hB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tXBn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ILcQA&#10;AADbAAAADwAAAGRycy9kb3ducmV2LnhtbESPzWrDMBCE74G8g9hCbolcB4rrRA7BaaDXJu6ht621&#10;/sHWyliq4/bpq0Ihx2FmvmH2h9n0YqLRtZYVPG4iEMSl1S3XCorreZ2AcB5ZY2+ZFHyTg0O2XOwx&#10;1fbGbzRdfC0ChF2KChrvh1RKVzZk0G3sQBy8yo4GfZBjLfWItwA3vYyj6EkabDksNDhQ3lDZXb6M&#10;gvdT122fOdr+fEx54vLPooirF6VWD/NxB8LT7O/h//arVpDE8Pcl/AC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0SC3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dxIscA&#10;AADbAAAADwAAAGRycy9kb3ducmV2LnhtbESPQWvCQBSE74L/YXlCL2I2tiISXUVKhRbaQ1U03h7Z&#10;ZxLMvo3ZbUz767uFgsdhZr5hFqvOVKKlxpWWFYyjGARxZnXJuYL9bjOagXAeWWNlmRR8k4PVst9b&#10;YKLtjT+p3fpcBAi7BBUU3teJlC4ryKCLbE0cvLNtDPogm1zqBm8Bbir5GMdTabDksFBgTc8FZZft&#10;l1EwoTZdv/+cPg7p9cXb8/D45sZHpR4G3XoOwlPn7+H/9qtWMHuCvy/hB8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2HcSL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F1wsQA&#10;AADbAAAADwAAAGRycy9kb3ducmV2LnhtbESPQWvCQBSE7wX/w/IEb3WjlhKjq0iq0Gs1Hrw9s88k&#10;JPs2ZLcx9td3CwWPw8x8w6y3g2lET52rLCuYTSMQxLnVFRcKstPhNQbhPLLGxjIpeJCD7Wb0ssZE&#10;2zt/UX/0hQgQdgkqKL1vEyldXpJBN7UtcfButjPog+wKqTu8B7hp5DyK3qXBisNCiS2lJeX18dso&#10;OH/U9WLJ0eLn0qexS69ZNr/tlZqMh90KhKfBP8P/7U+tIH6Dvy/h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RdcL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JMzccA&#10;AADbAAAADwAAAGRycy9kb3ducmV2LnhtbESPQWvCQBSE74L/YXlCL2I2lioSXUVKhRbaQ1U03h7Z&#10;ZxLMvo3ZbUz767uFgsdhZr5hFqvOVKKlxpWWFYyjGARxZnXJuYL9bjOagXAeWWNlmRR8k4PVst9b&#10;YKLtjT+p3fpcBAi7BBUU3teJlC4ryKCLbE0cvLNtDPogm1zqBm8Bbir5GMdTabDksFBgTc8FZZft&#10;l1HwRG26fv85fRzS64u35+HxzY2PSj0MuvUchKfO38P/7VetYDaBvy/hB8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iTM3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42McYA&#10;AADbAAAADwAAAGRycy9kb3ducmV2LnhtbESP3WrCQBSE7wu+w3KE3tWNtqhEVxFLf6BQMIreHrLH&#10;bDR7Ns2uJu3TdwsFL4eZ+YaZLztbiSs1vnSsYDhIQBDnTpdcKNhtXx6mIHxA1lg5JgXf5GG56N3N&#10;MdWu5Q1ds1CICGGfogITQp1K6XNDFv3A1cTRO7rGYoiyKaRusI1wW8lRkoylxZLjgsGa1obyc3ax&#10;Cg5Pj5/OvGXu0j6//pw3X5PTfv2h1H2/W81ABOrCLfzfftcKpmP4+xJ/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42Mc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XIS8MA&#10;AADbAAAADwAAAGRycy9kb3ducmV2LnhtbESPT2vCQBTE7wW/w/IEb3VjxRqiq9iiIu2p/rk/ss8k&#10;mH2bZte4fntXKPQ4zMxvmPkymFp01LrKsoLRMAFBnFtdcaHgeNi8piCcR9ZYWyYFd3KwXPRe5php&#10;e+Mf6va+EBHCLkMFpfdNJqXLSzLohrYhjt7ZtgZ9lG0hdYu3CDe1fEuSd2mw4rhQYkOfJeWX/dUo&#10;GH9Nfrf6o1h3dbp137vzJlThpNSgH1YzEJ6C/w//tXdaQTqF55f4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XIS8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od47wA&#10;AADbAAAADwAAAGRycy9kb3ducmV2LnhtbERPuwrCMBTdBf8hXMFNUx18VKOIIgji4GNwvDTXptjc&#10;lCbW+vdmEBwP571ct7YUDdW+cKxgNExAEGdOF5wruF33gxkIH5A1lo5JwYc8rFfdzhJT7d58puYS&#10;chFD2KeowIRQpVL6zJBFP3QVceQerrYYIqxzqWt8x3BbynGSTKTFgmODwYq2hrLn5WUV3Oen+ag1&#10;u+TYTDeHkDHis5ko1e+1mwWIQG34i3/ug1Ywi2Pjl/gD5O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YOh3jvAAAANsAAAAPAAAAAAAAAAAAAAAAAJgCAABkcnMvZG93bnJldi54&#10;bWxQSwUGAAAAAAQABAD1AAAAg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yJFcYA&#10;AADbAAAADwAAAGRycy9kb3ducmV2LnhtbESPQWvCQBSE7wX/w/KE3uomKYimboIIKV56qK22x0f2&#10;NYlm38bsVqO/3hUKPQ4z8w2zyAfTihP1rrGsIJ5EIIhLqxuuFHx+FE8zEM4ja2wtk4ILOciz0cMC&#10;U23P/E6nja9EgLBLUUHtfZdK6cqaDLqJ7YiD92N7gz7IvpK6x3OAm1YmUTSVBhsOCzV2tKqpPGx+&#10;jYKv+O06756HbfLtj+t98nosi91UqcfxsHwB4Wnw/+G/9lormM3h/iX8AJn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qyJF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xcMb8A&#10;AADbAAAADwAAAGRycy9kb3ducmV2LnhtbERP3WrCMBS+F3yHcITd2XQi/nRGKQ7B4ZXVBzg0Z21d&#10;cxKSzHZvv1wMdvnx/e8Oo+nFk3zoLCt4zXIQxLXVHTcK7rfTfAMiRGSNvWVS8EMBDvvpZIeFtgNf&#10;6VnFRqQQDgUqaGN0hZShbslgyKwjTtyn9QZjgr6R2uOQwk0vF3m+kgY7Tg0tOjq2VH9V30YBerd+&#10;d5UcrqvHBc+Pj5KWtlTqZTaWbyAijfFf/Oc+awXbtD59ST9A7n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XFwx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TlnsUA&#10;AADbAAAADwAAAGRycy9kb3ducmV2LnhtbESPQWvCQBSE74L/YXlCb7rRQmujq9S2Aam5aPXg7ZF9&#10;JqHZtyG7avTXu4LgcZiZb5jpvDWVOFHjSssKhoMIBHFmdcm5gu1f0h+DcB5ZY2WZFFzIwXzW7Uwx&#10;1vbMazptfC4ChF2MCgrv61hKlxVk0A1sTRy8g20M+iCbXOoGzwFuKjmKojdpsOSwUGBNXwVl/5uj&#10;UZAmaZ2u+Ge8/z4uXvfL6+6dfxOlXnrt5wSEp9Y/w4/2Uiv4GML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OWe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10W8UA&#10;AADbAAAADwAAAGRycy9kb3ducmV2LnhtbESPQWvCQBSE7wX/w/KE3pqNHqRG11ACokIr1Ap6fM2+&#10;JqHZt3F3jem/7wqFHoeZ+YZZ5oNpRU/ON5YVTJIUBHFpdcOVguPH+ukZhA/IGlvLpOCHPOSr0cMS&#10;M21v/E79IVQiQthnqKAOocuk9GVNBn1iO+LofVlnMETpKqkd3iLctHKapjNpsOG4UGNHRU3l9+Fq&#10;FOwvs+trfzpvPt2w7i7trnjT80apx/HwsgARaAj/4b/2ViuYT+H+Jf4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fXRb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uNnMQA&#10;AADbAAAADwAAAGRycy9kb3ducmV2LnhtbESP0WrCQBRE34X+w3ILfTObWqo1uglSsC0iSKMfcMle&#10;s6HZuyG7atqv7wqCj8PMnGGWxWBbcabeN44VPCcpCOLK6YZrBYf9evwGwgdkja1jUvBLHor8YbTE&#10;TLsLf9O5DLWIEPYZKjAhdJmUvjJk0SeuI47e0fUWQ5R9LXWPlwi3rZyk6VRabDguGOzo3VD1U56s&#10;Ak7leretWi0//g6zzacpN6+nUqmnx2G1ABFoCPfwrf2lFcxf4Pol/gC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LjZz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BlfMUA&#10;AADbAAAADwAAAGRycy9kb3ducmV2LnhtbESPQWvCQBSE70L/w/IKvelGq0Wjm1C1QvVmFMTbI/tM&#10;QrNvQ3bVtL++WxB6HGbmG2aRdqYWN2pdZVnBcBCBIM6trrhQcDxs+lMQziNrrC2Tgm9ykCZPvQXG&#10;2t55T7fMFyJA2MWooPS+iaV0eUkG3cA2xMG72NagD7ItpG7xHuCmlqMoepMGKw4LJTa0Kin/yq5G&#10;QXY5n/WSP8bb6cStdrvXn9lps1bq5bl7n4Pw1Pn/8KP9qRXMxvD3JfwAmf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sGV8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2qjcIA&#10;AADbAAAADwAAAGRycy9kb3ducmV2LnhtbESPzarCMBSE9xd8h3CEu7umKopWo4h4wYUL/x7g0Byb&#10;anNSm6j17Y0guBxm5htmOm9sKe5U+8Kxgm4nAUGcOV1wruB4+P8bgfABWWPpmBQ8ycN81vqZYqrd&#10;g3d034dcRAj7FBWYEKpUSp8Zsug7riKO3snVFkOUdS51jY8It6XsJclQWiw4LhisaGkou+xvVkHv&#10;uDgvT9v+5nztJ7yyplnddkap33azmIAI1IRv+NNeawXjAby/xB8gZ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TaqNwgAAANs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Q18UA&#10;AADbAAAADwAAAGRycy9kb3ducmV2LnhtbESPQWsCMRSE70L/Q3iF3txsRUVXo1RB6KWgtod6e26e&#10;u4ublzVJdfXXG0HocZiZb5jpvDW1OJPzlWUF70kKgji3uuJCwc/3qjsC4QOyxtoyKbiSh/nspTPF&#10;TNsLb+i8DYWIEPYZKihDaDIpfV6SQZ/Yhjh6B+sMhihdIbXDS4SbWvbSdCgNVhwXSmxoWVJ+3P4Z&#10;BYvxaHFa9/nrttnvaPe7Pw56LlXq7bX9mIAI1Ib/8LP9qRWMh/D4En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2RDXxQAAANsAAAAPAAAAAAAAAAAAAAAAAJgCAABkcnMv&#10;ZG93bnJldi54bWxQSwUGAAAAAAQABAD1AAAAigMAAAAA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5B88QA&#10;AADbAAAADwAAAGRycy9kb3ducmV2LnhtbESPQYvCMBSE74L/ITzBi6xpZVG3GkWWFVYvou6Cx0fz&#10;bIvNS2lirf/eCILHYWa+YebL1pSiodoVlhXEwwgEcWp1wZmCv+P6YwrCeWSNpWVScCcHy0W3M8dE&#10;2xvvqTn4TAQIuwQV5N5XiZQuzcmgG9qKOHhnWxv0QdaZ1DXeAtyUchRFY2mw4LCQY0XfOaWXw9Uo&#10;2Mq0GWw+Kd5lzenys5v+m/E+Vqrfa1czEJ5a/w6/2r9awdcEnl/C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eQfP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kNwMEA&#10;AADbAAAADwAAAGRycy9kb3ducmV2LnhtbERPzWrCQBC+F/oOyxS81U0Fi8ZsRIqChUJp9AGG3TEJ&#10;ZmdDdjRpn757KPT48f0X28l36k5DbAMbeJlnoIhtcC3XBs6nw/MKVBRkh11gMvBNEbbl40OBuQsj&#10;f9G9klqlEI45GmhE+lzraBvyGOehJ07cJQweJcGh1m7AMYX7Ti+y7FV7bDk1NNjTW0P2Wt28gcXN&#10;ivXr95+P/VmWn6d+zJarnTGzp2m3ASU0yb/4z310BtZpbPqSfo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vpDcDBAAAA2w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3t8cUA&#10;AADbAAAADwAAAGRycy9kb3ducmV2LnhtbESPT2sCMRTE7wW/Q3iCt5qtgtTVKKVUaWGr+OfS2yN5&#10;bpZuXpZN1PXbNwXB4zAzv2Hmy87V4kJtqDwreBlmIIi1NxWXCo6H1fMriBCRDdaeScGNAiwXvac5&#10;5sZfeUeXfSxFgnDIUYGNscmlDNqSwzD0DXHyTr51GJNsS2lavCa4q+UoyybSYcVpwWJD75b07/7s&#10;FOj1uPj4Kn6sPo+232W12RZud1Jq0O/eZiAidfERvrc/jYLpFP6/p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/e3x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1XisMA&#10;AADcAAAADwAAAGRycy9kb3ducmV2LnhtbESPQWvCQBCF7wX/wzKCt7qrBynRVUQQ9CJoLe1xyI5J&#10;MDsbsmsS/fWdQ6G3Gd6b975ZbQZfq47aWAW2MJsaUMR5cBUXFq6f+/cPUDEhO6wDk4UnRdisR28r&#10;zFzo+UzdJRVKQjhmaKFMqcm0jnlJHuM0NMSi3ULrMcnaFtq12Eu4r/XcmIX2WLE0lNjQrqT8fnl4&#10;C41/fV1/jqfOzL5x7vod9/cFWzsZD9slqERD+jf/XR+c4BvBl2dkAr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1XisMAAADc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8CAMMA&#10;AADcAAAADwAAAGRycy9kb3ducmV2LnhtbERPTWvCQBC9F/wPywje6iZSpE1dRYSUnARNIXobstMk&#10;mJ0N2dVEf71bKPQ2j/c5q81oWnGj3jWWFcTzCARxaXXDlYLvPH19B+E8ssbWMim4k4PNevKywkTb&#10;gQ90O/pKhBB2CSqove8SKV1Zk0E3tx1x4H5sb9AH2FdS9ziEcNPKRRQtpcGGQ0ONHe1qKi/Hq1Hw&#10;dvrY5gWdH5fiyxYyy/d2n16Vmk3H7ScIT6P/F/+5Mx3mRzH8PhMu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8CAMMAAADc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l5PsMA&#10;AADcAAAADwAAAGRycy9kb3ducmV2LnhtbERP22rCQBB9L/QflhF8040pBEldpbQUKoLgBfo6Zsck&#10;Jjsbd7ca/94VhL7N4VxntuhNKy7kfG1ZwWScgCAurK65VLDffY+mIHxA1thaJgU38rCYv77MMNf2&#10;yhu6bEMpYgj7HBVUIXS5lL6oyKAf2444ckfrDIYIXSm1w2sMN61MkySTBmuODRV29FlR0Wz/jILz&#10;21ezdoff02G1nN6ypjincpkpNRz0H+8gAvXhX/x0/+g4P0nh8Uy8QM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l5PsMAAADc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/NWsQA&#10;AADcAAAADwAAAGRycy9kb3ducmV2LnhtbERPS2sCMRC+F/ofwhR6q4nWiq5GqYVCL0J9HPQ2bsbd&#10;xc1km6S6+usboeBtPr7nTGatrcWJfKgca+h2FAji3JmKCw2b9efLEESIyAZrx6ThQgFm08eHCWbG&#10;nXlJp1UsRArhkKGGMsYmkzLkJVkMHdcQJ+7gvMWYoC+k8XhO4baWPaUG0mLFqaHEhj5Kyo+rX6th&#10;PhrOf777vLgu9zvabffHt55XWj8/te9jEJHaeBf/u79Mmq9e4f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/zVrEAAAA3AAAAA8AAAAAAAAAAAAAAAAAmAIAAGRycy9k&#10;b3ducmV2LnhtbFBLBQYAAAAABAAEAPUAAACJAwAAAAA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a3y8IA&#10;AADcAAAADwAAAGRycy9kb3ducmV2LnhtbERP3UrDMBS+F3yHcARvxCYOGdo1GyIKioVitwc4a45t&#10;MTkpSdzq2xthsLvz8f2eajM7Kw4U4uhZw12hQBB33ozca9htX28fQMSEbNB6Jg2/FGGzvryosDT+&#10;yJ90aFMvcgjHEjUMKU2llLEbyGEs/EScuS8fHKYMQy9NwGMOd1YulFpKhyPnhgEneh6o+25/nIaX&#10;xT40e/ywndr2tn5v6pvHptb6+mp+WoFINKez+OR+M3m+uof/Z/IF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rfLwgAAANwAAAAPAAAAAAAAAAAAAAAAAJgCAABkcnMvZG93&#10;bnJldi54bWxQSwUGAAAAAAQABAD1AAAAhw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vE6MMA&#10;AADcAAAADwAAAGRycy9kb3ducmV2LnhtbERPTWsCMRC9F/wPYYTeatYWRVej2MKCIGirHjyOm3Gz&#10;uJlsN1HXf2+EQm/zeJ8znbe2EldqfOlYQb+XgCDOnS65ULDfZW8jED4ga6wck4I7eZjPOi9TTLW7&#10;8Q9dt6EQMYR9igpMCHUqpc8NWfQ9VxNH7uQaiyHCppC6wVsMt5V8T5KhtFhybDBY05eh/Ly9WAVW&#10;4uFYDLN8vfhYbVbj8vP7NzNKvXbbxQREoDb8i//cSx3nJwN4PhMv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vE6MMAAADcAAAADwAAAAAAAAAAAAAAAACYAgAAZHJzL2Rv&#10;d25yZXYueG1sUEsFBgAAAAAEAAQA9QAAAIg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8B0319" w:rsidRPr="00C623C0" w:rsidRDefault="008B0319" w:rsidP="008B0319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8B0319" w:rsidRPr="00C623C0" w:rsidRDefault="008B0319" w:rsidP="008B031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8B0319" w:rsidRPr="00C623C0" w:rsidRDefault="008B0319" w:rsidP="008B031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8B0319" w:rsidRPr="00C623C0" w:rsidRDefault="008B0319" w:rsidP="008B031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8B0319" w:rsidRPr="00C623C0" w:rsidRDefault="008B0319" w:rsidP="008B031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8B0319" w:rsidRPr="00C623C0" w:rsidRDefault="008B0319" w:rsidP="008B0319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8B0319" w:rsidRPr="00C623C0" w:rsidRDefault="008B0319" w:rsidP="008B031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8B0319" w:rsidRPr="00C623C0" w:rsidRDefault="008B0319" w:rsidP="008B031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8B0319" w:rsidRPr="00C623C0" w:rsidRDefault="008B0319" w:rsidP="008B0319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6F6A80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106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oXZsMA&#10;AADcAAAADwAAAGRycy9kb3ducmV2LnhtbERPyWrDMBC9F/oPYgK9NXJscIITJYSGlkJPdRZyHKyJ&#10;bWKNjKTa7t9XhUJv83jrbHaT6cRAzreWFSzmCQjiyuqWawWn4+vzCoQPyBo7y6Tgmzzsto8PGyy0&#10;HfmThjLUIoawL1BBE0JfSOmrhgz6ue2JI3ezzmCI0NVSOxxjuOlkmiS5NNhybGiwp5eGqnv5ZRR8&#10;DGl+ub4dzDGr06WrsvMhbTulnmbTfg0i0BT+xX/udx3nJ0v4fSZe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oXZsMAAADc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E6QMQA&#10;AADcAAAADwAAAGRycy9kb3ducmV2LnhtbESPQWvCQBCF7wX/wzKCl1I38WAldRURhKogNApeh+w0&#10;ic3OhuxW4793DoK3Gd6b976ZL3vXqCt1ofZsIB0noIgLb2suDZyOm48ZqBCRLTaeycCdAiwXg7c5&#10;Ztbf+IeueSyVhHDI0EAVY5tpHYqKHIaxb4lF+/WdwyhrV2rb4U3CXaMnSTLVDmuWhgpbWldU/OX/&#10;zoA+5tu4/azde7o7H/rUX9b74mLMaNivvkBF6uPL/Lz+toKfCK08IxPo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ROkD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KkQ8QA&#10;AADcAAAADwAAAGRycy9kb3ducmV2LnhtbERPS2sCMRC+C/0PYQpeRLNKFd0apRYU6aFQH/dxM93d&#10;uplsk6irv74pCN7m43vOdN6YSpzJ+dKygn4vAUGcWV1yrmC3XXbHIHxA1lhZJgVX8jCfPbWmmGp7&#10;4S86b0IuYgj7FBUUIdSplD4ryKDv2Zo4ct/WGQwRulxqh5cYbio5SJKRNFhybCiwpveCsuPmZBQs&#10;13Sc7Ovf1cvNDfPxz+HzY7HtKNV+bt5eQQRqwkN8d691nJ9M4P+ZeIG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CpEP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2C8UA&#10;AADcAAAADwAAAGRycy9kb3ducmV2LnhtbESPT2vCQBDF70K/wzKF3nSTQkWimyAtlkJP/qG9jtkx&#10;iWZnQ3Zr0m/vHARvM7w37/1mVYyuVVfqQ+PZQDpLQBGX3jZcGTjsN9MFqBCRLbaeycA/BSjyp8kK&#10;M+sH3tJ1FyslIRwyNFDH2GVah7Imh2HmO2LRTr53GGXtK217HCTctfo1SebaYcPSUGNH7zWVl92f&#10;M5B8v7XH0w+Pi9+Pz/JyHjY8NKkxL8/jegkq0hgf5vv1lxX8VPDlGZlA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enYL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0+mMQA&#10;AADcAAAADwAAAGRycy9kb3ducmV2LnhtbERPS2sCMRC+F/ofwhS8FM2uaNGtUdqCIj0Ivu7TzXR3&#10;62ayTaKu/npTEHqbj+85k1lranEi5yvLCtJeAoI4t7riQsFuO++OQPiArLG2TAou5GE2fXyYYKbt&#10;mdd02oRCxBD2GSooQ2gyKX1ekkHfsw1x5L6tMxgidIXUDs8x3NSynyQv0mDFsaHEhj5Kyg+bo1Ew&#10;X9JhvG9+F4OrGxajn6/V5/v2WanOU/v2CiJQG/7Fd/dSx/lpCn/PxAvk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tPpj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RN58IA&#10;AADcAAAADwAAAGRycy9kb3ducmV2LnhtbERPTWvCQBC9C/6HZYTedJNARVLXIEpKoSettNdpdkxi&#10;srMhuzXx37uC0Ns83uess9G04kq9qy0riBcRCOLC6ppLBaevfL4C4TyyxtYyKbiRg2wznawx1Xbg&#10;A12PvhQhhF2KCirvu1RKV1Rk0C1sRxy4s+0N+gD7UuoehxBuWplE0VIarDk0VNjRrqKiOf4ZBdHn&#10;a/t7/uZx9bN/L5rLkPNQx0q9zMbtGwhPo/8XP90fOsyPE3g8Ey6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5E3nwgAAANw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wX1cIA&#10;AADcAAAADwAAAGRycy9kb3ducmV2LnhtbERPTWvCQBC9F/oflhG81Y0GiqZugqQVeq3Gg7dpdkxC&#10;srMhu42pv94tFLzN433ONptMJ0YaXGNZwXIRgSAurW64UlAc9y9rEM4ja+wsk4JfcpClz09bTLS9&#10;8heNB1+JEMIuQQW1930ipStrMugWticO3MUOBn2AQyX1gNcQbjq5iqJXabDh0FBjT3lNZXv4MQpO&#10;720bbziKb+cxX7v8uyhWlw+l5rNp9wbC0+Qf4n/3pw7zlzH8PRMu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jBfV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erwcUA&#10;AADcAAAADwAAAGRycy9kb3ducmV2LnhtbERPS2vCQBC+C/0PyxS8iG5SREp0I1JaaKEetKXa25Cd&#10;PGh2Ns2uMfrrXUHwNh/fcxbL3tSio9ZVlhXEkwgEcWZ1xYWC76+38TMI55E11pZJwYkcLNOHwQIT&#10;bY+8oW7rCxFC2CWooPS+SaR0WUkG3cQ2xIHLbWvQB9gWUrd4DOGmlk9RNJMGKw4NJTb0UlL2tz0Y&#10;BVPq9qvP8+/6Z///6m0+2n24eKfU8LFfzUF46v1dfHO/6zA/nsL1mXCBTC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d6vB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kqOsMA&#10;AADcAAAADwAAAGRycy9kb3ducmV2LnhtbERPTWvCQBC9F/oflhF6azaJVDS6SokteK1ND72N2TEJ&#10;yc6G7BpTf323IPQ2j/c5m91kOjHS4BrLCpIoBkFcWt1wpaD4fH9egnAeWWNnmRT8kIPd9vFhg5m2&#10;V/6g8egrEULYZaig9r7PpHRlTQZdZHviwJ3tYNAHOFRSD3gN4aaTaRwvpMGGQ0ONPeU1le3xYhR8&#10;7dt2vuJ4fvse86XLT0WRnt+UeppNr2sQnib/L767DzrMT17g75lwgd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kqOsMAAADc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mQLcQA&#10;AADcAAAADwAAAGRycy9kb3ducmV2LnhtbERPS2vCQBC+F/wPywheim4iRSS6iogFC/VQFR+3ITsm&#10;wexsml1j6q/vCoXe5uN7znTemlI0VLvCsoJ4EIEgTq0uOFOw3733xyCcR9ZYWiYFP+RgPuu8TDHR&#10;9s5f1Gx9JkIIuwQV5N5XiZQuzcmgG9iKOHAXWxv0AdaZ1DXeQ7gp5TCKRtJgwaEhx4qWOaXX7c0o&#10;eKPmtPh8nDeH0/fK28vr8cPFR6V63XYxAeGp9f/iP/dah/nxCJ7PhAv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pkC3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fSr8QA&#10;AADcAAAADwAAAGRycy9kb3ducmV2LnhtbERP32vCMBB+H/g/hBP2NlN1zNEZRRS3wWBgJ+71aM6m&#10;2lxqE223v34ZCL7dx/fzpvPOVuJCjS8dKxgOEhDEudMlFwq2X+uHZxA+IGusHJOCH/Iwn/Xupphq&#10;1/KGLlkoRAxhn6ICE0KdSulzQxb9wNXEkdu7xmKIsCmkbrCN4baSoyR5khZLjg0Ga1oayo/Z2Sr4&#10;fhx/OvOWuXO7ev09bk6Tw275odR9v1u8gAjUhZv46n7Xcf5wAv/Px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30q/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FzLMQA&#10;AADcAAAADwAAAGRycy9kb3ducmV2LnhtbESPQW/CMAyF75P4D5GRuI2UoU2oEBBMAyF2go271Zi2&#10;onFKk5Xs3+PDpN1svef3Pi9WyTWqpy7Ung1Mxhko4sLbmksD31/b5xmoEJEtNp7JwC8FWC0HTwvM&#10;rb/zkfpTLJWEcMjRQBVjm2sdioochrFviUW7+M5hlLUrte3wLuGu0S9Z9qYd1iwNFbb0XlFxPf04&#10;A9PD621nN+VH38x24XN/2aY6nY0ZDdN6DipSiv/mv+u9FfyJ0MozMoFe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Rcyz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C6vsIA&#10;AADcAAAADwAAAGRycy9kb3ducmV2LnhtbERPPWvDMBDdC/kP4gLZGtkd3NqJEkxCwFA6NMmQ8bAu&#10;lol1MpZqu/++KhS63eN93nY/206MNPjWsYJ0nYAgrp1uuVFwvZye30D4gKyxc0wKvsnDfrd42mKh&#10;3cSfNJ5DI2II+wIVmBD6QkpfG7Lo164njtzdDRZDhEMj9YBTDLedfEmSTFpsOTYY7OlgqH6cv6yC&#10;W/6Rp7M5Ju/ja1mFmhEfY6bUajmXGxCB5vAv/nNXOs5Pc/h9Jl4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ELq+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K1hccA&#10;AADcAAAADwAAAGRycy9kb3ducmV2LnhtbESPzW7CQAyE75V4h5WRuJUNQUIlsKAKCcSlh1L+jlbW&#10;JKFZb8huIe3T14dKvdma8czn+bJztbpTGyrPBkbDBBRx7m3FhYH9x/r5BVSIyBZrz2TgmwIsF72n&#10;OWbWP/id7rtYKAnhkKGBMsYm0zrkJTkMQ98Qi3bxrcMoa1to2+JDwl2t0ySZaIcVS0OJDa1Kyj93&#10;X87AafT2M23G3SE9x9v2mm5u+fo4MWbQ715noCJ18d/8d721gp8KvjwjE+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StYX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B3IsAA&#10;AADcAAAADwAAAGRycy9kb3ducmV2LnhtbERP3WrCMBS+F/YO4Qx2Z1NlqFSjFGWg7MrqAxyas7au&#10;OQlJZru3X4SBd+fj+z2b3Wh6cScfOssKZlkOgri2uuNGwfXyMV2BCBFZY2+ZFPxSgN32ZbLBQtuB&#10;z3SvYiNSCIcCFbQxukLKULdkMGTWESfuy3qDMUHfSO1xSOGml/M8X0iDHaeGFh3tW6q/qx+jAL1b&#10;Hlwlh/Pi9onH26mkd1sq9fY6lmsQkcb4FP+7jzrNn8/g8Uy6QG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ZB3IsAAAADc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i68sQA&#10;AADcAAAADwAAAGRycy9kb3ducmV2LnhtbERPTWvCQBC9C/6HZYTedNMUrKTZSLUNSJuLtj14G7Jj&#10;EszOhuyqsb++WxC8zeN9TrocTCvO1LvGsoLHWQSCuLS64UrB91c+XYBwHllja5kUXMnBMhuPUky0&#10;vfCWzjtfiRDCLkEFtfddIqUrazLoZrYjDtzB9gZ9gH0ldY+XEG5aGUfRXBpsODTU2NG6pvK4OxkF&#10;RV50xSe/L/Zvp9XTfvP788wfuVIPk+H1BYSnwd/FN/dGh/lxDP/Ph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4uvLEAAAA3A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d+5cMA&#10;AADcAAAADwAAAGRycy9kb3ducmV2LnhtbERP32vCMBB+F/wfwg1803QKslWjDEFU0IFO0Mdbc2vL&#10;mktNYq3/vRkMfLuP7+dN562pREPOl5YVvA4SEMSZ1SXnCo5fy/4bCB+QNVaWScGdPMxn3c4UU21v&#10;vKfmEHIRQ9inqKAIoU6l9FlBBv3A1sSR+7HOYIjQ5VI7vMVwU8lhkoylwZJjQ4E1LQrKfg9Xo+Dz&#10;Mr5um9N59e3aZX2pNoudfi+V6r20HxMQgdrwFP+71zrOH47g75l4gZ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d+5c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sK9MIA&#10;AADcAAAADwAAAGRycy9kb3ducmV2LnhtbERP22rCQBB9L/gPywi+1U2lrZK6igipRQpi9AOG7DQb&#10;mp0N2c1Fv75bKPRtDuc66+1oa9FT6yvHCp7mCQjiwumKSwXXS/a4AuEDssbaMSm4kYftZvKwxlS7&#10;gc/U56EUMYR9igpMCE0qpS8MWfRz1xBH7su1FkOEbSl1i0MMt7VcJMmrtFhxbDDY0N5Q8Z13VgEn&#10;Mjt9FrWW7/fr8ngw+fGly5WaTcfdG4hAY/gX/7k/dJy/eIbfZ+IF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Kwr0wgAAANw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Rd08QA&#10;AADcAAAADwAAAGRycy9kb3ducmV2LnhtbERPS2vCQBC+F/wPyxR6q5taLTFmldYqqLemgngbspMH&#10;ZmdDdqtpf70rCL3Nx/ecdNGbRpypc7VlBS/DCARxbnXNpYL99/o5BuE8ssbGMin4JQeL+eAhxUTb&#10;C3/ROfOlCCHsElRQed8mUrq8IoNuaFviwBW2M+gD7EqpO7yEcNPIURS9SYM1h4YKW1pWlJ+yH6Mg&#10;K45H/cGr8TaeuOVu9/o3Paw/lXp67N9nIDz1/l98d290mD+awO2ZcIGc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UXdP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rGOr0A&#10;AADcAAAADwAAAGRycy9kb3ducmV2LnhtbERPyw4BMRTdS/xDcyV2dJAIQ4kIiYWF1wfcTK/pML0d&#10;02L8vS4klifnPV82thQvqn3hWMGgn4AgzpwuOFdwOW97ExA+IGssHZOCD3lYLtqtOabavflIr1PI&#10;RQxhn6ICE0KVSukzQxZ931XEkbu62mKIsM6lrvEdw20ph0kylhYLjg0GK1obyu6np1UwvKxu6+th&#10;tL89RglvrGk2z6NRqttpVjMQgZrwF//cO61gOo5r45l4BOTi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srGOr0AAADcAAAADwAAAAAAAAAAAAAAAACYAgAAZHJzL2Rvd25yZXYu&#10;eG1sUEsFBgAAAAAEAAQA9QAAAII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ZGI8YA&#10;AADcAAAADwAAAGRycy9kb3ducmV2LnhtbESPT2sCMRTE70K/Q3hCb5pVWnFXo9RCwYvgnx7q7bl5&#10;7i5uXrZJqls/vREEj8PM/IaZzltTizM5X1lWMOgnIIhzqysuFHzvvnpjED4ga6wtk4J/8jCfvXSm&#10;mGl74Q2dt6EQEcI+QwVlCE0mpc9LMuj7tiGO3tE6gyFKV0jt8BLhppbDJBlJgxXHhRIb+iwpP23/&#10;jIJFOl78rt94dd0c9rT/OZzehy5R6rXbfkxABGrDM/xoL7WCdJTC/Uw8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ZGI8YAAADcAAAADwAAAAAAAAAAAAAAAACYAgAAZHJz&#10;L2Rvd25yZXYueG1sUEsFBgAAAAAEAAQA9QAAAIsDAAAAAA==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7P8MIA&#10;AADcAAAADwAAAGRycy9kb3ducmV2LnhtbERPy4rCMBTdC/5DuMJsRNPK4KMaRcSBGTdSH+Dy0lzb&#10;YnNTmkzt/P1kIbg8nPdq05lKtNS40rKCeByBIM6sLjlXcDl/jeYgnEfWWFkmBX/kYLPu91aYaPvk&#10;lNqTz0UIYZeggsL7OpHSZQUZdGNbEwfubhuDPsAml7rBZwg3lZxE0VQaLDk0FFjTrqDscfo1Cg4y&#10;a4c/nxQf8/b22B/nVzNNY6U+Bt12CcJT59/il/tbK1jMwvxwJhwB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vs/wwgAAANwAAAAPAAAAAAAAAAAAAAAAAJgCAABkcnMvZG93&#10;bnJldi54bWxQSwUGAAAAAAQABAD1AAAAhw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dBFMUA&#10;AADcAAAADwAAAGRycy9kb3ducmV2LnhtbESPUWvCQBCE34X+h2MLfdOLgjWmniKlhRYKUvUHLHdr&#10;EszthdxqUn+9Vyj0cZiZb5jVZvCNulIX68AGppMMFLENrubSwPHwPs5BRUF22AQmAz8UYbN+GK2w&#10;cKHnb7rupVQJwrFAA5VIW2gdbUUe4yS0xMk7hc6jJNmV2nXYJ7hv9CzLnrXHmtNChS29VmTP+4s3&#10;MLtYsX75eft6O8p8d2j7bJ5vjXl6HLYvoIQG+Q//tT+cgeViCr9n0hH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J0EUxQAAANw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Cn+8YA&#10;AADcAAAADwAAAGRycy9kb3ducmV2LnhtbESPQWsCMRSE74L/IbxCbzXbLdh2axSRVhS2FW0vvT2S&#10;52Zx87Jsoq7/3hQKHoeZ+YaZzHrXiBN1ofas4HGUgSDW3tRcKfj5/nh4AREissHGMym4UIDZdDiY&#10;YGH8mbd02sVKJAiHAhXYGNtCyqAtOQwj3xInb+87hzHJrpKmw3OCu0bmWTaWDmtOCxZbWljSh93R&#10;KdDLp/J9Xf5afcw3n1X9tSnddq/U/V0/fwMRqY+38H97ZRS8PufwdyYdAT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Cn+8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fjs8UA&#10;AADcAAAADwAAAGRycy9kb3ducmV2LnhtbESPQWvCQBSE74X+h+UVetNNLERNXUMRCvYiNKbU4yP7&#10;mgSzb0N2TVJ/fVcQehxm5htmk02mFQP1rrGsIJ5HIIhLqxuuFBTH99kKhPPIGlvLpOCXHGTbx4cN&#10;ptqO/ElD7isRIOxSVFB736VSurImg25uO+Lg/djeoA+yr6TucQxw08pFFCXSYMNhocaOdjWV5/xi&#10;FHTm+lWcPg5DFH/jQo87Hs8JK/X8NL29gvA0+f/wvb3XCtbLF7idCUd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l+OzxQAAANw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CL1sQA&#10;AADcAAAADwAAAGRycy9kb3ducmV2LnhtbESPQYvCMBSE78L+h/AWvGnqIrqtRpEFxZOgFbreHs2z&#10;LTYvpYna3V9vBMHjMDPfMPNlZ2pxo9ZVlhWMhhEI4tzqigsFx3Q9+AbhPLLG2jIp+CMHy8VHb46J&#10;tnfe0+3gCxEg7BJUUHrfJFK6vCSDbmgb4uCdbWvQB9kWUrd4D3BTy68omkiDFYeFEhv6KSm/HK5G&#10;wfg3XqUZnf4v2cZmcpvu7G59Var/2a1mIDx1/h1+tbdaQTwdw/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gi9b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jLBMYA&#10;AADcAAAADwAAAGRycy9kb3ducmV2LnhtbESPQWvCQBSE7wX/w/IEb7pRaWpTVykVoSIItYVen9nX&#10;JCb7Nu5uNf77riD0OMzMN8x82ZlGnMn5yrKC8SgBQZxbXXGh4OtzPZyB8AFZY2OZFFzJw3LRe5hj&#10;pu2FP+i8D4WIEPYZKihDaDMpfV6SQT+yLXH0fqwzGKJ0hdQOLxFuGjlJklQarDgulNjSW0l5vf81&#10;Ck7TVb1zh+/jYbuZXdM6P03kJlVq0O9eX0AE6sJ/+N5+1wqenx7hdiYe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jLBMYAAADc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PlncUA&#10;AADdAAAADwAAAGRycy9kb3ducmV2LnhtbERPS2sCMRC+F/ofwhR6q4lSq65GqYVCL0J9HPQ2bsbd&#10;xc1km6S6+usboeBtPr7nTGatrcWJfKgca+h2FAji3JmKCw2b9efLEESIyAZrx6ThQgFm08eHCWbG&#10;nXlJp1UsRArhkKGGMsYmkzLkJVkMHdcQJ+7gvMWYoC+k8XhO4baWPaXepMWKU0OJDX2UlB9Xv1bD&#10;fDSc/3y/8uK63O9ot90f+z2vtH5+at/HICK18S7+d3+ZNF+pAdy+SSf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c+WdxQAAAN0AAAAPAAAAAAAAAAAAAAAAAJgCAABkcnMv&#10;ZG93bnJldi54bWxQSwUGAAAAAAQABAD1AAAAigMAAAAA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OX3MYA&#10;AADdAAAADwAAAGRycy9kb3ducmV2LnhtbESP3UoDMRCF74W+QxjBG7GJvRC7Ni1SFBQXlv48wHQz&#10;7i4mkyWJ7fr2zoXg3QznzDnfrDZT8OpMKQ+RLdzPDSjiNrqBOwvHw+vdI6hckB36yGThhzJs1rOr&#10;FVYuXnhH533plIRwrtBCX8pYaZ3bngLmeRyJRfuMKWCRNXXaJbxIePB6YcyDDjiwNPQ40ran9mv/&#10;HSy8LE6pOeGHb82h8/V7U98um9ram+vp+QlUoan8m/+u35zgGyO48o2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ROX3M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LlbcMA&#10;AADdAAAADwAAAGRycy9kb3ducmV2LnhtbERPTWsCMRC9F/wPYQRvNamC6NYoKiwIgra2hx6nm+lm&#10;6WaybqKu/94UhN7m8T5nvuxcLS7UhsqzhpehAkFceFNxqeHzI3+egggR2WDtmTTcKMBy0XuaY2b8&#10;ld/pcoylSCEcMtRgY2wyKUNhyWEY+oY4cT++dRgTbEtpWrymcFfLkVIT6bDi1GCxoY2l4vd4dhqc&#10;xK/vcpIX+9V4d9jNqvXbKbdaD/rd6hVEpC7+ix/urUnzlZrB3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6LlbcMAAADdAAAADwAAAAAAAAAAAAAAAACYAgAAZHJzL2Rv&#10;d25yZXYueG1sUEsFBgAAAAAEAAQA9QAAAIg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8B0319" w:rsidRPr="00C623C0" w:rsidRDefault="008B0319" w:rsidP="008B031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8B0319" w:rsidRPr="00C623C0" w:rsidRDefault="008B0319" w:rsidP="008B0319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8B0319" w:rsidRPr="00C623C0" w:rsidRDefault="008B0319" w:rsidP="008B0319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8B0319" w:rsidRPr="00C623C0" w:rsidRDefault="008B0319" w:rsidP="008B0319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8B0319" w:rsidRPr="00C623C0" w:rsidRDefault="008B0319" w:rsidP="008B0319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8B0319" w:rsidRPr="00C623C0" w:rsidRDefault="008B0319" w:rsidP="008B031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8B0319" w:rsidRPr="00C623C0" w:rsidRDefault="008B0319" w:rsidP="008B031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8B0319" w:rsidRPr="00C623C0" w:rsidRDefault="008B0319" w:rsidP="008B031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8B0319" w:rsidRPr="00C623C0" w:rsidRDefault="008B0319" w:rsidP="008B031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Столярчук Д.В.</w:t>
      </w:r>
    </w:p>
    <w:p w:rsidR="008B0319" w:rsidRPr="00C623C0" w:rsidRDefault="008B0319" w:rsidP="008B031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8B0319" w:rsidRPr="00C623C0" w:rsidRDefault="008B0319" w:rsidP="008B0319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8B0319" w:rsidRPr="00C623C0" w:rsidRDefault="008B0319" w:rsidP="008B031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Столярчука Д.В.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8B0319" w:rsidRPr="00C623C0" w:rsidRDefault="008B0319" w:rsidP="008B031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8B0319" w:rsidRPr="00C623C0" w:rsidRDefault="008B0319" w:rsidP="008B031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8B0319" w:rsidRPr="00C623C0" w:rsidRDefault="008B0319" w:rsidP="008B031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Столярчуку Денису Вікторовичу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640330" w:rsidRPr="0064033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_____________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,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48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с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олом’є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</w:p>
    <w:p w:rsidR="008B0319" w:rsidRPr="00C623C0" w:rsidRDefault="008B0319" w:rsidP="008B031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Столярчуку Д.В.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8B0319" w:rsidRPr="00062C82" w:rsidRDefault="008B0319" w:rsidP="008B0319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B0319" w:rsidRPr="00062C82" w:rsidRDefault="008B0319" w:rsidP="008B0319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8B0319" w:rsidRPr="00C623C0" w:rsidRDefault="008B0319" w:rsidP="008B031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8B0319" w:rsidRPr="00C623C0" w:rsidRDefault="008B0319" w:rsidP="008B031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8B0319" w:rsidRPr="00C623C0" w:rsidRDefault="008B0319" w:rsidP="008B031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8B0319" w:rsidRPr="00C623C0" w:rsidRDefault="008B0319" w:rsidP="008B031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8B0319" w:rsidRPr="00C623C0" w:rsidRDefault="008B0319" w:rsidP="008B031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8B0319" w:rsidRPr="00C623C0" w:rsidRDefault="008B0319" w:rsidP="008B0319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153153" w:rsidRDefault="00153153"/>
    <w:sectPr w:rsidR="00153153" w:rsidSect="001531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B0319"/>
    <w:rsid w:val="00153153"/>
    <w:rsid w:val="00171A2E"/>
    <w:rsid w:val="00304C90"/>
    <w:rsid w:val="00505B6D"/>
    <w:rsid w:val="00640330"/>
    <w:rsid w:val="006D3977"/>
    <w:rsid w:val="006F6A80"/>
    <w:rsid w:val="007D6C18"/>
    <w:rsid w:val="008B031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31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227</Words>
  <Characters>1296</Characters>
  <Application>Microsoft Office Word</Application>
  <DocSecurity>0</DocSecurity>
  <Lines>10</Lines>
  <Paragraphs>3</Paragraphs>
  <ScaleCrop>false</ScaleCrop>
  <Company>Microsoft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2020-02-13T11:42:00Z</dcterms:created>
  <dcterms:modified xsi:type="dcterms:W3CDTF">2020-02-13T12:31:00Z</dcterms:modified>
</cp:coreProperties>
</file>