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3" w:rsidRPr="009A7621" w:rsidRDefault="003B3C63" w:rsidP="003B3C6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2796540</wp:posOffset>
                </wp:positionH>
                <wp:positionV relativeFrom="paragraph">
                  <wp:posOffset>92710</wp:posOffset>
                </wp:positionV>
                <wp:extent cx="440690" cy="573405"/>
                <wp:effectExtent l="0" t="0" r="0" b="0"/>
                <wp:wrapNone/>
                <wp:docPr id="12676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573405"/>
                          <a:chOff x="0" y="0"/>
                          <a:chExt cx="1142" cy="1718"/>
                        </a:xfrm>
                      </wpg:grpSpPr>
                      <wps:wsp>
                        <wps:cNvPr id="126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left:0;text-align:left;margin-left:220.2pt;margin-top:7.3pt;width:34.7pt;height:45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zDTcMA&#10;AADeAAAADwAAAGRycy9kb3ducmV2LnhtbERPS2vCQBC+F/wPywi91Y0JGImuIqIlB6H4ug/ZMQlm&#10;Z0N2TdJ/3y0UepuP7znr7Wga0VPnassK5rMIBHFhdc2lgtv1+LEE4TyyxsYyKfgmB9vN5G2NmbYD&#10;n6m/+FKEEHYZKqi8bzMpXVGRQTezLXHgHrYz6APsSqk7HEK4aWQcRQtpsObQUGFL+4qK5+VlFNjk&#10;Mz/dy/icHDj1vPtaPu7jSan36bhbgfA0+n/xnzvXYX68SFP4fSfc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AzDT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flnMkA&#10;AADeAAAADwAAAGRycy9kb3ducmV2LnhtbESPT0/DMAzF70h8h8hIXCaWskMHZdmEJpV/h0kbk3a1&#10;GtMUGqdKwlb26fEBiZut9/zez4vV6Ht1pJi6wAZupwUo4ibYjlsD+/f65g5UysgW+8Bk4IcSrJaX&#10;FwusbDjxlo673CoJ4VShAZfzUGmdGkce0zQMxKJ9hOgxyxpbbSOeJNz3elYUpfbYsTQ4HGjtqPna&#10;fXsDn/XGHdbz81Oc3G/pPKnfnvvX0pjrq/HxAVSmMf+b/65frODPyrnwyjs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1fln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jkBscA&#10;AADeAAAADwAAAGRycy9kb3ducmV2LnhtbESPzWrDMBCE74W8g9hALiWRk0LaOJFNKHEpuYT8PMBi&#10;bSwTa2Us1XbfvioUettlZueb3eWjbURPna8dK1guEhDEpdM1Vwpu12L+BsIHZI2NY1LwTR7ybPK0&#10;w1S7gc/UX0IlYgj7FBWYENpUSl8asugXriWO2t11FkNcu0rqDocYbhu5SpK1tFhzJBhs6d1Q+bh8&#10;2Qg5veDpeB+uxceIAx6Ohp/3Z6Vm03G/BRFoDP/mv+tPHeuv1q8b+H0nzi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I5A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MohscA&#10;AADeAAAADwAAAGRycy9kb3ducmV2LnhtbESPQUvDQBCF70L/wzIFb3bToLHEbkupCiJ4sAqltyE7&#10;TYLZ2WV3bOK/dw+CtxnmzXvvW28nN6gLxdR7NrBcFKCIG297bg18fjzfrEAlQbY4eCYDP5Rgu5ld&#10;rbG2fuR3uhykVdmEU40GOpFQa52ajhymhQ/E+Xb20aHkNbbaRhyzuRt0WRSVdthzTugw0L6j5uvw&#10;7Qy8jU/h9b66O4dTvC11erRy3Isx1/Np9wBKaJJ/8d/3i831y2qVATJOnk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jKI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uYJ8MA&#10;AADeAAAADwAAAGRycy9kb3ducmV2LnhtbESP0YrCMBBF3xf8hzCCL8uaqiBSjSKiIr6IdT9gaMam&#10;2ExKE239eyMIvs1w79xzZ7HqbCUe1PjSsYLRMAFBnDtdcqHg/7L7m4HwAVlj5ZgUPMnDatn7WWCq&#10;XctnemShEDGEfYoKTAh1KqXPDVn0Q1cTR+3qGoshrk0hdYNtDLeVHCfJVFosORIM1rQxlN+yu42Q&#10;0wRPx2t72e07bHF7NPy7Pis16HfrOYhAXfiaP9cHHeuPp7MRvN+JM8jl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uYJ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0Tas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slq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9E2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rGM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H09nE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Ks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5k8IA&#10;AADeAAAADwAAAGRycy9kb3ducmV2LnhtbERP3WrCMBS+H+wdwhnsbqYrKqUzimwUhnij7gEOzbGp&#10;NiclibV7eyMI3p2P7/csVqPtxEA+tI4VfE4yEMS10y03Cv4O1UcBIkRkjZ1jUvBPAVbL15cFltpd&#10;eUfDPjYihXAoUYGJsS+lDLUhi2HieuLEHZ23GBP0jdQeryncdjLPsrm02HJqMNjTt6H6vL9YBdUm&#10;3w7ni/aVW49TSzNzKn6MUu9v4/oLRKQxPsUP969O8/N5MYX7O+kG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bXmT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W98UA&#10;AADeAAAADwAAAGRycy9kb3ducmV2LnhtbERP22oCMRB9F/oPYQp9KZqtRZHVKLUQWrAgXsDXYTPu&#10;Lt1MliR1t39vBMG3OZzrLFa9bcSFfKgdK3gbZSCIC2dqLhUcD3o4AxEissHGMSn4pwCr5dNggblx&#10;He/oso+lSCEcclRQxdjmUoaiIoth5FrixJ2dtxgT9KU0HrsUbhs5zrKptFhzaqiwpc+Kit/9n1Ww&#10;3nblu38t1r3bnL9OE62N/tFKvTz3H3MQkfr4EN/d3ybNH09nE7i9k26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EZb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NCf8IA&#10;AADeAAAADwAAAGRycy9kb3ducmV2LnhtbERP3WrCMBS+H/gO4QjezdSylVKNIkphjN3M7QEOzbGp&#10;NiclibW+/TIY7O58fL9ns5tsL0byoXOsYLXMQBA3TnfcKvj+qp9LECEia+wdk4IHBdhtZ08brLS7&#10;8yeNp9iKFMKhQgUmxqGSMjSGLIalG4gTd3beYkzQt1J7vKdw28s8ywppsePUYHCgg6HmerpZBfV7&#10;/jFeb9rXbj+9WHo1l/JolFrMp/0aRKQp/ov/3G86zc+LsoD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0J/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F5DMEA&#10;AADeAAAADwAAAGRycy9kb3ducmV2LnhtbERPzYrCMBC+C/sOYRa8aaquVbqNIoKyHrf6AEMz25Y2&#10;k9pEW9/eCMLe5uP7nXQ7mEbcqXOVZQWzaQSCOLe64kLB5XyYrEE4j6yxsUwKHuRgu/kYpZho2/Mv&#10;3TNfiBDCLkEFpfdtIqXLSzLoprYlDtyf7Qz6ALtC6g77EG4aOY+iWBqsODSU2NK+pLzObkbB16M/&#10;XrNlHR20odlp0Z7Y50ulxp/D7huEp8H/i9/uHx3mz+P1Cl7vhBvk5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xeQz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z70cUA&#10;AADeAAAADwAAAGRycy9kb3ducmV2LnhtbESPQW/CMAyF75P2HyJP2m2k9FBBISAEYpp2gsJ2thrT&#10;VjRO1QQo/x4fkLjZes/vfZ4vB9eqK/Wh8WxgPEpAEZfeNlwZOB62XxNQISJbbD2TgTsFWC7e3+aY&#10;W3/jPV2LWCkJ4ZCjgTrGLtc6lDU5DCPfEYt28r3DKGtfadvjTcJdq9MkybTDhqWhxo7WNZXn4uIM&#10;XLL/9MinX7srNvfv6Wa7CvqvMubzY1jNQEUa4sv8vP6xgp9mE+GVd2QGvXg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7PvR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/uV8YA&#10;AADeAAAADwAAAGRycy9kb3ducmV2LnhtbERPS2vCQBC+C/0PyxS8mU1VQkxdRYWC9lCpj0Nv0+w0&#10;Sc3OptlV03/vFgre5uN7znTemVpcqHWVZQVPUQyCOLe64kLBYf8ySEE4j6yxtkwKfsnBfPbQm2Km&#10;7ZXf6bLzhQgh7DJUUHrfZFK6vCSDLrINceC+bGvQB9gWUrd4DeGmlsM4TqTBikNDiQ2tSspPu7NR&#10;cNymyWS73Iy/X98+cWT0z4euEqX6j93iGYSnzt/F/+61DvOHSTqBv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/uV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Gg8cA&#10;AADeAAAADwAAAGRycy9kb3ducmV2LnhtbESPT2vCQBDF70K/wzKF3nRjWoJGV+kfaqUnq4LXITsm&#10;wexsyG419tN3DoK3GebNe+83X/auUWfqQu3ZwHiUgCIuvK25NLDffQ4noEJEtth4JgNXCrBcPAzm&#10;mFt/4R86b2OpxIRDjgaqGNtc61BU5DCMfEsst6PvHEZZu1LbDi9i7hqdJkmmHdYsCRW29F5Rcdr+&#10;OgN/2QE34St9+3i2ka4vk5X/3qyMeXrsX2egIvXxLr59r63UT7OpAAiOzKA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VRoP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5CZcQA&#10;AADeAAAADwAAAGRycy9kb3ducmV2LnhtbERPS27CMBDdV+IO1iB1VxxSyidgEKqoxK4QOMAoHpyI&#10;eBxiA2lPjytVYjdP7zuLVWdrcaPWV44VDAcJCOLC6YqNguPh620KwgdkjbVjUvBDHlbL3ssCM+3u&#10;vKdbHoyIIewzVFCG0GRS+qIki37gGuLInVxrMUTYGqlbvMdwW8s0ScbSYsWxocSGPksqzvnVKri4&#10;9EN3+Qa/z5vZrjJmdPndj5R67XfrOYhAXXiK/91bHeenk/cx/L0Tb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OQm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6BFcQA&#10;AADeAAAADwAAAGRycy9kb3ducmV2LnhtbERPPW/CMBDdkfofrKvUrTgFQUKIQW0lJFagQ8fDPpLQ&#10;+JzGbgj8+rpSJbZ7ep9XrAfbiJ46XztW8DJOQBBrZ2ouFXwcNs8ZCB+QDTaOScGVPKxXD6MCc+Mu&#10;vKN+H0oRQ9jnqKAKoc2l9Loii37sWuLInVxnMUTYldJ0eInhtpGTJJlLizXHhgpbeq9If+1/rIJt&#10;faTZXJ8WNnvTu8/bd5imZ6PU0+PwugQRaAh38b97a+L8STpN4e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+gR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DssMUA&#10;AADeAAAADwAAAGRycy9kb3ducmV2LnhtbERPTWvCQBC9F/oflin0phtTqDV1lVootFSFqtjrkB2z&#10;odnZkN3G+O87B6G3mfc1b+bLwTeqpy7WgQ1Mxhko4jLYmisDh/3b6AlUTMgWm8Bk4EIRlovbmzkW&#10;Npz5i/pdqpSEcCzQgEupLbSOpSOPcRxaYuFOofOYZO0qbTs8S7hvdJ5lj9pjzXLBYUuvjsqf3a83&#10;0OP2kn271Wb2Ua/LfLs6flrBzf3d8PIMKtGQ/sVX97uV+vn0QfrKOzKD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gOy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GWscMA&#10;AADeAAAADwAAAGRycy9kb3ducmV2LnhtbERPS0vDQBC+C/0Pywje7MYUfKTdliK0eNToweOYnWbT&#10;ZmfC7tpEf70rCN7m43vOajP5Xp0pxE7YwM28AEXciO24NfD2uru+BxUTssVemAx8UYTNenaxwsrK&#10;yC90rlOrcgjHCg24lIZK69g48hjnMhBn7iDBY8owtNoGHHO473VZFLfaY8e5weFAj46aU/3pDYz7&#10;5uNYHt6t+w6D7OpnOZa9GHN1OW2XoBJN6V/8536yeX55t3i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GWs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VcRsgA&#10;AADeAAAADwAAAGRycy9kb3ducmV2LnhtbESPQU/CQBCF7yT+h82YcIOtDRFSWQiCJMZgDKj3sTu2&#10;1d3ZprtC+ffMgcTbTObNe++bL3vv1JG62AQ2cDfOQBGXwTZcGfh4345moGJCtugCk4EzRVgubgZz&#10;LGw48Z6Oh1QpMeFYoIE6pbbQOpY1eYzj0BLL7Tt0HpOsXaVthycx907nWXavPTYsCTW2tK6p/D38&#10;eQPbt437yV/3q0+d1k/TLzd7edzsjBne9qsHUIn69C++fj9bqZ9PJwIgOD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BVx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iJeMYA&#10;AADeAAAADwAAAGRycy9kb3ducmV2LnhtbERPyWrDMBC9F/IPYgq9lERuTBbcyCEUShJIoVmg14k1&#10;tY2tkbFU2/37KFDobR5vndV6MLXoqHWlZQUvkwgEcWZ1ybmCy/l9vAThPLLG2jIp+CUH63T0sMJE&#10;256P1J18LkIIuwQVFN43iZQuK8igm9iGOHDftjXoA2xzqVvsQ7ip5TSK5tJgyaGhwIbeCsqq049R&#10;0H0ervmuc82+Wj67WXzdbj/0l1JPj8PmFYSnwf+L/9w7HeZPF7MY7u+EG2R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iJe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1vEcYA&#10;AADeAAAADwAAAGRycy9kb3ducmV2LnhtbERPTWvCQBC9F/wPywi9NRuDthpdpRYKvQhqe6i3MTsm&#10;wexsurvV1F/vCgVv83ifM1t0phEncr62rGCQpCCIC6trLhV8fb4/jUH4gKyxsUwK/sjDYt57mGGu&#10;7Zk3dNqGUsQQ9jkqqEJocyl9UZFBn9iWOHIH6wyGCF0ptcNzDDeNzNL0WRqsOTZU2NJbRcVx+2sU&#10;LCfj5c96yKvLZr+j3ff+OMpcqtRjv3udggjUhbv43/2h4/zsZTSE2zvxBj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1vEcYAAADeAAAADwAAAAAAAAAAAAAAAACYAgAAZHJz&#10;L2Rvd25yZXYueG1sUEsFBgAAAAAEAAQA9QAAAIsDAAAAAA==&#10;" fillcolor="black" stroked="f"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LEisYA&#10;AADeAAAADwAAAGRycy9kb3ducmV2LnhtbERPS2vCQBC+F/oflin0VjcNxErqKrWtIFQPPg49jtkx&#10;WZKdDdlVY3+9KxS8zcf3nPG0t404UeeNYwWvgwQEceG04VLBbjt/GYHwAVlj45gUXMjDdPL4MMZc&#10;uzOv6bQJpYgh7HNUUIXQ5lL6oiKLfuBa4sgdXGcxRNiVUnd4juG2kWmSDKVFw7GhwpY+KyrqzdEq&#10;+P0ZmtHaULpf/s2+9TKrZ6uvWqnnp/7jHUSgPtzF/+6FjvPTtyyD2zvxBjm5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LEi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I3z8QA&#10;AADeAAAADwAAAGRycy9kb3ducmV2LnhtbERPS2sCMRC+F/wPYYTealahKlujiEX04qE+6HXYTDfb&#10;3Uy2SdTVX98Ihd7m43vObNHZRlzIh8qxguEgA0FcOF1xqeB4WL9MQYSIrLFxTApuFGAx7z3NMNfu&#10;yh902cdSpBAOOSowMba5lKEwZDEMXEucuC/nLcYEfSm1x2sKt40cZdlYWqw4NRhsaWWoqPdnq8Av&#10;P9/rO59PdXbf3cLmu/uZolHqud8t30BE6uK/+M+91Wn+aPI6hs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yN8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8kH8QA&#10;AADeAAAADwAAAGRycy9kb3ducmV2LnhtbERP22rCQBB9L/Qflin0pdSNAZuaukoRhEKloPUDxuw0&#10;Cd2dDdlRY7/eFYS+zeFcZ7YYvFNH6mMb2MB4lIEiroJtuTaw+149v4KKgmzRBSYDZ4qwmN/fzbC0&#10;4cQbOm6lVimEY4kGGpGu1DpWDXmMo9ARJ+4n9B4lwb7WtsdTCvdO51n2oj22nBoa7GjZUPW7PXgD&#10;Lt+76WcR13Le6XX252Xz9GWNeXwY3t9ACQ3yL765P2yanxeTAq7vpBv0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PJB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xN8cA&#10;AADeAAAADwAAAGRycy9kb3ducmV2LnhtbESPT0/DMAzF70j7DpEncWMplfijsmwCpkm97EAZ2tVr&#10;TFOROFUTtrJPjw9I3Gy95/d+Xq6n4NWJxtRHNnC7KEARt9H23BnYv29vHkGljGzRRyYDP5RgvZpd&#10;LbGy8cxvdGpypySEU4UGXM5DpXVqHQVMizgQi/YZx4BZ1rHTdsSzhAevy6K41wF7lgaHA706ar+a&#10;72Bg0wy+3NfuJR0+dsejry9bOmyMuZ5Pz0+gMk353/x3XVvBLx/uhF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A8T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nmmsIA&#10;AADeAAAADwAAAGRycy9kb3ducmV2LnhtbERPS2sCMRC+C/0PYQq9aVLBR1ejlFJB8OTr0NuQjLur&#10;m8myie723xtB8DYf33Pmy85V4kZNKD1r+BwoEMTG25JzDYf9qj8FESKyxcozafinAMvFW2+OmfUt&#10;b+m2i7lIIRwy1FDEWGdSBlOQwzDwNXHiTr5xGBNscmkbbFO4q+RQqbF0WHJqKLCmn4LMZXd1Gs4r&#10;ufFGoTkeju3aTv5+x1QprT/eu+8ZiEhdfImf7rVN84eT0Rc83k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Seaa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d23ccA&#10;AADeAAAADwAAAGRycy9kb3ducmV2LnhtbESPQWvCQBCF74X+h2WE3urGFKxEV7GCUFo8VKX0OGbH&#10;JCQ7G3ZXTf+9cyj0NsO8ee99i9XgOnWlEBvPBibjDBRx6W3DlYHjYfs8AxUTssXOMxn4pQir5ePD&#10;Agvrb/xF132qlJhwLNBAnVJfaB3LmhzGse+J5Xb2wWGSNVTaBryJuet0nmVT7bBhSaixp01NZbu/&#10;OAM/l08+714+1uEtffvhENv8NGuNeRoN6zmoREP6F/99v1upn79OBUBwZAa9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3dt3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GNMYA&#10;AADeAAAADwAAAGRycy9kb3ducmV2LnhtbERPTWvCQBC9F/oflhF6azaG1mp0lSoUehGq7aHexuyY&#10;BLOzcXer0V/vCgVv83ifM5l1phFHcr62rKCfpCCIC6trLhX8fH88D0H4gKyxsUwKzuRhNn18mGCu&#10;7YlXdFyHUsQQ9jkqqEJocyl9UZFBn9iWOHI76wyGCF0ptcNTDDeNzNJ0IA3WHBsqbGlRUbFf/xkF&#10;89Fwfvh64eVltd3Q5ne7f81cqtRTr3sfgwjUhbv43/2p4/zsbdCH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YGNMYAAADeAAAADwAAAAAAAAAAAAAAAACYAgAAZHJz&#10;L2Rvd25yZXYueG1sUEsFBgAAAAAEAAQA9QAAAIsDAAAAAA==&#10;" fillcolor="black" stroked="f"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T6cMA&#10;AADeAAAADwAAAGRycy9kb3ducmV2LnhtbERP30vDMBB+H+x/CCf4tqVWmFKXjTIYik/dVHy9Nbem&#10;rLmUJGb1vzeC4Nt9fD9vvZ3sIBL50DtWcLcsQBC3TvfcKXh/2y8eQYSIrHFwTAq+KcB2M5+tsdLu&#10;ygdKx9iJHMKhQgUmxrGSMrSGLIalG4kzd3beYszQd1J7vOZwO8iyKFbSYs+5weBIO0Pt5fhlFaTT&#10;rqnv02cyh1dfd941zx+nRqnbm6l+AhFpiv/iP/eLzvPLh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KT6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Jye8UA&#10;AADeAAAADwAAAGRycy9kb3ducmV2LnhtbERPTWvCQBC9C/0PyxS81Y0KqU1dRUSL7UUbhfY4ZKfZ&#10;YHY2ZLcx9td3CwVv83ifM1/2thYdtb5yrGA8SkAQF05XXCo4HbcPMxA+IGusHZOCK3lYLu4Gc8y0&#10;u/A7dXkoRQxhn6ECE0KTSekLQxb9yDXEkftyrcUQYVtK3eIlhttaTpIklRYrjg0GG1obKs75t1Xg&#10;x+vNx5v9eeo+Xwzv81eTHkqj1PC+Xz2DCNSHm/jfvdNx/uQxncLf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4nJ7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3B3C63" w:rsidRPr="00DE6ED3" w:rsidRDefault="003B3C63" w:rsidP="003B3C6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3C63" w:rsidRDefault="003B3C63" w:rsidP="003B3C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3C63" w:rsidRDefault="003B3C63" w:rsidP="003B3C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3C63" w:rsidRPr="00DE6ED3" w:rsidRDefault="003B3C63" w:rsidP="003B3C6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>.03. 2021р.                                Крупець                                        №_____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Свецькій Т.А.</w:t>
      </w:r>
    </w:p>
    <w:p w:rsidR="003B3C63" w:rsidRPr="00DE6ED3" w:rsidRDefault="003B3C63" w:rsidP="003B3C6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допункту 34 частини 1 статті 26,  статті 42 Закону України «Про місцеве самоврядування в Україні»,  Земельного кодексу України, Закону України «Про </w:t>
      </w:r>
      <w:r>
        <w:rPr>
          <w:rFonts w:ascii="Times New Roman" w:eastAsia="Calibri" w:hAnsi="Times New Roman" w:cs="Times New Roman"/>
          <w:sz w:val="24"/>
        </w:rPr>
        <w:t>землеустрій», розглянувши заяву  Свецької Т.А.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3C63" w:rsidRPr="0082087E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На</w:t>
      </w:r>
      <w:r>
        <w:rPr>
          <w:rFonts w:ascii="Times New Roman" w:eastAsia="Calibri" w:hAnsi="Times New Roman" w:cs="Times New Roman"/>
          <w:sz w:val="24"/>
        </w:rPr>
        <w:t>дати Свецькій Тетяні Антонівні,  яка  зареєстрована</w:t>
      </w:r>
      <w:r w:rsidRPr="00717B0B">
        <w:rPr>
          <w:rFonts w:ascii="Times New Roman" w:eastAsia="Calibri" w:hAnsi="Times New Roman" w:cs="Times New Roman"/>
          <w:sz w:val="24"/>
        </w:rPr>
        <w:t xml:space="preserve">  за адре</w:t>
      </w:r>
      <w:r>
        <w:rPr>
          <w:rFonts w:ascii="Times New Roman" w:eastAsia="Calibri" w:hAnsi="Times New Roman" w:cs="Times New Roman"/>
          <w:sz w:val="24"/>
        </w:rPr>
        <w:t>сою: ____________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площею 0,1000</w:t>
      </w:r>
      <w:r w:rsidRPr="00DE6ED3">
        <w:rPr>
          <w:rFonts w:ascii="Times New Roman" w:eastAsia="Calibri" w:hAnsi="Times New Roman" w:cs="Times New Roman"/>
          <w:sz w:val="24"/>
        </w:rPr>
        <w:t xml:space="preserve"> га,  для </w:t>
      </w:r>
      <w:r>
        <w:rPr>
          <w:rFonts w:ascii="Times New Roman" w:eastAsia="Calibri" w:hAnsi="Times New Roman" w:cs="Times New Roman"/>
          <w:sz w:val="24"/>
        </w:rPr>
        <w:t>будівництва та обслуговування житлового будинку, господарських будівель і споруд, кадастровий номер 6823984000:01:009:0112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 w:rsidRPr="008208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Славутський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(Шепетівський) </w:t>
      </w:r>
      <w:r w:rsidRPr="0082087E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 с. Крупець, вулиця Хмельницького Б., 132.</w:t>
      </w: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Свецькій Т.А.</w:t>
      </w:r>
      <w:r w:rsidRPr="00DE6ED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B3C63" w:rsidRPr="00DE6ED3" w:rsidRDefault="003B3C63" w:rsidP="003B3C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3C63" w:rsidRPr="00DE6ED3" w:rsidRDefault="003B3C63" w:rsidP="003B3C6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3C63" w:rsidRPr="00DE6ED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C30DB" w:rsidRPr="003B3C63" w:rsidRDefault="003B3C63" w:rsidP="003B3C6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bookmarkStart w:id="0" w:name="_GoBack"/>
      <w:bookmarkEnd w:id="0"/>
    </w:p>
    <w:sectPr w:rsidR="00BC30DB" w:rsidRPr="003B3C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C63"/>
    <w:rsid w:val="00171A2E"/>
    <w:rsid w:val="00304C90"/>
    <w:rsid w:val="003B3C63"/>
    <w:rsid w:val="00505B6D"/>
    <w:rsid w:val="006D3977"/>
    <w:rsid w:val="007D6C18"/>
    <w:rsid w:val="00BC30D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270</Words>
  <Characters>1539</Characters>
  <Application>Microsoft Office Word</Application>
  <DocSecurity>0</DocSecurity>
  <Lines>12</Lines>
  <Paragraphs>3</Paragraphs>
  <ScaleCrop>false</ScaleCrop>
  <Company>Microsoft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2021-03-22T07:11:00Z</dcterms:created>
  <dcterms:modified xsi:type="dcterms:W3CDTF">2021-03-22T07:11:00Z</dcterms:modified>
</cp:coreProperties>
</file>