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E28" w:rsidRPr="00154EFF" w:rsidRDefault="00552E28" w:rsidP="00552E28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E28" w:rsidRDefault="00552E28" w:rsidP="00552E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2E28" w:rsidRDefault="00552E28" w:rsidP="00552E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E28" w:rsidRDefault="00552E28" w:rsidP="00552E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2E28" w:rsidRDefault="00552E28" w:rsidP="00552E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E28" w:rsidRDefault="00552E28" w:rsidP="00552E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2E28" w:rsidRDefault="00552E28" w:rsidP="00552E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E28" w:rsidRDefault="00552E28" w:rsidP="00552E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2E28" w:rsidRDefault="00552E28" w:rsidP="00552E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E28" w:rsidRDefault="00552E28" w:rsidP="00552E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2E28" w:rsidRDefault="00552E28" w:rsidP="00552E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E28" w:rsidRDefault="00552E28" w:rsidP="00552E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2E28" w:rsidRDefault="00552E28" w:rsidP="00552E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E28" w:rsidRDefault="00552E28" w:rsidP="00552E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2E28" w:rsidRDefault="00552E28" w:rsidP="00552E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E28" w:rsidRDefault="00552E28" w:rsidP="00552E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2E28" w:rsidRDefault="00552E28" w:rsidP="00552E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E28" w:rsidRDefault="00552E28" w:rsidP="00552E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2E28" w:rsidRDefault="00552E28" w:rsidP="00552E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E28" w:rsidRDefault="00552E28" w:rsidP="00552E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2E28" w:rsidRDefault="00552E28" w:rsidP="00552E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E28" w:rsidRDefault="00552E28" w:rsidP="00552E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E28" w:rsidRDefault="00552E28" w:rsidP="00552E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E28" w:rsidRDefault="00552E28" w:rsidP="00552E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E28" w:rsidRDefault="00552E28" w:rsidP="00552E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E28" w:rsidRDefault="00552E28" w:rsidP="00552E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E28" w:rsidRDefault="00552E28" w:rsidP="00552E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E28" w:rsidRDefault="00552E28" w:rsidP="00552E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E28" w:rsidRDefault="00552E28" w:rsidP="00552E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E28" w:rsidRDefault="00552E28" w:rsidP="00552E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E28" w:rsidRDefault="00552E28" w:rsidP="00552E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52E28" w:rsidRDefault="00552E28" w:rsidP="00552E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52E28" w:rsidRDefault="00552E28" w:rsidP="00552E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52E28" w:rsidRDefault="00552E28" w:rsidP="00552E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52E28" w:rsidRDefault="00552E28" w:rsidP="00552E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52E28" w:rsidRDefault="00552E28" w:rsidP="00552E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52E28" w:rsidRDefault="00552E28" w:rsidP="00552E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52E28" w:rsidRDefault="00552E28" w:rsidP="00552E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52E28" w:rsidRDefault="00552E28" w:rsidP="00552E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52E28" w:rsidRDefault="00552E28" w:rsidP="00552E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52E28" w:rsidRDefault="00552E28" w:rsidP="00552E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52E28" w:rsidRDefault="00552E28" w:rsidP="00552E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52E28" w:rsidRDefault="00552E28" w:rsidP="00552E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52E28" w:rsidRDefault="00552E28" w:rsidP="00552E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52E28" w:rsidRDefault="00552E28" w:rsidP="00552E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52E28" w:rsidRDefault="00552E28" w:rsidP="00552E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52E28" w:rsidRDefault="00552E28" w:rsidP="00552E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52E28" w:rsidRDefault="00552E28" w:rsidP="00552E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52E28" w:rsidRDefault="00552E28" w:rsidP="00552E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52E28" w:rsidRDefault="00552E28" w:rsidP="00552E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52E28" w:rsidRDefault="00552E28" w:rsidP="00552E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552E28" w:rsidRDefault="00552E28" w:rsidP="00552E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52E28" w:rsidRDefault="00552E28" w:rsidP="00552E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52E28" w:rsidRDefault="00552E28" w:rsidP="00552E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52E28" w:rsidRDefault="00552E28" w:rsidP="00552E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52E28" w:rsidRDefault="00552E28" w:rsidP="00552E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52E28" w:rsidRDefault="00552E28" w:rsidP="00552E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52E28" w:rsidRDefault="00552E28" w:rsidP="00552E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552E28" w:rsidRDefault="00552E28" w:rsidP="00552E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52E28" w:rsidRDefault="00552E28" w:rsidP="00552E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52E28" w:rsidRDefault="00552E28" w:rsidP="00552E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52E28" w:rsidRDefault="00552E28" w:rsidP="00552E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2E28" w:rsidRDefault="00552E28" w:rsidP="00552E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2E28" w:rsidRDefault="00552E28" w:rsidP="00552E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2E28" w:rsidRDefault="00552E28" w:rsidP="00552E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2E28" w:rsidRDefault="00552E28" w:rsidP="00552E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52E28" w:rsidRDefault="00552E28" w:rsidP="00552E2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52E28" w:rsidRDefault="00552E28" w:rsidP="00552E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552E28" w:rsidRDefault="00552E28" w:rsidP="00552E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52E28" w:rsidRDefault="00552E28" w:rsidP="00552E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2E28" w:rsidRDefault="00552E28" w:rsidP="00552E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52E28" w:rsidRDefault="00552E28" w:rsidP="00552E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2E28" w:rsidRDefault="00552E28" w:rsidP="00552E2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52E28" w:rsidRDefault="00552E28" w:rsidP="00552E2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52E28" w:rsidRPr="00F55ACB" w:rsidRDefault="00552E28" w:rsidP="00552E28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№91</w:t>
      </w:r>
    </w:p>
    <w:p w:rsidR="00552E28" w:rsidRDefault="00552E28" w:rsidP="00552E28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52E28" w:rsidRPr="000330F8" w:rsidRDefault="00552E28" w:rsidP="00552E28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0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розробку технічної</w:t>
      </w:r>
    </w:p>
    <w:p w:rsidR="00552E28" w:rsidRPr="000330F8" w:rsidRDefault="00552E28" w:rsidP="00552E28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0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документації із землеустрою щодо поділу</w:t>
      </w:r>
    </w:p>
    <w:p w:rsidR="00552E28" w:rsidRPr="000330F8" w:rsidRDefault="00552E28" w:rsidP="00552E28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330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 об’єднання земельної ділянки</w:t>
      </w:r>
    </w:p>
    <w:p w:rsidR="00552E28" w:rsidRPr="000330F8" w:rsidRDefault="00552E28" w:rsidP="00552E28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6823984000:01:010:0026</w:t>
      </w:r>
      <w:r w:rsidRPr="000330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proofErr w:type="spellStart"/>
      <w:r w:rsidRPr="000330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Крупецької</w:t>
      </w:r>
      <w:proofErr w:type="spellEnd"/>
      <w:r w:rsidRPr="000330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сільської ради</w:t>
      </w:r>
    </w:p>
    <w:p w:rsidR="00552E28" w:rsidRPr="000330F8" w:rsidRDefault="00552E28" w:rsidP="00552E2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52E28" w:rsidRPr="000330F8" w:rsidRDefault="00552E28" w:rsidP="00552E2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</w:t>
      </w:r>
      <w:r w:rsidRPr="000330F8">
        <w:rPr>
          <w:rFonts w:ascii="Times New Roman" w:eastAsia="Calibri" w:hAnsi="Times New Roman" w:cs="Times New Roman"/>
          <w:sz w:val="24"/>
          <w:szCs w:val="24"/>
        </w:rPr>
        <w:t xml:space="preserve"> Відповідно до пункту 34 частини 1 статті 26,  статті 42 Закону України «Про місцеве самоврядування в Україні», </w:t>
      </w:r>
      <w:r>
        <w:rPr>
          <w:rFonts w:ascii="Times New Roman" w:eastAsia="Calibri" w:hAnsi="Times New Roman" w:cs="Times New Roman"/>
          <w:sz w:val="24"/>
          <w:szCs w:val="24"/>
        </w:rPr>
        <w:t>12, 79</w:t>
      </w: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, 186</w:t>
      </w:r>
      <w:r w:rsidRPr="000330F8">
        <w:rPr>
          <w:rFonts w:ascii="Times New Roman" w:eastAsia="Calibri" w:hAnsi="Times New Roman" w:cs="Times New Roman"/>
          <w:sz w:val="24"/>
          <w:szCs w:val="24"/>
        </w:rPr>
        <w:t xml:space="preserve"> Земельного кодексу України, Закону України «Про землеустрій»,  враховуючи пропозицію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552E28" w:rsidRPr="000330F8" w:rsidRDefault="00552E28" w:rsidP="00552E2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30F8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552E28" w:rsidRPr="00FD01F8" w:rsidRDefault="00552E28" w:rsidP="00552E2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Надати  </w:t>
      </w:r>
      <w:proofErr w:type="spellStart"/>
      <w:r w:rsidRPr="00FD01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Крупецькій</w:t>
      </w:r>
      <w:proofErr w:type="spellEnd"/>
      <w:r w:rsidRPr="00FD01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сільській раді </w:t>
      </w:r>
      <w:r w:rsidRPr="00FD01F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r w:rsidRPr="00FD01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виготовлення </w:t>
      </w:r>
      <w:r w:rsidRPr="00FD01F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 документації  із землеустрою щодо поділу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01F8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об’єднання земельної ділянки комунальної власності площею 0,8438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0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га, кадастровий  номер </w:t>
      </w:r>
      <w:r w:rsidRPr="00FD01F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6823984000:01:010:0026</w:t>
      </w:r>
      <w:r w:rsidRPr="00FD0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r w:rsidRPr="00FD01F8">
        <w:rPr>
          <w:rFonts w:ascii="Times New Roman" w:hAnsi="Times New Roman" w:cs="Times New Roman"/>
          <w:sz w:val="24"/>
          <w:szCs w:val="24"/>
        </w:rPr>
        <w:t>03.05 Для будівництва та обслуговування будівель закладів культурно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01F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01F8">
        <w:rPr>
          <w:rFonts w:ascii="Times New Roman" w:hAnsi="Times New Roman" w:cs="Times New Roman"/>
          <w:sz w:val="24"/>
          <w:szCs w:val="24"/>
        </w:rPr>
        <w:t>просвітницького обслуговування Для будівництва та обслуговування будівель закладів культурно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01F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01F8">
        <w:rPr>
          <w:rFonts w:ascii="Times New Roman" w:hAnsi="Times New Roman" w:cs="Times New Roman"/>
          <w:sz w:val="24"/>
          <w:szCs w:val="24"/>
        </w:rPr>
        <w:t>просвітницького обслуговування</w:t>
      </w:r>
      <w:r w:rsidRPr="00FD0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яка розташована  Хмельницька область, </w:t>
      </w:r>
      <w:proofErr w:type="spellStart"/>
      <w:r w:rsidRPr="00FD01F8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Славутський</w:t>
      </w:r>
      <w:proofErr w:type="spellEnd"/>
      <w:r w:rsidRPr="00FD0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</w:t>
      </w:r>
      <w:proofErr w:type="spellStart"/>
      <w:r w:rsidRPr="00FD01F8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Крупецька</w:t>
      </w:r>
      <w:proofErr w:type="spellEnd"/>
      <w:r w:rsidRPr="00FD0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сільська рада.  </w:t>
      </w:r>
    </w:p>
    <w:p w:rsidR="00552E28" w:rsidRPr="00FD01F8" w:rsidRDefault="00552E28" w:rsidP="00552E2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01F8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FD01F8">
        <w:rPr>
          <w:rFonts w:ascii="Times New Roman" w:eastAsia="Calibri" w:hAnsi="Times New Roman" w:cs="Times New Roman"/>
          <w:sz w:val="24"/>
          <w:szCs w:val="24"/>
        </w:rPr>
        <w:t xml:space="preserve">Крупецькій сільській раді, розробити  технічну документацію із землеустрою  щодо </w:t>
      </w:r>
      <w:r w:rsidRPr="00FD01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поділу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D01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об’єднання земельної ділянки </w:t>
      </w:r>
      <w:r w:rsidRPr="00FD01F8">
        <w:rPr>
          <w:rFonts w:ascii="Times New Roman" w:eastAsia="Calibri" w:hAnsi="Times New Roman" w:cs="Times New Roman"/>
          <w:sz w:val="24"/>
          <w:szCs w:val="24"/>
        </w:rPr>
        <w:t>та подати на  розгляд сесії сільської ради.</w:t>
      </w:r>
    </w:p>
    <w:p w:rsidR="00552E28" w:rsidRPr="00FD01F8" w:rsidRDefault="00552E28" w:rsidP="00552E2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01F8">
        <w:rPr>
          <w:rFonts w:ascii="Times New Roman" w:eastAsia="Calibri" w:hAnsi="Times New Roman" w:cs="Times New Roman"/>
          <w:sz w:val="24"/>
          <w:szCs w:val="24"/>
        </w:rPr>
        <w:t xml:space="preserve">   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552E28" w:rsidRPr="000330F8" w:rsidRDefault="00552E28" w:rsidP="00552E2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561FA" w:rsidRPr="00552E28" w:rsidRDefault="00552E28" w:rsidP="00552E28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330F8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Валерій   МИХАЛЮК</w:t>
      </w:r>
      <w:bookmarkStart w:id="0" w:name="_GoBack"/>
      <w:bookmarkEnd w:id="0"/>
    </w:p>
    <w:sectPr w:rsidR="004561FA" w:rsidRPr="00552E2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28"/>
    <w:rsid w:val="004561FA"/>
    <w:rsid w:val="00552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E2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552E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552E28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E2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552E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552E28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285</Words>
  <Characters>1629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2022-02-08T06:58:00Z</dcterms:created>
  <dcterms:modified xsi:type="dcterms:W3CDTF">2022-02-08T06:58:00Z</dcterms:modified>
</cp:coreProperties>
</file>