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33" w:rsidRDefault="00B93333" w:rsidP="00B933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5B72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93333" w:rsidRDefault="00B93333" w:rsidP="00B93333"/>
    <w:p w:rsidR="00B93333" w:rsidRDefault="00B93333" w:rsidP="00B93333"/>
    <w:p w:rsidR="00B93333" w:rsidRDefault="00B93333" w:rsidP="00B93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93333" w:rsidRDefault="00B93333" w:rsidP="00B93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93333" w:rsidRDefault="00B93333" w:rsidP="00B93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93333" w:rsidRDefault="00B93333" w:rsidP="00B93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93333" w:rsidRDefault="00B93333" w:rsidP="00B93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333" w:rsidRDefault="00B93333" w:rsidP="00B933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93333" w:rsidRDefault="00B93333" w:rsidP="00B933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3333" w:rsidRPr="001C3332" w:rsidRDefault="00B93333" w:rsidP="00B933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93333" w:rsidRDefault="00B93333" w:rsidP="00B933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3333" w:rsidRDefault="00B93333" w:rsidP="00B9333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16.12.2019  року                                    Крупець                                                   №13</w:t>
      </w:r>
    </w:p>
    <w:p w:rsidR="00B93333" w:rsidRDefault="00B93333" w:rsidP="00B9333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3333" w:rsidRDefault="00B93333" w:rsidP="00B933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B93333" w:rsidRDefault="00B93333" w:rsidP="00B933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B93333" w:rsidRDefault="00B93333" w:rsidP="00B93333">
      <w:pPr>
        <w:autoSpaceDE w:val="0"/>
        <w:autoSpaceDN w:val="0"/>
        <w:adjustRightInd w:val="0"/>
        <w:jc w:val="both"/>
      </w:pPr>
      <w:r>
        <w:t xml:space="preserve">  </w:t>
      </w:r>
    </w:p>
    <w:p w:rsidR="00B93333" w:rsidRPr="00F97E23" w:rsidRDefault="00B93333" w:rsidP="00B93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</w:t>
      </w:r>
      <w:r w:rsidRPr="00093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рішення сесії сільської ради №13  від 12.01</w:t>
      </w:r>
      <w:r w:rsidRPr="00F97E23">
        <w:rPr>
          <w:rFonts w:ascii="Times New Roman" w:hAnsi="Times New Roman" w:cs="Times New Roman"/>
          <w:sz w:val="24"/>
          <w:szCs w:val="24"/>
        </w:rPr>
        <w:t>.2018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F97E23">
        <w:rPr>
          <w:rFonts w:ascii="Times New Roman" w:hAnsi="Times New Roman" w:cs="Times New Roman"/>
          <w:sz w:val="24"/>
          <w:szCs w:val="24"/>
        </w:rPr>
        <w:t xml:space="preserve"> рішення сесії сільської ради № 13 від 22.12.2018 року « Про місцевий  бюджет Крупецької сільської ради  на 2019 рік », та рішення сесії сільської ради №7  від 22.12.2018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ради»,   сільська рада </w:t>
      </w:r>
    </w:p>
    <w:p w:rsidR="00B93333" w:rsidRPr="00F97E23" w:rsidRDefault="00B93333" w:rsidP="00B933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B93333" w:rsidRDefault="00B93333" w:rsidP="00B93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     1.  Надати матеріальну допомогу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Лелях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Валентині Артемівні </w:t>
      </w:r>
      <w:r w:rsidRPr="00F97E23">
        <w:rPr>
          <w:rFonts w:ascii="Times New Roman" w:hAnsi="Times New Roman" w:cs="Times New Roman"/>
          <w:sz w:val="24"/>
          <w:szCs w:val="24"/>
        </w:rPr>
        <w:t xml:space="preserve">    на  поховання  </w:t>
      </w:r>
      <w:r>
        <w:rPr>
          <w:rFonts w:ascii="Times New Roman" w:hAnsi="Times New Roman" w:cs="Times New Roman"/>
          <w:sz w:val="24"/>
          <w:szCs w:val="24"/>
        </w:rPr>
        <w:t xml:space="preserve"> брата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Лелях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Олександра  Артемовича   , який   помер 20.11.</w:t>
      </w:r>
      <w:r w:rsidRPr="00F97E23">
        <w:rPr>
          <w:rFonts w:ascii="Times New Roman" w:hAnsi="Times New Roman" w:cs="Times New Roman"/>
          <w:sz w:val="24"/>
          <w:szCs w:val="24"/>
        </w:rPr>
        <w:t xml:space="preserve"> 2019  року , в  розмірі  3000.00  ( три тисячі ) грн.</w:t>
      </w:r>
    </w:p>
    <w:p w:rsidR="00B93333" w:rsidRPr="00F97E23" w:rsidRDefault="00B93333" w:rsidP="00B93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Pr="00F97E23">
        <w:rPr>
          <w:rFonts w:ascii="Times New Roman" w:hAnsi="Times New Roman" w:cs="Times New Roman"/>
          <w:sz w:val="24"/>
          <w:szCs w:val="24"/>
        </w:rPr>
        <w:t xml:space="preserve"> Надати матеріальну допомогу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Людмилі Володимирівні  </w:t>
      </w:r>
      <w:r w:rsidRPr="00F97E23">
        <w:rPr>
          <w:rFonts w:ascii="Times New Roman" w:hAnsi="Times New Roman" w:cs="Times New Roman"/>
          <w:sz w:val="24"/>
          <w:szCs w:val="24"/>
        </w:rPr>
        <w:t xml:space="preserve">    на  поховання  </w:t>
      </w:r>
      <w:r>
        <w:rPr>
          <w:rFonts w:ascii="Times New Roman" w:hAnsi="Times New Roman" w:cs="Times New Roman"/>
          <w:sz w:val="24"/>
          <w:szCs w:val="24"/>
        </w:rPr>
        <w:t xml:space="preserve"> брата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Віктора Володимировича   , який   помер в листопаді 2018 року ( АЗ про смерть № 1 від 12.12.2019 року ) , в  розмірі  2000.00  ( дві</w:t>
      </w:r>
      <w:r w:rsidRPr="00F97E23">
        <w:rPr>
          <w:rFonts w:ascii="Times New Roman" w:hAnsi="Times New Roman" w:cs="Times New Roman"/>
          <w:sz w:val="24"/>
          <w:szCs w:val="24"/>
        </w:rPr>
        <w:t xml:space="preserve"> тисячі ) грн.</w:t>
      </w:r>
    </w:p>
    <w:p w:rsidR="00B93333" w:rsidRPr="00F97E23" w:rsidRDefault="00B93333" w:rsidP="00B93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3</w:t>
      </w:r>
      <w:r w:rsidRPr="00F97E23">
        <w:rPr>
          <w:rFonts w:ascii="Times New Roman" w:hAnsi="Times New Roman" w:cs="Times New Roman"/>
          <w:sz w:val="24"/>
          <w:szCs w:val="24"/>
        </w:rPr>
        <w:t>. Відділу бухгалтерського обліку сільської ради ( М.М.Нечипорук) здійснити виплату матеріальної допомоги.</w:t>
      </w:r>
    </w:p>
    <w:p w:rsidR="00B93333" w:rsidRPr="00F97E23" w:rsidRDefault="00B93333" w:rsidP="00B93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4</w:t>
      </w:r>
      <w:r w:rsidRPr="00F97E23">
        <w:rPr>
          <w:rFonts w:ascii="Times New Roman" w:hAnsi="Times New Roman" w:cs="Times New Roman"/>
          <w:sz w:val="24"/>
          <w:szCs w:val="24"/>
        </w:rPr>
        <w:t xml:space="preserve">.Контроль за виконанням цього рішення покласти на постійну комісію з питань фінансів , бюджету , планування , </w:t>
      </w:r>
      <w:proofErr w:type="spellStart"/>
      <w:r w:rsidRPr="00F97E23">
        <w:rPr>
          <w:rFonts w:ascii="Times New Roman" w:hAnsi="Times New Roman" w:cs="Times New Roman"/>
          <w:sz w:val="24"/>
          <w:szCs w:val="24"/>
        </w:rPr>
        <w:t>соціально-</w:t>
      </w:r>
      <w:proofErr w:type="spellEnd"/>
      <w:r w:rsidRPr="00F97E23">
        <w:rPr>
          <w:rFonts w:ascii="Times New Roman" w:hAnsi="Times New Roman" w:cs="Times New Roman"/>
          <w:sz w:val="24"/>
          <w:szCs w:val="24"/>
        </w:rPr>
        <w:t xml:space="preserve"> економічного розвитку , інвестицій та міжнародного співробітництва ( О.В.</w:t>
      </w:r>
      <w:proofErr w:type="spellStart"/>
      <w:r w:rsidRPr="00F97E23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F97E23">
        <w:rPr>
          <w:rFonts w:ascii="Times New Roman" w:hAnsi="Times New Roman" w:cs="Times New Roman"/>
          <w:sz w:val="24"/>
          <w:szCs w:val="24"/>
        </w:rPr>
        <w:t>)</w:t>
      </w:r>
    </w:p>
    <w:p w:rsidR="00B93333" w:rsidRDefault="00B93333" w:rsidP="00B93333"/>
    <w:p w:rsidR="00B93333" w:rsidRDefault="00B93333" w:rsidP="00B933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60316C" w:rsidRDefault="0060316C"/>
    <w:sectPr w:rsidR="0060316C" w:rsidSect="00603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93333"/>
    <w:rsid w:val="00171A2E"/>
    <w:rsid w:val="00304C90"/>
    <w:rsid w:val="00505B6D"/>
    <w:rsid w:val="0060316C"/>
    <w:rsid w:val="006D3977"/>
    <w:rsid w:val="007D6C18"/>
    <w:rsid w:val="00B93333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33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312</Words>
  <Characters>1784</Characters>
  <Application>Microsoft Office Word</Application>
  <DocSecurity>0</DocSecurity>
  <Lines>14</Lines>
  <Paragraphs>4</Paragraphs>
  <ScaleCrop>false</ScaleCrop>
  <Company>Microsoft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2019-12-17T13:35:00Z</dcterms:created>
  <dcterms:modified xsi:type="dcterms:W3CDTF">2019-12-17T13:36:00Z</dcterms:modified>
</cp:coreProperties>
</file>