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4A5" w:rsidRDefault="004034A5" w:rsidP="004034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9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3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30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3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4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35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36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37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38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39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40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42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43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44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5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46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47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49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50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0" o:spid="_x0000_s1026" style="position:absolute;margin-left:223.65pt;margin-top:0;width:34.4pt;height:48.3pt;z-index:25167769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">
                <v:shape id="Freeform 21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lctsAA&#10;AADbAAAADwAAAGRycy9kb3ducmV2LnhtbERPz2vCMBS+C/sfwht403QRdHRGGRNF8KR1Y8dH89aW&#10;NS8libX+9+YgePz4fi/Xg21FTz40jjW8TTMQxKUzDVcazsV28g4iRGSDrWPScKMA69XLaIm5cVc+&#10;Un+KlUghHHLUUMfY5VKGsiaLYeo64sT9OW8xJugraTxeU7htpcqyubTYcGqosaOvmsr/08VqOPRq&#10;/vO729hiVqmFL2ffG9W0Wo9fh88PEJGG+BQ/3HujQaX16Uv6AXJ1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lctsAAAADbAAAADwAAAAAAAAAAAAAAAACYAgAAZHJzL2Rvd25y&#10;ZXYueG1sUEsFBgAAAAAEAAQA9QAAAIU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2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FaSsQA&#10;AADbAAAADwAAAGRycy9kb3ducmV2LnhtbESPT2vCQBTE7wW/w/KEXopukoNKdA0iCLWCYCz0+si+&#10;5k+zb0N2G+O3d4VCj8PM/IbZZKNpxUC9qy0riOcRCOLC6ppLBZ/Xw2wFwnlkja1lUnAnB9l28rLB&#10;VNsbX2jIfSkChF2KCirvu1RKV1Rk0M1tRxy8b9sb9EH2pdQ93gLctDKJooU0WHNYqLCjfUXFT/5r&#10;FMhrfvTHZW3e4o+v8xjbZn8qGqVep+NuDcLT6P/Df+13rSCJ4fkl/AC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BWkr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23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j71MYA&#10;AADbAAAADwAAAGRycy9kb3ducmV2LnhtbESPQWsCMRSE7wX/Q3iCl1KzLq3Y1SgqWMRDodren5vn&#10;7urmZU1S3fbXN0LB4zAz3zCTWWtqcSHnK8sKBv0EBHFudcWFgs/d6mkEwgdkjbVlUvBDHmbTzsME&#10;M22v/EGXbShEhLDPUEEZQpNJ6fOSDPq+bYijd7DOYIjSFVI7vEa4qWWaJENpsOK4UGJDy5Ly0/bb&#10;KFit6fT61Zzfnn/dSzE67t83i92jUr1uOx+DCNSGe/i/vdYK0hRuX+IP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oj71M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4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U4z8MA&#10;AADbAAAADwAAAGRycy9kb3ducmV2LnhtbESPT4vCMBTE78J+h/AW9qapLopU0yK7KIIn/7B7fTbP&#10;ttq8lCba+u2NIHgcZuY3zDztTCVu1LjSsoLhIAJBnFldcq7gsF/2pyCcR9ZYWSYFd3KQJh+9Ocba&#10;tryl287nIkDYxaig8L6OpXRZQQbdwNbEwTvZxqAPssmlbrANcFPJURRNpMGSw0KBNf0UlF12V6Mg&#10;2oyr4+mPu+n/7yq7nNslt+VQqa/PbjED4anz7/CrvdYKRt/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NU4z8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25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3GO8YA&#10;AADbAAAADwAAAGRycy9kb3ducmV2LnhtbESPQWsCMRSE74X+h/AEL6VmFZXt1ihVsEgPgtreXzev&#10;u6ublzWJuvrrm4LQ4zAz3zCTWWtqcSbnK8sK+r0EBHFudcWFgs/d8jkF4QOyxtoyKbiSh9n08WGC&#10;mbYX3tB5GwoRIewzVFCG0GRS+rwkg75nG+Lo/VhnMETpCqkdXiLc1HKQJGNpsOK4UGJDi5Lyw/Zk&#10;FCxXdHj5ao7vw5sbFen+e/0x3z0p1e20b68gArXhP3xvr7SCwRD+vsQf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3GO8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6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FIMIA&#10;AADbAAAADwAAAGRycy9kb3ducmV2LnhtbESPQYvCMBSE74L/ITzBm6YKLlJNiyiK4GndZb0+m2db&#10;bV5KE23990YQ9jjMzDfMMu1MJR7UuNKygsk4AkGcWV1yruD3Zzuag3AeWWNlmRQ8yUGa9HtLjLVt&#10;+ZseR5+LAGEXo4LC+zqW0mUFGXRjWxMH72Ibgz7IJpe6wTbATSWnUfQlDZYcFgqsaV1QdjvejYLo&#10;MKvOlz/u5qfNLrtd2y235USp4aBbLUB46vx/+NPeawXTGby/hB8gk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cAUg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27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kRFMMA&#10;AADbAAAADwAAAGRycy9kb3ducmV2LnhtbESPQWvCQBSE7wX/w/IEb3VjBNHUVSS20Ks2Hry9Zp9J&#10;SPZtyK4x9te7gtDjMDPfMOvtYBrRU+cqywpm0wgEcW51xYWC7OfrfQnCeWSNjWVScCcH283obY2J&#10;tjc+UH/0hQgQdgkqKL1vEyldXpJBN7UtcfAutjPog+wKqTu8BbhpZBxFC2mw4rBQYktpSXl9vBoF&#10;p31dz1cczf/Ofbp06W+WxZdPpSbjYfcBwtPg/8Ov9rdWEC/g+SX8AL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kRFM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8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ooG8cA&#10;AADbAAAADwAAAGRycy9kb3ducmV2LnhtbESPW2vCQBSE3wv9D8sp9KXoRilVUjciYqEFffCC2rdD&#10;9uSC2bMxu41pf70rCH0cZuYbZjLtTCVaalxpWcGgH4EgTq0uOVew2370xiCcR9ZYWSYFv+Rgmjw+&#10;TDDW9sJrajc+FwHCLkYFhfd1LKVLCzLo+rYmDl5mG4M+yCaXusFLgJtKDqPoTRosOSwUWNO8oPS0&#10;+TEKXqk9zpZ/36v98bzwNns5fLnBQannp272DsJT5//D9/anVjAcwe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TaKBvHAAAA2w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29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og/cAA&#10;AADbAAAADwAAAGRycy9kb3ducmV2LnhtbERPTYvCMBC9C/sfwix409QK4lajSFdhr2o97G1sxra0&#10;mZQmW+v+enMQPD7e93o7mEb01LnKsoLZNAJBnFtdcaEgOx8mSxDOI2tsLJOCBznYbj5Ga0y0vfOR&#10;+pMvRAhhl6CC0vs2kdLlJRl0U9sSB+5mO4M+wK6QusN7CDeNjKNoIQ1WHBpKbCktKa9Pf0bB5buu&#10;518czf9/+3Tp0muWxbe9UuPPYbcC4Wnwb/HL/aMVxGFs+BJ+gNw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og/cAAAADbAAAADwAAAAAAAAAAAAAAAACYAgAAZHJzL2Rvd25y&#10;ZXYueG1sUEsFBgAAAAAEAAQA9QAAAIU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0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kZ8scA&#10;AADbAAAADwAAAGRycy9kb3ducmV2LnhtbESPW2vCQBSE3wv9D8sp9KXoRilFUzciYqEFffCC2rdD&#10;9uSC2bMxu41pf70rCH0cZuYbZjLtTCVaalxpWcGgH4EgTq0uOVew2370RiCcR9ZYWSYFv+Rgmjw+&#10;TDDW9sJrajc+FwHCLkYFhfd1LKVLCzLo+rYmDl5mG4M+yCaXusFLgJtKDqPoTRosOSwUWNO8oPS0&#10;+TEKXqk9zpZ/36v98bzwNns5fLnBQannp272DsJT5//D9/anVjAcw+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oJGfL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31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TCOcMA&#10;AADbAAAADwAAAGRycy9kb3ducmV2LnhtbERPXWvCMBR9H/gfwhV8m6k65qhGEUUdDAbWsb1emmtT&#10;bW5qE223X788DPZ4ON/zZWcrcafGl44VjIYJCOLc6ZILBR/H7eMLCB+QNVaOScE3eVgueg9zTLVr&#10;+UD3LBQihrBPUYEJoU6l9Lkhi37oauLInVxjMUTYFFI32MZwW8lxkjxLiyXHBoM1rQ3ll+xmFXw9&#10;Td6d2Wfu1m52P5fDdXr+XL8pNeh3qxmIQF34F/+5X7WCSVwfv8QfIB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TCOc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2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88Q8MA&#10;AADbAAAADwAAAGRycy9kb3ducmV2LnhtbESPQWvCQBSE7wX/w/IEb3VjxRKiq9hiQmhPtfX+yD6T&#10;YPZtml3j+u+7hUKPw8w3w2x2wXRipMG1lhUs5gkI4srqlmsFX5/5YwrCeWSNnWVScCcHu+3kYYOZ&#10;tjf+oPHoaxFL2GWooPG+z6R0VUMG3dz2xNE728Ggj3KopR7wFstNJ5+S5FkabDkuNNjTa0PV5Xg1&#10;CpZvq+9Cv9SHsUsL916e89CGk1KzadivQXgK/j/8R5c6cgv4/RJ/gN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88Q8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33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3j7sMA&#10;AADbAAAADwAAAGRycy9kb3ducmV2LnhtbESPzYvCMBTE74L/Q3gL3jRVwY+uqYiLIIgHPw57fDRv&#10;m9LmpTTZWv97s7DgcZiZ3zCbbW9r0VHrS8cKppMEBHHudMmFgvvtMF6B8AFZY+2YFDzJwzYbDjaY&#10;avfgC3XXUIgIYZ+iAhNCk0rpc0MW/cQ1xNH7ca3FEGVbSN3iI8JtLWdJspAWS44LBhvaG8qr669V&#10;8L0+r6e9+UpO3XJ3DDkjVt1CqdFHv/sEEagP7/B/+6gVzGfw9yX+AJm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m3j7s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4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3GMYA&#10;AADbAAAADwAAAGRycy9kb3ducmV2LnhtbESPzWvCQBTE7wX/h+UJ3urmA6SNrkEExYsHP9p6fGRf&#10;k9Ts25hdNe1f7xYKPQ4z8xtmlvemETfqXG1ZQTyOQBAXVtdcKjgeVs8vIJxH1thYJgXf5CCfD55m&#10;mGl75x3d9r4UAcIuQwWV920mpSsqMujGtiUO3qftDPogu1LqDu8BbhqZRNFEGqw5LFTY0rKi4ry/&#10;GgUf8fbntU37t+TkL5uvZH0pVu8TpUbDfjEF4an3/+G/9kYrSFP4/RJ+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Pt3GM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35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EFCMIA&#10;AADbAAAADwAAAGRycy9kb3ducmV2LnhtbESPUWvCMBSF34X9h3AHvmk6FTeqUYoiOHyy2w+4NNe2&#10;rrkJSbT13y+DgY+Hc853OOvtYDpxJx9aywrephkI4srqlmsF31+HyQeIEJE1dpZJwYMCbDcvozXm&#10;2vZ8pnsZa5EgHHJU0MTocilD1ZDBMLWOOHkX6w3GJH0ttcc+wU0nZ1m2lAZbTgsNOto1VP2UN6MA&#10;vXvfu1L25+X1hMfrZ0ELWyg1fh2KFYhIQ3yG/9tHrWC+gL8v6QfIz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AQUI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6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m8p8YA&#10;AADbAAAADwAAAGRycy9kb3ducmV2LnhtbESPQWvCQBSE70L/w/IKvemmiq3EbKS2DYjmUlsP3h7Z&#10;1yQ0+zZkV43+elcoeBxm5hsmWfSmEUfqXG1ZwfMoAkFcWF1zqeDnOxvOQDiPrLGxTArO5GCRPgwS&#10;jLU98Rcdt74UAcIuRgWV920spSsqMuhGtiUO3q/tDPogu1LqDk8Bbho5jqIXabDmsFBhS+8VFX/b&#10;g1GQZ3mbb/hztv84LCf71WX3yutMqafH/m0OwlPv7+H/9kormEzh9iX8AJl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m8p8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37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AtYsUA&#10;AADbAAAADwAAAGRycy9kb3ducmV2LnhtbESPQWvCQBSE74L/YXlCb7qpQqipqxRBtGAL2oIeX7PP&#10;JJh9G3fXGP99t1DwOMzMN8xs0ZlatOR8ZVnB8ygBQZxbXXGh4PtrNXwB4QOyxtoyKbiTh8W835th&#10;pu2Nd9TuQyEihH2GCsoQmkxKn5dk0I9sQxy9k3UGQ5SukNrhLcJNLcdJkkqDFceFEhtalpSf91ej&#10;4POSXrft4bj+cd2qudTvyw89rZR6GnRvryACdeER/m9vtIJJCn9f4g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IC1i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8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bUpcMA&#10;AADbAAAADwAAAGRycy9kb3ducmV2LnhtbESP3YrCMBSE7xd8h3AE7zRVUZeuUUTwB1kQqw9waM42&#10;ZZuT0kStPr0RFvZymJlvmPmytZW4UeNLxwqGgwQEce50yYWCy3nT/wThA7LGyjEpeJCH5aLzMcdU&#10;uzuf6JaFQkQI+xQVmBDqVEqfG7LoB64mjt6PayyGKJtC6gbvEW4rOUqSqbRYclwwWNPaUP6bXa0C&#10;TuTm+J1XWm6fl9lhZ7LD5Jop1eu2qy8QgdrwH/5r77WC8QzeX+IP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bUpc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39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swQ8EA&#10;AADbAAAADwAAAGRycy9kb3ducmV2LnhtbERPy4rCMBTdD/gP4QruxtTxgVONMr5A3U1nQNxdmmtb&#10;bG5KE7X69WYhuDyc93TemFJcqXaFZQW9bgSCOLW64EzB/9/mcwzCeWSNpWVScCcH81nrY4qxtjf+&#10;pWviMxFC2MWoIPe+iqV0aU4GXddWxIE72dqgD7DOpK7xFsJNKb+iaCQNFhwacqxomVN6Ti5GQXI6&#10;HvWC14PdeOiW+33/8X3YrJTqtJufCQhPjX+LX+6tVtAPY8OX8APk7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mbMEP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40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b/ssMA&#10;AADbAAAADwAAAGRycy9kb3ducmV2LnhtbESPQWsCMRSE7wX/Q3iCt26iC6VdjSJioQcP1e4PeGye&#10;m9XNy7qJuv57Uyj0OMzMN8xiNbhW3KgPjWcN00yBIK68abjWUP58vr6DCBHZYOuZNDwowGo5ellg&#10;Yfyd93Q7xFokCIcCNdgYu0LKUFlyGDLfESfv6HuHMcm+lqbHe4K7Vs6UepMOG04LFjvaWKrOh6vT&#10;MCvXp83xO9+dLrnirbPD9rq3Wk/Gw3oOItIQ/8N/7S+jIf+A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b/ss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41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wBf8EA&#10;AADbAAAADwAAAGRycy9kb3ducmV2LnhtbERPTYvCMBC9C/sfwgh701RR0WqUVVjwIqi7B72NzdgW&#10;m0lNonb315uD4PHxvmeLxlTiTs6XlhX0ugkI4szqknMFvz/fnTEIH5A1VpZJwR95WMw/WjNMtX3w&#10;ju77kIsYwj5FBUUIdSqlzwoy6Lu2Jo7c2TqDIUKXS+3wEcNNJftJMpIGS44NBda0Kii77G9GwXIy&#10;Xl63A978705HOh5Ol2HfJUp9tpuvKYhATXiLX+61VjCI6+OX+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cAX/BAAAA2wAAAA8AAAAAAAAAAAAAAAAAmAIAAGRycy9kb3du&#10;cmV2LnhtbFBLBQYAAAAABAAEAPUAAACGAwAAAAA=&#10;" fillcolor="black" stroked="f"/>
                <v:shape id="Freeform 42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tQW8IA&#10;AADbAAAADwAAAGRycy9kb3ducmV2LnhtbESPQYvCMBSE74L/ITzBi2haEZFqFBEF3YvoruDx0Tzb&#10;YvNSmljrvzcLgsdhZr5hFqvWlKKh2hWWFcSjCARxanXBmYK/391wBsJ5ZI2lZVLwIgerZbezwETb&#10;J5+oOftMBAi7BBXk3leJlC7NyaAb2Yo4eDdbG/RB1pnUNT4D3JRyHEVTabDgsJBjRZuc0vv5YRT8&#10;yLQZHCYUH7Pmet8eZxczPcVK9Xvteg7CU+u/4U97rxVMYvj/En6AXL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m1BbwgAAANsAAAAPAAAAAAAAAAAAAAAAAJgCAABkcnMvZG93&#10;bnJldi54bWxQSwUGAAAAAAQABAD1AAAAhw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43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EWbcQA&#10;AADbAAAADwAAAGRycy9kb3ducmV2LnhtbESP3WrCQBSE7wt9h+UUvKsbgxZNXUVKhRaE4s8DHHZP&#10;k2D2bMgeTezTd4VCL4eZ+YZZrgffqCt1sQ5sYDLOQBHb4GouDZyO2+c5qCjIDpvAZOBGEdarx4cl&#10;Fi70vKfrQUqVIBwLNFCJtIXW0VbkMY5DS5y879B5lCS7UrsO+wT3jc6z7EV7rDktVNjSW0X2fLh4&#10;A/nFivWLz5/d+0lmX8e2z2bzjTGjp2HzCkpokP/wX/vDGZjmcP+Sfo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hFm3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44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X2XMUA&#10;AADbAAAADwAAAGRycy9kb3ducmV2LnhtbESPT2sCMRTE7wW/Q3iCt5qtSpHVKKVUUdgq/rn09kie&#10;m6Wbl2UTdfvtm0LB4zAzv2Hmy87V4kZtqDwreBlmIIi1NxWXCs6n1fMURIjIBmvPpOCHAiwXvac5&#10;5sbf+UC3YyxFgnDIUYGNscmlDNqSwzD0DXHyLr51GJNsS2lavCe4q+Uoy16lw4rTgsWG3i3p7+PV&#10;KdDrcfGxLb6svo72n2W12xfucFFq0O/eZiAidfER/m9vjILJGP6+pB8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dfZc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45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fRH8IA&#10;AADbAAAADwAAAGRycy9kb3ducmV2LnhtbESPT4vCMBTE74LfITxhb5oqIlKNRQRBL8L6Bz0+mmdb&#10;2ryUJrbd/fSbBcHjMDO/YdZJbyrRUuMKywqmkwgEcWp1wZmC62U/XoJwHlljZZkU/JCDZDMcrDHW&#10;tuNvas8+EwHCLkYFufd1LKVLczLoJrYmDt7TNgZ9kE0mdYNdgJtKzqJoIQ0WHBZyrGmXU1qeX0ZB&#10;bX5v18fx1EbTO850t+OuXLBSX6N+uwLhqfef8Lt90Armc/j/En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F9Ef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46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+hdcQA&#10;AADbAAAADwAAAGRycy9kb3ducmV2LnhtbESPT2vCQBTE7wW/w/IEb3Wj2GJTVxFByUmoKcTeHtnX&#10;JJh9G7KbP/rpu4VCj8PMb4bZ7EZTi55aV1lWsJhHIIhzqysuFHymx+c1COeRNdaWScGdHOy2k6cN&#10;xtoO/EH9xRcilLCLUUHpfRNL6fKSDLq5bYiD921bgz7ItpC6xSGUm1ouo+hVGqw4LJTY0KGk/Hbp&#10;jILV9W2fZvT1uGUnm8kkPdvzsVNqNh337yA8jf4//EcnOnAv8Psl/AC5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PoXX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47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HcjsQA&#10;AADbAAAADwAAAGRycy9kb3ducmV2LnhtbESPQWvCQBSE7wX/w/KE3upGW4JEVxGlUCkIVcHrM/tM&#10;YrJv4+5W47/vCgWPw8x8w0znnWnElZyvLCsYDhIQxLnVFRcK9rvPtzEIH5A1NpZJwZ08zGe9lylm&#10;2t74h67bUIgIYZ+hgjKENpPS5yUZ9APbEkfvZJ3BEKUrpHZ4i3DTyFGSpNJgxXGhxJaWJeX19tco&#10;uLyv6o07Hs7H7/X4ntb5ZSTXqVKv/W4xARGoC8/wf/tLK/hI4fEl/gA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x3I7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48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WZC8UA&#10;AADbAAAADwAAAGRycy9kb3ducmV2LnhtbESPQWsCMRSE74L/ITzBm2YVrXY1ihYKvQjV9lBvz81z&#10;d3Hzsk2irv76Rih4HGbmG2a+bEwlLuR8aVnBoJ+AIM6sLjlX8P313puC8AFZY2WZFNzIw3LRbs0x&#10;1fbKW7rsQi4ihH2KCooQ6lRKnxVk0PdtTRy9o3UGQ5Qul9rhNcJNJYdJ8iINlhwXCqzpraDstDsb&#10;BevX6fr3c8Sb+/awp/3P4TQeukSpbqdZzUAEasIz/N/+0ApGE3h8iT9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ZkLxQAAANsAAAAPAAAAAAAAAAAAAAAAAJgCAABkcnMv&#10;ZG93bnJldi54bWxQSwUGAAAAAAQABAD1AAAAigMAAAAA&#10;" fillcolor="black" stroked="f"/>
                <v:shape id="Freeform 49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qjTsEA&#10;AADbAAAADwAAAGRycy9kb3ducmV2LnhtbERP3WrCMBS+H+wdwhl4M2aqiLhqlDEcOCwUfx7g2Bzb&#10;YnJSkky7tzcXgpcf3/9i1VsjruRD61jBaJiBIK6cbrlWcDz8fMxAhIis0TgmBf8UYLV8fVlgrt2N&#10;d3Tdx1qkEA45Kmhi7HIpQ9WQxTB0HXHizs5bjAn6WmqPtxRujRxn2VRabDk1NNjRd0PVZf9nFazH&#10;J1+ecGuq7FCb4rcs3j/LQqnBW/81BxGpj0/xw73RCiZpbP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Ko07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50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ivsUA&#10;AADbAAAADwAAAGRycy9kb3ducmV2LnhtbESPQWvCQBSE74X+h+UVvNWNVaSmboIVAgWhWvXg8Zl9&#10;zQazb2N2q/Hfd4VCj8PMfMPM89424kKdrx0rGA0TEMSl0zVXCva74vkVhA/IGhvHpOBGHvLs8WGO&#10;qXZX/qLLNlQiQtinqMCE0KZS+tKQRT90LXH0vl1nMUTZVVJ3eI1w28iXJJlKizXHBYMtLQ2Vp+2P&#10;VWAlHo7VtCg/F+PVejWr3zfnwig1eOoXbyAC9eE//Nf+0AomM7h/iT9A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smK+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4034A5" w:rsidRDefault="004034A5" w:rsidP="004034A5"/>
    <w:p w:rsidR="004034A5" w:rsidRDefault="004034A5" w:rsidP="004034A5"/>
    <w:p w:rsidR="004034A5" w:rsidRDefault="004034A5" w:rsidP="004034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034A5" w:rsidRDefault="004034A5" w:rsidP="004034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034A5" w:rsidRDefault="004034A5" w:rsidP="004034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034A5" w:rsidRDefault="004034A5" w:rsidP="004034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034A5" w:rsidRDefault="004034A5" w:rsidP="004034A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34A5" w:rsidRDefault="004034A5" w:rsidP="004034A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034A5" w:rsidRDefault="004034A5" w:rsidP="004034A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34A5" w:rsidRDefault="004034A5" w:rsidP="004034A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034A5" w:rsidRDefault="004034A5" w:rsidP="004034A5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№75</w:t>
      </w:r>
    </w:p>
    <w:p w:rsidR="004034A5" w:rsidRPr="00095E42" w:rsidRDefault="004034A5" w:rsidP="004034A5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-7421880</wp:posOffset>
                </wp:positionV>
                <wp:extent cx="514350" cy="923925"/>
                <wp:effectExtent l="0" t="0" r="0" b="8255"/>
                <wp:wrapNone/>
                <wp:docPr id="1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" o:spid="_x0000_s1026" style="position:absolute;margin-left:-76.75pt;margin-top:-584.4pt;width:40.5pt;height:7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" path="m4044,14546r-77,-45l3891,14455r-76,-49l3738,14354r-76,-53l3587,14244r-75,-59l3439,14123r-73,-64l3294,13992r750,554xe" fillcolor="black" stroked="f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-974725</wp:posOffset>
                </wp:positionH>
                <wp:positionV relativeFrom="paragraph">
                  <wp:posOffset>-8140700</wp:posOffset>
                </wp:positionV>
                <wp:extent cx="514350" cy="923925"/>
                <wp:effectExtent l="0" t="0" r="0" b="60325"/>
                <wp:wrapNone/>
                <wp:docPr id="1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4350" cy="923925"/>
                        </a:xfrm>
                        <a:custGeom>
                          <a:avLst/>
                          <a:gdLst>
                            <a:gd name="T0" fmla="*/ 359 w 8096"/>
                            <a:gd name="T1" fmla="*/ 1425 h 14546"/>
                            <a:gd name="T2" fmla="*/ 309 w 8096"/>
                            <a:gd name="T3" fmla="*/ 1378 h 14546"/>
                            <a:gd name="T4" fmla="*/ 266 w 8096"/>
                            <a:gd name="T5" fmla="*/ 1316 h 14546"/>
                            <a:gd name="T6" fmla="*/ 236 w 8096"/>
                            <a:gd name="T7" fmla="*/ 1239 h 14546"/>
                            <a:gd name="T8" fmla="*/ 27 w 8096"/>
                            <a:gd name="T9" fmla="*/ 1169 h 14546"/>
                            <a:gd name="T10" fmla="*/ 13 w 8096"/>
                            <a:gd name="T11" fmla="*/ 1162 h 14546"/>
                            <a:gd name="T12" fmla="*/ 0 w 8096"/>
                            <a:gd name="T13" fmla="*/ 1012 h 14546"/>
                            <a:gd name="T14" fmla="*/ 0 w 8096"/>
                            <a:gd name="T15" fmla="*/ 107 h 14546"/>
                            <a:gd name="T16" fmla="*/ 6 w 8096"/>
                            <a:gd name="T17" fmla="*/ 100 h 14546"/>
                            <a:gd name="T18" fmla="*/ 28 w 8096"/>
                            <a:gd name="T19" fmla="*/ 102 h 14546"/>
                            <a:gd name="T20" fmla="*/ 104 w 8096"/>
                            <a:gd name="T21" fmla="*/ 174 h 14546"/>
                            <a:gd name="T22" fmla="*/ 170 w 8096"/>
                            <a:gd name="T23" fmla="*/ 303 h 14546"/>
                            <a:gd name="T24" fmla="*/ 209 w 8096"/>
                            <a:gd name="T25" fmla="*/ 454 h 14546"/>
                            <a:gd name="T26" fmla="*/ 226 w 8096"/>
                            <a:gd name="T27" fmla="*/ 608 h 14546"/>
                            <a:gd name="T28" fmla="*/ 221 w 8096"/>
                            <a:gd name="T29" fmla="*/ 735 h 14546"/>
                            <a:gd name="T30" fmla="*/ 174 w 8096"/>
                            <a:gd name="T31" fmla="*/ 777 h 14546"/>
                            <a:gd name="T32" fmla="*/ 156 w 8096"/>
                            <a:gd name="T33" fmla="*/ 827 h 14546"/>
                            <a:gd name="T34" fmla="*/ 166 w 8096"/>
                            <a:gd name="T35" fmla="*/ 877 h 14546"/>
                            <a:gd name="T36" fmla="*/ 202 w 8096"/>
                            <a:gd name="T37" fmla="*/ 919 h 14546"/>
                            <a:gd name="T38" fmla="*/ 237 w 8096"/>
                            <a:gd name="T39" fmla="*/ 932 h 14546"/>
                            <a:gd name="T40" fmla="*/ 257 w 8096"/>
                            <a:gd name="T41" fmla="*/ 928 h 14546"/>
                            <a:gd name="T42" fmla="*/ 286 w 8096"/>
                            <a:gd name="T43" fmla="*/ 875 h 14546"/>
                            <a:gd name="T44" fmla="*/ 339 w 8096"/>
                            <a:gd name="T45" fmla="*/ 731 h 14546"/>
                            <a:gd name="T46" fmla="*/ 364 w 8096"/>
                            <a:gd name="T47" fmla="*/ 583 h 14546"/>
                            <a:gd name="T48" fmla="*/ 368 w 8096"/>
                            <a:gd name="T49" fmla="*/ 415 h 14546"/>
                            <a:gd name="T50" fmla="*/ 360 w 8096"/>
                            <a:gd name="T51" fmla="*/ 209 h 14546"/>
                            <a:gd name="T52" fmla="*/ 369 w 8096"/>
                            <a:gd name="T53" fmla="*/ 60 h 14546"/>
                            <a:gd name="T54" fmla="*/ 387 w 8096"/>
                            <a:gd name="T55" fmla="*/ 4 h 14546"/>
                            <a:gd name="T56" fmla="*/ 399 w 8096"/>
                            <a:gd name="T57" fmla="*/ 1 h 14546"/>
                            <a:gd name="T58" fmla="*/ 421 w 8096"/>
                            <a:gd name="T59" fmla="*/ 3 h 14546"/>
                            <a:gd name="T60" fmla="*/ 434 w 8096"/>
                            <a:gd name="T61" fmla="*/ 26 h 14546"/>
                            <a:gd name="T62" fmla="*/ 455 w 8096"/>
                            <a:gd name="T63" fmla="*/ 141 h 14546"/>
                            <a:gd name="T64" fmla="*/ 443 w 8096"/>
                            <a:gd name="T65" fmla="*/ 360 h 14546"/>
                            <a:gd name="T66" fmla="*/ 443 w 8096"/>
                            <a:gd name="T67" fmla="*/ 537 h 14546"/>
                            <a:gd name="T68" fmla="*/ 462 w 8096"/>
                            <a:gd name="T69" fmla="*/ 689 h 14546"/>
                            <a:gd name="T70" fmla="*/ 506 w 8096"/>
                            <a:gd name="T71" fmla="*/ 833 h 14546"/>
                            <a:gd name="T72" fmla="*/ 550 w 8096"/>
                            <a:gd name="T73" fmla="*/ 924 h 14546"/>
                            <a:gd name="T74" fmla="*/ 566 w 8096"/>
                            <a:gd name="T75" fmla="*/ 931 h 14546"/>
                            <a:gd name="T76" fmla="*/ 593 w 8096"/>
                            <a:gd name="T77" fmla="*/ 927 h 14546"/>
                            <a:gd name="T78" fmla="*/ 637 w 8096"/>
                            <a:gd name="T79" fmla="*/ 890 h 14546"/>
                            <a:gd name="T80" fmla="*/ 654 w 8096"/>
                            <a:gd name="T81" fmla="*/ 842 h 14546"/>
                            <a:gd name="T82" fmla="*/ 644 w 8096"/>
                            <a:gd name="T83" fmla="*/ 791 h 14546"/>
                            <a:gd name="T84" fmla="*/ 606 w 8096"/>
                            <a:gd name="T85" fmla="*/ 745 h 14546"/>
                            <a:gd name="T86" fmla="*/ 582 w 8096"/>
                            <a:gd name="T87" fmla="*/ 650 h 14546"/>
                            <a:gd name="T88" fmla="*/ 594 w 8096"/>
                            <a:gd name="T89" fmla="*/ 498 h 14546"/>
                            <a:gd name="T90" fmla="*/ 626 w 8096"/>
                            <a:gd name="T91" fmla="*/ 345 h 14546"/>
                            <a:gd name="T92" fmla="*/ 684 w 8096"/>
                            <a:gd name="T93" fmla="*/ 207 h 14546"/>
                            <a:gd name="T94" fmla="*/ 774 w 8096"/>
                            <a:gd name="T95" fmla="*/ 104 h 14546"/>
                            <a:gd name="T96" fmla="*/ 799 w 8096"/>
                            <a:gd name="T97" fmla="*/ 99 h 14546"/>
                            <a:gd name="T98" fmla="*/ 808 w 8096"/>
                            <a:gd name="T99" fmla="*/ 105 h 14546"/>
                            <a:gd name="T100" fmla="*/ 810 w 8096"/>
                            <a:gd name="T101" fmla="*/ 754 h 14546"/>
                            <a:gd name="T102" fmla="*/ 799 w 8096"/>
                            <a:gd name="T103" fmla="*/ 1159 h 14546"/>
                            <a:gd name="T104" fmla="*/ 791 w 8096"/>
                            <a:gd name="T105" fmla="*/ 1166 h 14546"/>
                            <a:gd name="T106" fmla="*/ 581 w 8096"/>
                            <a:gd name="T107" fmla="*/ 1213 h 14546"/>
                            <a:gd name="T108" fmla="*/ 554 w 8096"/>
                            <a:gd name="T109" fmla="*/ 1296 h 14546"/>
                            <a:gd name="T110" fmla="*/ 514 w 8096"/>
                            <a:gd name="T111" fmla="*/ 1362 h 14546"/>
                            <a:gd name="T112" fmla="*/ 465 w 8096"/>
                            <a:gd name="T113" fmla="*/ 1413 h 14546"/>
                            <a:gd name="T114" fmla="*/ 412 w 8096"/>
                            <a:gd name="T115" fmla="*/ 1450 h 1454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60000 65536"/>
                            <a:gd name="T172" fmla="*/ 0 60000 65536"/>
                            <a:gd name="T173" fmla="*/ 0 60000 65536"/>
                            <a:gd name="T174" fmla="*/ 0 w 8096"/>
                            <a:gd name="T175" fmla="*/ 0 h 14546"/>
                            <a:gd name="T176" fmla="*/ 8096 w 8096"/>
                            <a:gd name="T177" fmla="*/ 14546 h 14546"/>
                          </a:gdLst>
                          <a:ahLst/>
                          <a:cxnLst>
                            <a:cxn ang="T116">
                              <a:pos x="T0" y="T1"/>
                            </a:cxn>
                            <a:cxn ang="T117">
                              <a:pos x="T2" y="T3"/>
                            </a:cxn>
                            <a:cxn ang="T118">
                              <a:pos x="T4" y="T5"/>
                            </a:cxn>
                            <a:cxn ang="T119">
                              <a:pos x="T6" y="T7"/>
                            </a:cxn>
                            <a:cxn ang="T120">
                              <a:pos x="T8" y="T9"/>
                            </a:cxn>
                            <a:cxn ang="T121">
                              <a:pos x="T10" y="T11"/>
                            </a:cxn>
                            <a:cxn ang="T122">
                              <a:pos x="T12" y="T13"/>
                            </a:cxn>
                            <a:cxn ang="T123">
                              <a:pos x="T14" y="T15"/>
                            </a:cxn>
                            <a:cxn ang="T124">
                              <a:pos x="T16" y="T17"/>
                            </a:cxn>
                            <a:cxn ang="T125">
                              <a:pos x="T18" y="T19"/>
                            </a:cxn>
                            <a:cxn ang="T126">
                              <a:pos x="T20" y="T21"/>
                            </a:cxn>
                            <a:cxn ang="T127">
                              <a:pos x="T22" y="T23"/>
                            </a:cxn>
                            <a:cxn ang="T128">
                              <a:pos x="T24" y="T25"/>
                            </a:cxn>
                            <a:cxn ang="T129">
                              <a:pos x="T26" y="T27"/>
                            </a:cxn>
                            <a:cxn ang="T130">
                              <a:pos x="T28" y="T29"/>
                            </a:cxn>
                            <a:cxn ang="T131">
                              <a:pos x="T30" y="T31"/>
                            </a:cxn>
                            <a:cxn ang="T132">
                              <a:pos x="T32" y="T33"/>
                            </a:cxn>
                            <a:cxn ang="T133">
                              <a:pos x="T34" y="T35"/>
                            </a:cxn>
                            <a:cxn ang="T134">
                              <a:pos x="T36" y="T37"/>
                            </a:cxn>
                            <a:cxn ang="T135">
                              <a:pos x="T38" y="T39"/>
                            </a:cxn>
                            <a:cxn ang="T136">
                              <a:pos x="T40" y="T41"/>
                            </a:cxn>
                            <a:cxn ang="T137">
                              <a:pos x="T42" y="T43"/>
                            </a:cxn>
                            <a:cxn ang="T138">
                              <a:pos x="T44" y="T45"/>
                            </a:cxn>
                            <a:cxn ang="T139">
                              <a:pos x="T46" y="T47"/>
                            </a:cxn>
                            <a:cxn ang="T140">
                              <a:pos x="T48" y="T49"/>
                            </a:cxn>
                            <a:cxn ang="T141">
                              <a:pos x="T50" y="T51"/>
                            </a:cxn>
                            <a:cxn ang="T142">
                              <a:pos x="T52" y="T53"/>
                            </a:cxn>
                            <a:cxn ang="T143">
                              <a:pos x="T54" y="T55"/>
                            </a:cxn>
                            <a:cxn ang="T144">
                              <a:pos x="T56" y="T57"/>
                            </a:cxn>
                            <a:cxn ang="T145">
                              <a:pos x="T58" y="T59"/>
                            </a:cxn>
                            <a:cxn ang="T146">
                              <a:pos x="T60" y="T61"/>
                            </a:cxn>
                            <a:cxn ang="T147">
                              <a:pos x="T62" y="T63"/>
                            </a:cxn>
                            <a:cxn ang="T148">
                              <a:pos x="T64" y="T65"/>
                            </a:cxn>
                            <a:cxn ang="T149">
                              <a:pos x="T66" y="T67"/>
                            </a:cxn>
                            <a:cxn ang="T150">
                              <a:pos x="T68" y="T69"/>
                            </a:cxn>
                            <a:cxn ang="T151">
                              <a:pos x="T70" y="T71"/>
                            </a:cxn>
                            <a:cxn ang="T152">
                              <a:pos x="T72" y="T73"/>
                            </a:cxn>
                            <a:cxn ang="T153">
                              <a:pos x="T74" y="T75"/>
                            </a:cxn>
                            <a:cxn ang="T154">
                              <a:pos x="T76" y="T77"/>
                            </a:cxn>
                            <a:cxn ang="T155">
                              <a:pos x="T78" y="T79"/>
                            </a:cxn>
                            <a:cxn ang="T156">
                              <a:pos x="T80" y="T81"/>
                            </a:cxn>
                            <a:cxn ang="T157">
                              <a:pos x="T82" y="T83"/>
                            </a:cxn>
                            <a:cxn ang="T158">
                              <a:pos x="T84" y="T85"/>
                            </a:cxn>
                            <a:cxn ang="T159">
                              <a:pos x="T86" y="T87"/>
                            </a:cxn>
                            <a:cxn ang="T160">
                              <a:pos x="T88" y="T89"/>
                            </a:cxn>
                            <a:cxn ang="T161">
                              <a:pos x="T90" y="T91"/>
                            </a:cxn>
                            <a:cxn ang="T162">
                              <a:pos x="T92" y="T93"/>
                            </a:cxn>
                            <a:cxn ang="T163">
                              <a:pos x="T94" y="T95"/>
                            </a:cxn>
                            <a:cxn ang="T164">
                              <a:pos x="T96" y="T97"/>
                            </a:cxn>
                            <a:cxn ang="T165">
                              <a:pos x="T98" y="T99"/>
                            </a:cxn>
                            <a:cxn ang="T166">
                              <a:pos x="T100" y="T101"/>
                            </a:cxn>
                            <a:cxn ang="T167">
                              <a:pos x="T102" y="T103"/>
                            </a:cxn>
                            <a:cxn ang="T168">
                              <a:pos x="T104" y="T105"/>
                            </a:cxn>
                            <a:cxn ang="T169">
                              <a:pos x="T106" y="T107"/>
                            </a:cxn>
                            <a:cxn ang="T170">
                              <a:pos x="T108" y="T109"/>
                            </a:cxn>
                            <a:cxn ang="T171">
                              <a:pos x="T110" y="T111"/>
                            </a:cxn>
                            <a:cxn ang="T172">
                              <a:pos x="T112" y="T113"/>
                            </a:cxn>
                            <a:cxn ang="T173">
                              <a:pos x="T114" y="T115"/>
                            </a:cxn>
                          </a:cxnLst>
                          <a:rect l="T174" t="T175" r="T176" b="T177"/>
                          <a:pathLst>
                            <a:path w="8096" h="14546">
                              <a:moveTo>
                                <a:pt x="4044" y="14546"/>
                              </a:moveTo>
                              <a:lnTo>
                                <a:pt x="3967" y="14501"/>
                              </a:lnTo>
                              <a:lnTo>
                                <a:pt x="3891" y="14455"/>
                              </a:lnTo>
                              <a:lnTo>
                                <a:pt x="3815" y="14406"/>
                              </a:lnTo>
                              <a:lnTo>
                                <a:pt x="3738" y="14354"/>
                              </a:lnTo>
                              <a:lnTo>
                                <a:pt x="3662" y="14301"/>
                              </a:lnTo>
                              <a:lnTo>
                                <a:pt x="3587" y="14244"/>
                              </a:lnTo>
                              <a:lnTo>
                                <a:pt x="3512" y="14185"/>
                              </a:lnTo>
                              <a:lnTo>
                                <a:pt x="3439" y="14123"/>
                              </a:lnTo>
                              <a:lnTo>
                                <a:pt x="3366" y="14059"/>
                              </a:lnTo>
                              <a:lnTo>
                                <a:pt x="3294" y="13992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" o:spid="_x0000_s1026" style="position:absolute;margin-left:-76.75pt;margin-top:-641pt;width:40.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096,1454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" path="m4044,14546r-77,-45l3891,14455r-76,-49l3738,14354r-76,-53l3587,14244r-75,-59l3439,14123r-73,-64l3294,13992r750,554xe" filled="f" strokeweight=".5pt">
                <v:path arrowok="t" o:connecttype="custom" o:connectlocs="22808,90512;19631,87527;16899,83589;14993,78698;1715,74252;826,73807;0,64280;0,6796;381,6352;1779,6479;6607,11052;10800,19246;13278,28837;14358,38619;14040,46685;11054,49353;9911,52529;10546,55705;12833,58373;15057,59198;16328,58944;18170,55578;21537,46431;23125,37031;23380,26360;22871,13275;23443,3811;24587,254;25349,64;26747,191;27573,1651;28907,8956;28144,22866;28144,34109;29351,43764;32147,52910;34942,58690;35959,59135;37674,58881;40469,56531;41550,53482;40914,50242;38500,47321;36975,41286;37738,31632;39771,21914;43455,13148;49173,6606;50762,6288;51333,6669;51460,47892;50762,73617;50253,74061;36912,77047;35196,82319;32655,86511;29542,89750;26175,92100" o:connectangles="0,0,0,0,0,0,0,0,0,0,0,0,0,0,0,0,0,0,0,0,0,0,0,0,0,0,0,0,0,0,0,0,0,0,0,0,0,0,0,0,0,0,0,0,0,0,0,0,0,0,0,0,0,0,0,0,0,0" textboxrect="0,0,8096,14546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-8109585</wp:posOffset>
                </wp:positionV>
                <wp:extent cx="45085" cy="94615"/>
                <wp:effectExtent l="0" t="0" r="635" b="0"/>
                <wp:wrapNone/>
                <wp:docPr id="16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" o:spid="_x0000_s1026" style="position:absolute;margin-left:-54.6pt;margin-top:-638.55pt;width:3.55pt;height:7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" path="m710,340r,-29l710,281r,-31l710,219r,-33l710,152r,-36l710,78r-9,-9l689,59r21,281xe" stroked="f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-8828405</wp:posOffset>
                </wp:positionV>
                <wp:extent cx="45085" cy="94615"/>
                <wp:effectExtent l="0" t="13970" r="10160" b="0"/>
                <wp:wrapNone/>
                <wp:docPr id="1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71 w 710"/>
                            <a:gd name="T1" fmla="*/ 31 h 1491"/>
                            <a:gd name="T2" fmla="*/ 71 w 710"/>
                            <a:gd name="T3" fmla="*/ 25 h 1491"/>
                            <a:gd name="T4" fmla="*/ 71 w 710"/>
                            <a:gd name="T5" fmla="*/ 19 h 1491"/>
                            <a:gd name="T6" fmla="*/ 71 w 710"/>
                            <a:gd name="T7" fmla="*/ 12 h 1491"/>
                            <a:gd name="T8" fmla="*/ 70 w 710"/>
                            <a:gd name="T9" fmla="*/ 7 h 1491"/>
                            <a:gd name="T10" fmla="*/ 68 w 710"/>
                            <a:gd name="T11" fmla="*/ 5 h 1491"/>
                            <a:gd name="T12" fmla="*/ 64 w 710"/>
                            <a:gd name="T13" fmla="*/ 3 h 1491"/>
                            <a:gd name="T14" fmla="*/ 61 w 710"/>
                            <a:gd name="T15" fmla="*/ 1 h 1491"/>
                            <a:gd name="T16" fmla="*/ 53 w 710"/>
                            <a:gd name="T17" fmla="*/ 0 h 1491"/>
                            <a:gd name="T18" fmla="*/ 41 w 710"/>
                            <a:gd name="T19" fmla="*/ 0 h 1491"/>
                            <a:gd name="T20" fmla="*/ 28 w 710"/>
                            <a:gd name="T21" fmla="*/ 0 h 1491"/>
                            <a:gd name="T22" fmla="*/ 16 w 710"/>
                            <a:gd name="T23" fmla="*/ 0 h 1491"/>
                            <a:gd name="T24" fmla="*/ 9 w 710"/>
                            <a:gd name="T25" fmla="*/ 1 h 1491"/>
                            <a:gd name="T26" fmla="*/ 7 w 710"/>
                            <a:gd name="T27" fmla="*/ 3 h 1491"/>
                            <a:gd name="T28" fmla="*/ 4 w 710"/>
                            <a:gd name="T29" fmla="*/ 5 h 1491"/>
                            <a:gd name="T30" fmla="*/ 2 w 710"/>
                            <a:gd name="T31" fmla="*/ 9 h 1491"/>
                            <a:gd name="T32" fmla="*/ 0 w 710"/>
                            <a:gd name="T33" fmla="*/ 149 h 1491"/>
                            <a:gd name="T34" fmla="*/ 7 w 710"/>
                            <a:gd name="T35" fmla="*/ 146 h 1491"/>
                            <a:gd name="T36" fmla="*/ 13 w 710"/>
                            <a:gd name="T37" fmla="*/ 142 h 1491"/>
                            <a:gd name="T38" fmla="*/ 19 w 710"/>
                            <a:gd name="T39" fmla="*/ 137 h 1491"/>
                            <a:gd name="T40" fmla="*/ 25 w 710"/>
                            <a:gd name="T41" fmla="*/ 132 h 1491"/>
                            <a:gd name="T42" fmla="*/ 30 w 710"/>
                            <a:gd name="T43" fmla="*/ 127 h 1491"/>
                            <a:gd name="T44" fmla="*/ 35 w 710"/>
                            <a:gd name="T45" fmla="*/ 121 h 1491"/>
                            <a:gd name="T46" fmla="*/ 39 w 710"/>
                            <a:gd name="T47" fmla="*/ 115 h 1491"/>
                            <a:gd name="T48" fmla="*/ 44 w 710"/>
                            <a:gd name="T49" fmla="*/ 108 h 1491"/>
                            <a:gd name="T50" fmla="*/ 48 w 710"/>
                            <a:gd name="T51" fmla="*/ 101 h 1491"/>
                            <a:gd name="T52" fmla="*/ 52 w 710"/>
                            <a:gd name="T53" fmla="*/ 93 h 1491"/>
                            <a:gd name="T54" fmla="*/ 55 w 710"/>
                            <a:gd name="T55" fmla="*/ 85 h 1491"/>
                            <a:gd name="T56" fmla="*/ 59 w 710"/>
                            <a:gd name="T57" fmla="*/ 76 h 1491"/>
                            <a:gd name="T58" fmla="*/ 62 w 710"/>
                            <a:gd name="T59" fmla="*/ 66 h 1491"/>
                            <a:gd name="T60" fmla="*/ 65 w 710"/>
                            <a:gd name="T61" fmla="*/ 56 h 1491"/>
                            <a:gd name="T62" fmla="*/ 68 w 710"/>
                            <a:gd name="T63" fmla="*/ 45 h 1491"/>
                            <a:gd name="T64" fmla="*/ 71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710" y="340"/>
                              </a:moveTo>
                              <a:lnTo>
                                <a:pt x="710" y="311"/>
                              </a:lnTo>
                              <a:lnTo>
                                <a:pt x="710" y="281"/>
                              </a:lnTo>
                              <a:lnTo>
                                <a:pt x="710" y="250"/>
                              </a:lnTo>
                              <a:lnTo>
                                <a:pt x="710" y="219"/>
                              </a:lnTo>
                              <a:lnTo>
                                <a:pt x="710" y="186"/>
                              </a:lnTo>
                              <a:lnTo>
                                <a:pt x="710" y="152"/>
                              </a:lnTo>
                              <a:lnTo>
                                <a:pt x="710" y="116"/>
                              </a:lnTo>
                              <a:lnTo>
                                <a:pt x="710" y="78"/>
                              </a:lnTo>
                              <a:lnTo>
                                <a:pt x="701" y="69"/>
                              </a:lnTo>
                              <a:lnTo>
                                <a:pt x="689" y="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style="position:absolute;margin-left:-54.6pt;margin-top:-695.15pt;width:3.55pt;height:7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" path="m710,340r,-29l710,281r,-31l710,219r,-33l710,152r,-36l710,78r-9,-9l689,59r21,281xe" filled="f" strokeweight=".5pt">
                <v:path arrowok="t" o:connecttype="custom" o:connectlocs="4509,1967;4509,1586;4509,1206;4509,761;4445,444;4318,317;4064,190;3874,63;3366,0;2604,0;1778,0;1016,0;572,63;445,190;254,317;127,571;0,9455;445,9265;826,9011;1207,8694;1588,8376;1905,8059;2223,7678;2477,7298;2794,6853;3048,6409;3302,5902;3493,5394;3747,4823;3937,4188;4128,3554;4318,2856;4509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-294640</wp:posOffset>
                </wp:positionV>
                <wp:extent cx="45085" cy="94615"/>
                <wp:effectExtent l="3810" t="3810" r="0" b="0"/>
                <wp:wrapNone/>
                <wp:docPr id="1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style="position:absolute;margin-left:-61.95pt;margin-top:-23.2pt;width:3.55pt;height:7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" path="m,340l,311,,281,,250,,219,,187,,152,,116,,78,9,69,21,58,,340xe" stroked="f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-786765</wp:posOffset>
                </wp:positionH>
                <wp:positionV relativeFrom="paragraph">
                  <wp:posOffset>-1012825</wp:posOffset>
                </wp:positionV>
                <wp:extent cx="45085" cy="94615"/>
                <wp:effectExtent l="13335" t="19050" r="0" b="0"/>
                <wp:wrapNone/>
                <wp:docPr id="1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085" cy="94615"/>
                        </a:xfrm>
                        <a:custGeom>
                          <a:avLst/>
                          <a:gdLst>
                            <a:gd name="T0" fmla="*/ 0 w 710"/>
                            <a:gd name="T1" fmla="*/ 31 h 1491"/>
                            <a:gd name="T2" fmla="*/ 0 w 710"/>
                            <a:gd name="T3" fmla="*/ 25 h 1491"/>
                            <a:gd name="T4" fmla="*/ 0 w 710"/>
                            <a:gd name="T5" fmla="*/ 19 h 1491"/>
                            <a:gd name="T6" fmla="*/ 0 w 710"/>
                            <a:gd name="T7" fmla="*/ 12 h 1491"/>
                            <a:gd name="T8" fmla="*/ 1 w 710"/>
                            <a:gd name="T9" fmla="*/ 7 h 1491"/>
                            <a:gd name="T10" fmla="*/ 4 w 710"/>
                            <a:gd name="T11" fmla="*/ 5 h 1491"/>
                            <a:gd name="T12" fmla="*/ 7 w 710"/>
                            <a:gd name="T13" fmla="*/ 3 h 1491"/>
                            <a:gd name="T14" fmla="*/ 10 w 710"/>
                            <a:gd name="T15" fmla="*/ 1 h 1491"/>
                            <a:gd name="T16" fmla="*/ 18 w 710"/>
                            <a:gd name="T17" fmla="*/ 0 h 1491"/>
                            <a:gd name="T18" fmla="*/ 30 w 710"/>
                            <a:gd name="T19" fmla="*/ 0 h 1491"/>
                            <a:gd name="T20" fmla="*/ 43 w 710"/>
                            <a:gd name="T21" fmla="*/ 0 h 1491"/>
                            <a:gd name="T22" fmla="*/ 55 w 710"/>
                            <a:gd name="T23" fmla="*/ 0 h 1491"/>
                            <a:gd name="T24" fmla="*/ 62 w 710"/>
                            <a:gd name="T25" fmla="*/ 1 h 1491"/>
                            <a:gd name="T26" fmla="*/ 64 w 710"/>
                            <a:gd name="T27" fmla="*/ 3 h 1491"/>
                            <a:gd name="T28" fmla="*/ 67 w 710"/>
                            <a:gd name="T29" fmla="*/ 5 h 1491"/>
                            <a:gd name="T30" fmla="*/ 69 w 710"/>
                            <a:gd name="T31" fmla="*/ 9 h 1491"/>
                            <a:gd name="T32" fmla="*/ 71 w 710"/>
                            <a:gd name="T33" fmla="*/ 149 h 1491"/>
                            <a:gd name="T34" fmla="*/ 64 w 710"/>
                            <a:gd name="T35" fmla="*/ 146 h 1491"/>
                            <a:gd name="T36" fmla="*/ 58 w 710"/>
                            <a:gd name="T37" fmla="*/ 142 h 1491"/>
                            <a:gd name="T38" fmla="*/ 52 w 710"/>
                            <a:gd name="T39" fmla="*/ 137 h 1491"/>
                            <a:gd name="T40" fmla="*/ 46 w 710"/>
                            <a:gd name="T41" fmla="*/ 132 h 1491"/>
                            <a:gd name="T42" fmla="*/ 41 w 710"/>
                            <a:gd name="T43" fmla="*/ 127 h 1491"/>
                            <a:gd name="T44" fmla="*/ 36 w 710"/>
                            <a:gd name="T45" fmla="*/ 121 h 1491"/>
                            <a:gd name="T46" fmla="*/ 32 w 710"/>
                            <a:gd name="T47" fmla="*/ 115 h 1491"/>
                            <a:gd name="T48" fmla="*/ 27 w 710"/>
                            <a:gd name="T49" fmla="*/ 108 h 1491"/>
                            <a:gd name="T50" fmla="*/ 23 w 710"/>
                            <a:gd name="T51" fmla="*/ 101 h 1491"/>
                            <a:gd name="T52" fmla="*/ 20 w 710"/>
                            <a:gd name="T53" fmla="*/ 93 h 1491"/>
                            <a:gd name="T54" fmla="*/ 16 w 710"/>
                            <a:gd name="T55" fmla="*/ 85 h 1491"/>
                            <a:gd name="T56" fmla="*/ 12 w 710"/>
                            <a:gd name="T57" fmla="*/ 76 h 1491"/>
                            <a:gd name="T58" fmla="*/ 9 w 710"/>
                            <a:gd name="T59" fmla="*/ 66 h 1491"/>
                            <a:gd name="T60" fmla="*/ 6 w 710"/>
                            <a:gd name="T61" fmla="*/ 56 h 1491"/>
                            <a:gd name="T62" fmla="*/ 3 w 710"/>
                            <a:gd name="T63" fmla="*/ 45 h 1491"/>
                            <a:gd name="T64" fmla="*/ 0 w 710"/>
                            <a:gd name="T65" fmla="*/ 34 h 1491"/>
                            <a:gd name="T66" fmla="*/ 0 60000 65536"/>
                            <a:gd name="T67" fmla="*/ 0 60000 65536"/>
                            <a:gd name="T68" fmla="*/ 0 60000 65536"/>
                            <a:gd name="T69" fmla="*/ 0 60000 65536"/>
                            <a:gd name="T70" fmla="*/ 0 60000 65536"/>
                            <a:gd name="T71" fmla="*/ 0 60000 65536"/>
                            <a:gd name="T72" fmla="*/ 0 60000 65536"/>
                            <a:gd name="T73" fmla="*/ 0 60000 65536"/>
                            <a:gd name="T74" fmla="*/ 0 60000 65536"/>
                            <a:gd name="T75" fmla="*/ 0 60000 65536"/>
                            <a:gd name="T76" fmla="*/ 0 60000 65536"/>
                            <a:gd name="T77" fmla="*/ 0 60000 65536"/>
                            <a:gd name="T78" fmla="*/ 0 60000 65536"/>
                            <a:gd name="T79" fmla="*/ 0 60000 65536"/>
                            <a:gd name="T80" fmla="*/ 0 60000 65536"/>
                            <a:gd name="T81" fmla="*/ 0 60000 65536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w 710"/>
                            <a:gd name="T100" fmla="*/ 0 h 1491"/>
                            <a:gd name="T101" fmla="*/ 710 w 710"/>
                            <a:gd name="T102" fmla="*/ 1491 h 1491"/>
                          </a:gdLst>
                          <a:ahLst/>
                          <a:cxnLst>
                            <a:cxn ang="T66">
                              <a:pos x="T0" y="T1"/>
                            </a:cxn>
                            <a:cxn ang="T67">
                              <a:pos x="T2" y="T3"/>
                            </a:cxn>
                            <a:cxn ang="T68">
                              <a:pos x="T4" y="T5"/>
                            </a:cxn>
                            <a:cxn ang="T69">
                              <a:pos x="T6" y="T7"/>
                            </a:cxn>
                            <a:cxn ang="T70">
                              <a:pos x="T8" y="T9"/>
                            </a:cxn>
                            <a:cxn ang="T71">
                              <a:pos x="T10" y="T11"/>
                            </a:cxn>
                            <a:cxn ang="T72">
                              <a:pos x="T12" y="T13"/>
                            </a:cxn>
                            <a:cxn ang="T73">
                              <a:pos x="T14" y="T15"/>
                            </a:cxn>
                            <a:cxn ang="T74">
                              <a:pos x="T16" y="T17"/>
                            </a:cxn>
                            <a:cxn ang="T75">
                              <a:pos x="T18" y="T19"/>
                            </a:cxn>
                            <a:cxn ang="T76">
                              <a:pos x="T20" y="T21"/>
                            </a:cxn>
                            <a:cxn ang="T77">
                              <a:pos x="T22" y="T23"/>
                            </a:cxn>
                            <a:cxn ang="T78">
                              <a:pos x="T24" y="T25"/>
                            </a:cxn>
                            <a:cxn ang="T79">
                              <a:pos x="T26" y="T27"/>
                            </a:cxn>
                            <a:cxn ang="T80">
                              <a:pos x="T28" y="T29"/>
                            </a:cxn>
                            <a:cxn ang="T81">
                              <a:pos x="T30" y="T31"/>
                            </a:cxn>
                            <a:cxn ang="T82">
                              <a:pos x="T32" y="T33"/>
                            </a:cxn>
                            <a:cxn ang="T83">
                              <a:pos x="T34" y="T35"/>
                            </a:cxn>
                            <a:cxn ang="T84">
                              <a:pos x="T36" y="T37"/>
                            </a:cxn>
                            <a:cxn ang="T85">
                              <a:pos x="T38" y="T39"/>
                            </a:cxn>
                            <a:cxn ang="T86">
                              <a:pos x="T40" y="T41"/>
                            </a:cxn>
                            <a:cxn ang="T87">
                              <a:pos x="T42" y="T43"/>
                            </a:cxn>
                            <a:cxn ang="T88">
                              <a:pos x="T44" y="T45"/>
                            </a:cxn>
                            <a:cxn ang="T89">
                              <a:pos x="T46" y="T47"/>
                            </a:cxn>
                            <a:cxn ang="T90">
                              <a:pos x="T48" y="T49"/>
                            </a:cxn>
                            <a:cxn ang="T91">
                              <a:pos x="T50" y="T51"/>
                            </a:cxn>
                            <a:cxn ang="T92">
                              <a:pos x="T52" y="T53"/>
                            </a:cxn>
                            <a:cxn ang="T93">
                              <a:pos x="T54" y="T55"/>
                            </a:cxn>
                            <a:cxn ang="T94">
                              <a:pos x="T56" y="T57"/>
                            </a:cxn>
                            <a:cxn ang="T95">
                              <a:pos x="T58" y="T59"/>
                            </a:cxn>
                            <a:cxn ang="T96">
                              <a:pos x="T60" y="T61"/>
                            </a:cxn>
                            <a:cxn ang="T97">
                              <a:pos x="T62" y="T63"/>
                            </a:cxn>
                            <a:cxn ang="T98">
                              <a:pos x="T64" y="T65"/>
                            </a:cxn>
                          </a:cxnLst>
                          <a:rect l="T99" t="T100" r="T101" b="T102"/>
                          <a:pathLst>
                            <a:path w="710" h="1491">
                              <a:moveTo>
                                <a:pt x="0" y="340"/>
                              </a:moveTo>
                              <a:lnTo>
                                <a:pt x="0" y="311"/>
                              </a:lnTo>
                              <a:lnTo>
                                <a:pt x="0" y="281"/>
                              </a:lnTo>
                              <a:lnTo>
                                <a:pt x="0" y="250"/>
                              </a:lnTo>
                              <a:lnTo>
                                <a:pt x="0" y="219"/>
                              </a:lnTo>
                              <a:lnTo>
                                <a:pt x="0" y="187"/>
                              </a:lnTo>
                              <a:lnTo>
                                <a:pt x="0" y="152"/>
                              </a:lnTo>
                              <a:lnTo>
                                <a:pt x="0" y="116"/>
                              </a:lnTo>
                              <a:lnTo>
                                <a:pt x="0" y="78"/>
                              </a:lnTo>
                              <a:lnTo>
                                <a:pt x="9" y="69"/>
                              </a:lnTo>
                              <a:lnTo>
                                <a:pt x="21" y="5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" o:spid="_x0000_s1026" style="position:absolute;margin-left:-61.95pt;margin-top:-79.75pt;width:3.55pt;height:7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710,14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" path="m,340l,311,,281,,250,,219,,187,,152,,116,,78,9,69,21,58,,340xe" filled="f" strokeweight=".5pt">
                <v:path arrowok="t" o:connecttype="custom" o:connectlocs="0,1967;0,1586;0,1206;0,761;64,444;254,317;445,190;635,63;1143,0;1905,0;2731,0;3493,0;3937,63;4064,190;4255,317;4382,571;4509,9455;4064,9265;3683,9011;3302,8694;2921,8376;2604,8059;2286,7678;2032,7298;1715,6853;1461,6409;1270,5902;1016,5394;762,4823;572,4188;381,3554;191,2856;0,2158" o:connectangles="0,0,0,0,0,0,0,0,0,0,0,0,0,0,0,0,0,0,0,0,0,0,0,0,0,0,0,0,0,0,0,0,0" textboxrect="0,0,710,1491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-1922780</wp:posOffset>
                </wp:positionV>
                <wp:extent cx="110490" cy="149225"/>
                <wp:effectExtent l="0" t="0" r="1270" b="8255"/>
                <wp:wrapNone/>
                <wp:docPr id="1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" o:spid="_x0000_s1026" style="position:absolute;margin-left:-47.8pt;margin-top:-151.4pt;width:8.7pt;height:11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" path="m1478,2330r54,-9l1578,2310r20,-5l1617,2298r18,-8l1652,2281r7,-5l1667,2270r6,-5l1680,2259r-202,71xe" stroked="f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-607060</wp:posOffset>
                </wp:positionH>
                <wp:positionV relativeFrom="paragraph">
                  <wp:posOffset>-2641600</wp:posOffset>
                </wp:positionV>
                <wp:extent cx="110490" cy="149225"/>
                <wp:effectExtent l="0" t="0" r="29845" b="22225"/>
                <wp:wrapNone/>
                <wp:docPr id="11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153 w 1740"/>
                            <a:gd name="T1" fmla="*/ 232 h 2349"/>
                            <a:gd name="T2" fmla="*/ 160 w 1740"/>
                            <a:gd name="T3" fmla="*/ 231 h 2349"/>
                            <a:gd name="T4" fmla="*/ 164 w 1740"/>
                            <a:gd name="T5" fmla="*/ 229 h 2349"/>
                            <a:gd name="T6" fmla="*/ 166 w 1740"/>
                            <a:gd name="T7" fmla="*/ 228 h 2349"/>
                            <a:gd name="T8" fmla="*/ 167 w 1740"/>
                            <a:gd name="T9" fmla="*/ 227 h 2349"/>
                            <a:gd name="T10" fmla="*/ 169 w 1740"/>
                            <a:gd name="T11" fmla="*/ 225 h 2349"/>
                            <a:gd name="T12" fmla="*/ 170 w 1740"/>
                            <a:gd name="T13" fmla="*/ 224 h 2349"/>
                            <a:gd name="T14" fmla="*/ 171 w 1740"/>
                            <a:gd name="T15" fmla="*/ 221 h 2349"/>
                            <a:gd name="T16" fmla="*/ 173 w 1740"/>
                            <a:gd name="T17" fmla="*/ 216 h 2349"/>
                            <a:gd name="T18" fmla="*/ 174 w 1740"/>
                            <a:gd name="T19" fmla="*/ 16 h 2349"/>
                            <a:gd name="T20" fmla="*/ 171 w 1740"/>
                            <a:gd name="T21" fmla="*/ 12 h 2349"/>
                            <a:gd name="T22" fmla="*/ 168 w 1740"/>
                            <a:gd name="T23" fmla="*/ 8 h 2349"/>
                            <a:gd name="T24" fmla="*/ 164 w 1740"/>
                            <a:gd name="T25" fmla="*/ 4 h 2349"/>
                            <a:gd name="T26" fmla="*/ 160 w 1740"/>
                            <a:gd name="T27" fmla="*/ 0 h 2349"/>
                            <a:gd name="T28" fmla="*/ 151 w 1740"/>
                            <a:gd name="T29" fmla="*/ 0 h 2349"/>
                            <a:gd name="T30" fmla="*/ 142 w 1740"/>
                            <a:gd name="T31" fmla="*/ 0 h 2349"/>
                            <a:gd name="T32" fmla="*/ 133 w 1740"/>
                            <a:gd name="T33" fmla="*/ 0 h 2349"/>
                            <a:gd name="T34" fmla="*/ 124 w 1740"/>
                            <a:gd name="T35" fmla="*/ 0 h 2349"/>
                            <a:gd name="T36" fmla="*/ 121 w 1740"/>
                            <a:gd name="T37" fmla="*/ 8 h 2349"/>
                            <a:gd name="T38" fmla="*/ 117 w 1740"/>
                            <a:gd name="T39" fmla="*/ 16 h 2349"/>
                            <a:gd name="T40" fmla="*/ 114 w 1740"/>
                            <a:gd name="T41" fmla="*/ 24 h 2349"/>
                            <a:gd name="T42" fmla="*/ 110 w 1740"/>
                            <a:gd name="T43" fmla="*/ 31 h 2349"/>
                            <a:gd name="T44" fmla="*/ 105 w 1740"/>
                            <a:gd name="T45" fmla="*/ 40 h 2349"/>
                            <a:gd name="T46" fmla="*/ 100 w 1740"/>
                            <a:gd name="T47" fmla="*/ 48 h 2349"/>
                            <a:gd name="T48" fmla="*/ 94 w 1740"/>
                            <a:gd name="T49" fmla="*/ 55 h 2349"/>
                            <a:gd name="T50" fmla="*/ 89 w 1740"/>
                            <a:gd name="T51" fmla="*/ 62 h 2349"/>
                            <a:gd name="T52" fmla="*/ 84 w 1740"/>
                            <a:gd name="T53" fmla="*/ 68 h 2349"/>
                            <a:gd name="T54" fmla="*/ 78 w 1740"/>
                            <a:gd name="T55" fmla="*/ 74 h 2349"/>
                            <a:gd name="T56" fmla="*/ 72 w 1740"/>
                            <a:gd name="T57" fmla="*/ 79 h 2349"/>
                            <a:gd name="T58" fmla="*/ 66 w 1740"/>
                            <a:gd name="T59" fmla="*/ 84 h 2349"/>
                            <a:gd name="T60" fmla="*/ 60 w 1740"/>
                            <a:gd name="T61" fmla="*/ 89 h 2349"/>
                            <a:gd name="T62" fmla="*/ 53 w 1740"/>
                            <a:gd name="T63" fmla="*/ 93 h 2349"/>
                            <a:gd name="T64" fmla="*/ 45 w 1740"/>
                            <a:gd name="T65" fmla="*/ 97 h 2349"/>
                            <a:gd name="T66" fmla="*/ 37 w 1740"/>
                            <a:gd name="T67" fmla="*/ 100 h 2349"/>
                            <a:gd name="T68" fmla="*/ 29 w 1740"/>
                            <a:gd name="T69" fmla="*/ 103 h 2349"/>
                            <a:gd name="T70" fmla="*/ 20 w 1740"/>
                            <a:gd name="T71" fmla="*/ 106 h 2349"/>
                            <a:gd name="T72" fmla="*/ 10 w 1740"/>
                            <a:gd name="T73" fmla="*/ 109 h 2349"/>
                            <a:gd name="T74" fmla="*/ 0 w 1740"/>
                            <a:gd name="T75" fmla="*/ 111 h 2349"/>
                            <a:gd name="T76" fmla="*/ 3 w 1740"/>
                            <a:gd name="T77" fmla="*/ 122 h 2349"/>
                            <a:gd name="T78" fmla="*/ 6 w 1740"/>
                            <a:gd name="T79" fmla="*/ 133 h 2349"/>
                            <a:gd name="T80" fmla="*/ 8 w 1740"/>
                            <a:gd name="T81" fmla="*/ 145 h 2349"/>
                            <a:gd name="T82" fmla="*/ 10 w 1740"/>
                            <a:gd name="T83" fmla="*/ 159 h 2349"/>
                            <a:gd name="T84" fmla="*/ 11 w 1740"/>
                            <a:gd name="T85" fmla="*/ 166 h 2349"/>
                            <a:gd name="T86" fmla="*/ 12 w 1740"/>
                            <a:gd name="T87" fmla="*/ 174 h 2349"/>
                            <a:gd name="T88" fmla="*/ 12 w 1740"/>
                            <a:gd name="T89" fmla="*/ 183 h 2349"/>
                            <a:gd name="T90" fmla="*/ 12 w 1740"/>
                            <a:gd name="T91" fmla="*/ 192 h 2349"/>
                            <a:gd name="T92" fmla="*/ 12 w 1740"/>
                            <a:gd name="T93" fmla="*/ 201 h 2349"/>
                            <a:gd name="T94" fmla="*/ 12 w 1740"/>
                            <a:gd name="T95" fmla="*/ 212 h 2349"/>
                            <a:gd name="T96" fmla="*/ 12 w 1740"/>
                            <a:gd name="T97" fmla="*/ 223 h 2349"/>
                            <a:gd name="T98" fmla="*/ 11 w 1740"/>
                            <a:gd name="T99" fmla="*/ 234 h 2349"/>
                            <a:gd name="T100" fmla="*/ 44 w 1740"/>
                            <a:gd name="T101" fmla="*/ 235 h 2349"/>
                            <a:gd name="T102" fmla="*/ 79 w 1740"/>
                            <a:gd name="T103" fmla="*/ 235 h 2349"/>
                            <a:gd name="T104" fmla="*/ 97 w 1740"/>
                            <a:gd name="T105" fmla="*/ 235 h 2349"/>
                            <a:gd name="T106" fmla="*/ 115 w 1740"/>
                            <a:gd name="T107" fmla="*/ 235 h 2349"/>
                            <a:gd name="T108" fmla="*/ 132 w 1740"/>
                            <a:gd name="T109" fmla="*/ 234 h 2349"/>
                            <a:gd name="T110" fmla="*/ 148 w 1740"/>
                            <a:gd name="T111" fmla="*/ 233 h 2349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w 1740"/>
                            <a:gd name="T169" fmla="*/ 0 h 2349"/>
                            <a:gd name="T170" fmla="*/ 1740 w 1740"/>
                            <a:gd name="T171" fmla="*/ 2349 h 2349"/>
                          </a:gdLst>
                          <a:ahLst/>
                          <a:cxnLst>
                            <a:cxn ang="T112">
                              <a:pos x="T0" y="T1"/>
                            </a:cxn>
                            <a:cxn ang="T113">
                              <a:pos x="T2" y="T3"/>
                            </a:cxn>
                            <a:cxn ang="T114">
                              <a:pos x="T4" y="T5"/>
                            </a:cxn>
                            <a:cxn ang="T115">
                              <a:pos x="T6" y="T7"/>
                            </a:cxn>
                            <a:cxn ang="T116">
                              <a:pos x="T8" y="T9"/>
                            </a:cxn>
                            <a:cxn ang="T117">
                              <a:pos x="T10" y="T11"/>
                            </a:cxn>
                            <a:cxn ang="T118">
                              <a:pos x="T12" y="T13"/>
                            </a:cxn>
                            <a:cxn ang="T119">
                              <a:pos x="T14" y="T15"/>
                            </a:cxn>
                            <a:cxn ang="T120">
                              <a:pos x="T16" y="T17"/>
                            </a:cxn>
                            <a:cxn ang="T121">
                              <a:pos x="T18" y="T19"/>
                            </a:cxn>
                            <a:cxn ang="T122">
                              <a:pos x="T20" y="T21"/>
                            </a:cxn>
                            <a:cxn ang="T123">
                              <a:pos x="T22" y="T23"/>
                            </a:cxn>
                            <a:cxn ang="T124">
                              <a:pos x="T24" y="T25"/>
                            </a:cxn>
                            <a:cxn ang="T125">
                              <a:pos x="T26" y="T27"/>
                            </a:cxn>
                            <a:cxn ang="T126">
                              <a:pos x="T28" y="T29"/>
                            </a:cxn>
                            <a:cxn ang="T127">
                              <a:pos x="T30" y="T31"/>
                            </a:cxn>
                            <a:cxn ang="T128">
                              <a:pos x="T32" y="T33"/>
                            </a:cxn>
                            <a:cxn ang="T129">
                              <a:pos x="T34" y="T35"/>
                            </a:cxn>
                            <a:cxn ang="T130">
                              <a:pos x="T36" y="T37"/>
                            </a:cxn>
                            <a:cxn ang="T131">
                              <a:pos x="T38" y="T39"/>
                            </a:cxn>
                            <a:cxn ang="T132">
                              <a:pos x="T40" y="T41"/>
                            </a:cxn>
                            <a:cxn ang="T133">
                              <a:pos x="T42" y="T43"/>
                            </a:cxn>
                            <a:cxn ang="T134">
                              <a:pos x="T44" y="T45"/>
                            </a:cxn>
                            <a:cxn ang="T135">
                              <a:pos x="T46" y="T47"/>
                            </a:cxn>
                            <a:cxn ang="T136">
                              <a:pos x="T48" y="T49"/>
                            </a:cxn>
                            <a:cxn ang="T137">
                              <a:pos x="T50" y="T51"/>
                            </a:cxn>
                            <a:cxn ang="T138">
                              <a:pos x="T52" y="T53"/>
                            </a:cxn>
                            <a:cxn ang="T139">
                              <a:pos x="T54" y="T55"/>
                            </a:cxn>
                            <a:cxn ang="T140">
                              <a:pos x="T56" y="T57"/>
                            </a:cxn>
                            <a:cxn ang="T141">
                              <a:pos x="T58" y="T59"/>
                            </a:cxn>
                            <a:cxn ang="T142">
                              <a:pos x="T60" y="T61"/>
                            </a:cxn>
                            <a:cxn ang="T143">
                              <a:pos x="T62" y="T63"/>
                            </a:cxn>
                            <a:cxn ang="T144">
                              <a:pos x="T64" y="T65"/>
                            </a:cxn>
                            <a:cxn ang="T145">
                              <a:pos x="T66" y="T67"/>
                            </a:cxn>
                            <a:cxn ang="T146">
                              <a:pos x="T68" y="T69"/>
                            </a:cxn>
                            <a:cxn ang="T147">
                              <a:pos x="T70" y="T71"/>
                            </a:cxn>
                            <a:cxn ang="T148">
                              <a:pos x="T72" y="T73"/>
                            </a:cxn>
                            <a:cxn ang="T149">
                              <a:pos x="T74" y="T75"/>
                            </a:cxn>
                            <a:cxn ang="T150">
                              <a:pos x="T76" y="T77"/>
                            </a:cxn>
                            <a:cxn ang="T151">
                              <a:pos x="T78" y="T79"/>
                            </a:cxn>
                            <a:cxn ang="T152">
                              <a:pos x="T80" y="T81"/>
                            </a:cxn>
                            <a:cxn ang="T153">
                              <a:pos x="T82" y="T83"/>
                            </a:cxn>
                            <a:cxn ang="T154">
                              <a:pos x="T84" y="T85"/>
                            </a:cxn>
                            <a:cxn ang="T155">
                              <a:pos x="T86" y="T87"/>
                            </a:cxn>
                            <a:cxn ang="T156">
                              <a:pos x="T88" y="T89"/>
                            </a:cxn>
                            <a:cxn ang="T157">
                              <a:pos x="T90" y="T91"/>
                            </a:cxn>
                            <a:cxn ang="T158">
                              <a:pos x="T92" y="T93"/>
                            </a:cxn>
                            <a:cxn ang="T159">
                              <a:pos x="T94" y="T95"/>
                            </a:cxn>
                            <a:cxn ang="T160">
                              <a:pos x="T96" y="T97"/>
                            </a:cxn>
                            <a:cxn ang="T161">
                              <a:pos x="T98" y="T99"/>
                            </a:cxn>
                            <a:cxn ang="T162">
                              <a:pos x="T100" y="T101"/>
                            </a:cxn>
                            <a:cxn ang="T163">
                              <a:pos x="T102" y="T103"/>
                            </a:cxn>
                            <a:cxn ang="T164">
                              <a:pos x="T104" y="T105"/>
                            </a:cxn>
                            <a:cxn ang="T165">
                              <a:pos x="T106" y="T107"/>
                            </a:cxn>
                            <a:cxn ang="T166">
                              <a:pos x="T108" y="T109"/>
                            </a:cxn>
                            <a:cxn ang="T167">
                              <a:pos x="T110" y="T111"/>
                            </a:cxn>
                          </a:cxnLst>
                          <a:rect l="T168" t="T169" r="T170" b="T171"/>
                          <a:pathLst>
                            <a:path w="1740" h="2349">
                              <a:moveTo>
                                <a:pt x="1478" y="2330"/>
                              </a:moveTo>
                              <a:lnTo>
                                <a:pt x="1532" y="2321"/>
                              </a:lnTo>
                              <a:lnTo>
                                <a:pt x="1578" y="2310"/>
                              </a:lnTo>
                              <a:lnTo>
                                <a:pt x="1598" y="2305"/>
                              </a:lnTo>
                              <a:lnTo>
                                <a:pt x="1617" y="2298"/>
                              </a:lnTo>
                              <a:lnTo>
                                <a:pt x="1635" y="2290"/>
                              </a:lnTo>
                              <a:lnTo>
                                <a:pt x="1652" y="2281"/>
                              </a:lnTo>
                              <a:lnTo>
                                <a:pt x="1659" y="2276"/>
                              </a:lnTo>
                              <a:lnTo>
                                <a:pt x="1667" y="2270"/>
                              </a:lnTo>
                              <a:lnTo>
                                <a:pt x="1673" y="2265"/>
                              </a:lnTo>
                              <a:lnTo>
                                <a:pt x="168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6" style="position:absolute;margin-left:-47.8pt;margin-top:-208pt;width:8.7pt;height:11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" path="m1478,2330r54,-9l1578,2310r20,-5l1617,2298r18,-8l1652,2281r7,-5l1667,2270r6,-5l1680,2259r-202,71xe" filled="f" strokeweight=".5pt">
                <v:path arrowok="t" o:connecttype="custom" o:connectlocs="9716,14738;10160,14675;10414,14548;10541,14484;10605,14421;10732,14294;10795,14230;10859,14039;10986,13722;11049,1016;10859,762;10668,508;10414,254;10160,0;9589,0;9017,0;8446,0;7874,0;7684,508;7430,1016;7239,1525;6985,1969;6668,2541;6350,3049;5969,3494;5652,3939;5334,4320;4953,4701;4572,5019;4191,5336;3810,5654;3366,5908;2858,6162;2350,6353;1842,6543;1270,6734;635,6924;0,7052;191,7750;381,8449;508,9211;635,10101;699,10545;762,11054;762,11625;762,12197;762,12769;762,13468;762,14167;699,14865;2794,14929;5017,14929;6160,14929;7303,14929;8382,14865;9398,14802" o:connectangles="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-3360420</wp:posOffset>
                </wp:positionV>
                <wp:extent cx="110490" cy="149225"/>
                <wp:effectExtent l="4445" t="0" r="0" b="7620"/>
                <wp:wrapNone/>
                <wp:docPr id="10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6" style="position:absolute;margin-left:-73.9pt;margin-top:-264.6pt;width:8.7pt;height:1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" path="m262,2331r-54,-10l162,2310r-20,-5l123,2298r-19,-8l88,2281r-7,-5l73,2271r-6,-6l60,2259r202,72xe" stroked="f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-938530</wp:posOffset>
                </wp:positionH>
                <wp:positionV relativeFrom="paragraph">
                  <wp:posOffset>-4078605</wp:posOffset>
                </wp:positionV>
                <wp:extent cx="110490" cy="149225"/>
                <wp:effectExtent l="23495" t="0" r="0" b="20955"/>
                <wp:wrapNone/>
                <wp:docPr id="9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0490" cy="149225"/>
                        </a:xfrm>
                        <a:custGeom>
                          <a:avLst/>
                          <a:gdLst>
                            <a:gd name="T0" fmla="*/ 21 w 1740"/>
                            <a:gd name="T1" fmla="*/ 232 h 2349"/>
                            <a:gd name="T2" fmla="*/ 14 w 1740"/>
                            <a:gd name="T3" fmla="*/ 231 h 2349"/>
                            <a:gd name="T4" fmla="*/ 10 w 1740"/>
                            <a:gd name="T5" fmla="*/ 229 h 2349"/>
                            <a:gd name="T6" fmla="*/ 8 w 1740"/>
                            <a:gd name="T7" fmla="*/ 228 h 2349"/>
                            <a:gd name="T8" fmla="*/ 7 w 1740"/>
                            <a:gd name="T9" fmla="*/ 227 h 2349"/>
                            <a:gd name="T10" fmla="*/ 5 w 1740"/>
                            <a:gd name="T11" fmla="*/ 225 h 2349"/>
                            <a:gd name="T12" fmla="*/ 4 w 1740"/>
                            <a:gd name="T13" fmla="*/ 224 h 2349"/>
                            <a:gd name="T14" fmla="*/ 3 w 1740"/>
                            <a:gd name="T15" fmla="*/ 221 h 2349"/>
                            <a:gd name="T16" fmla="*/ 1 w 1740"/>
                            <a:gd name="T17" fmla="*/ 216 h 2349"/>
                            <a:gd name="T18" fmla="*/ 0 w 1740"/>
                            <a:gd name="T19" fmla="*/ 16 h 2349"/>
                            <a:gd name="T20" fmla="*/ 3 w 1740"/>
                            <a:gd name="T21" fmla="*/ 12 h 2349"/>
                            <a:gd name="T22" fmla="*/ 6 w 1740"/>
                            <a:gd name="T23" fmla="*/ 8 h 2349"/>
                            <a:gd name="T24" fmla="*/ 10 w 1740"/>
                            <a:gd name="T25" fmla="*/ 4 h 2349"/>
                            <a:gd name="T26" fmla="*/ 12 w 1740"/>
                            <a:gd name="T27" fmla="*/ 2 h 2349"/>
                            <a:gd name="T28" fmla="*/ 14 w 1740"/>
                            <a:gd name="T29" fmla="*/ 0 h 2349"/>
                            <a:gd name="T30" fmla="*/ 23 w 1740"/>
                            <a:gd name="T31" fmla="*/ 0 h 2349"/>
                            <a:gd name="T32" fmla="*/ 32 w 1740"/>
                            <a:gd name="T33" fmla="*/ 0 h 2349"/>
                            <a:gd name="T34" fmla="*/ 41 w 1740"/>
                            <a:gd name="T35" fmla="*/ 0 h 2349"/>
                            <a:gd name="T36" fmla="*/ 50 w 1740"/>
                            <a:gd name="T37" fmla="*/ 0 h 2349"/>
                            <a:gd name="T38" fmla="*/ 54 w 1740"/>
                            <a:gd name="T39" fmla="*/ 8 h 2349"/>
                            <a:gd name="T40" fmla="*/ 57 w 1740"/>
                            <a:gd name="T41" fmla="*/ 16 h 2349"/>
                            <a:gd name="T42" fmla="*/ 61 w 1740"/>
                            <a:gd name="T43" fmla="*/ 24 h 2349"/>
                            <a:gd name="T44" fmla="*/ 64 w 1740"/>
                            <a:gd name="T45" fmla="*/ 31 h 2349"/>
                            <a:gd name="T46" fmla="*/ 69 w 1740"/>
                            <a:gd name="T47" fmla="*/ 40 h 2349"/>
                            <a:gd name="T48" fmla="*/ 74 w 1740"/>
                            <a:gd name="T49" fmla="*/ 48 h 2349"/>
                            <a:gd name="T50" fmla="*/ 80 w 1740"/>
                            <a:gd name="T51" fmla="*/ 55 h 2349"/>
                            <a:gd name="T52" fmla="*/ 85 w 1740"/>
                            <a:gd name="T53" fmla="*/ 62 h 2349"/>
                            <a:gd name="T54" fmla="*/ 90 w 1740"/>
                            <a:gd name="T55" fmla="*/ 68 h 2349"/>
                            <a:gd name="T56" fmla="*/ 96 w 1740"/>
                            <a:gd name="T57" fmla="*/ 74 h 2349"/>
                            <a:gd name="T58" fmla="*/ 102 w 1740"/>
                            <a:gd name="T59" fmla="*/ 79 h 2349"/>
                            <a:gd name="T60" fmla="*/ 108 w 1740"/>
                            <a:gd name="T61" fmla="*/ 84 h 2349"/>
                            <a:gd name="T62" fmla="*/ 114 w 1740"/>
                            <a:gd name="T63" fmla="*/ 89 h 2349"/>
                            <a:gd name="T64" fmla="*/ 121 w 1740"/>
                            <a:gd name="T65" fmla="*/ 93 h 2349"/>
                            <a:gd name="T66" fmla="*/ 129 w 1740"/>
                            <a:gd name="T67" fmla="*/ 97 h 2349"/>
                            <a:gd name="T68" fmla="*/ 137 w 1740"/>
                            <a:gd name="T69" fmla="*/ 100 h 2349"/>
                            <a:gd name="T70" fmla="*/ 145 w 1740"/>
                            <a:gd name="T71" fmla="*/ 104 h 2349"/>
                            <a:gd name="T72" fmla="*/ 154 w 1740"/>
                            <a:gd name="T73" fmla="*/ 106 h 2349"/>
                            <a:gd name="T74" fmla="*/ 164 w 1740"/>
                            <a:gd name="T75" fmla="*/ 109 h 2349"/>
                            <a:gd name="T76" fmla="*/ 174 w 1740"/>
                            <a:gd name="T77" fmla="*/ 111 h 2349"/>
                            <a:gd name="T78" fmla="*/ 171 w 1740"/>
                            <a:gd name="T79" fmla="*/ 122 h 2349"/>
                            <a:gd name="T80" fmla="*/ 168 w 1740"/>
                            <a:gd name="T81" fmla="*/ 133 h 2349"/>
                            <a:gd name="T82" fmla="*/ 166 w 1740"/>
                            <a:gd name="T83" fmla="*/ 145 h 2349"/>
                            <a:gd name="T84" fmla="*/ 164 w 1740"/>
                            <a:gd name="T85" fmla="*/ 159 h 2349"/>
                            <a:gd name="T86" fmla="*/ 163 w 1740"/>
                            <a:gd name="T87" fmla="*/ 166 h 2349"/>
                            <a:gd name="T88" fmla="*/ 162 w 1740"/>
                            <a:gd name="T89" fmla="*/ 174 h 2349"/>
                            <a:gd name="T90" fmla="*/ 162 w 1740"/>
                            <a:gd name="T91" fmla="*/ 183 h 2349"/>
                            <a:gd name="T92" fmla="*/ 162 w 1740"/>
                            <a:gd name="T93" fmla="*/ 192 h 2349"/>
                            <a:gd name="T94" fmla="*/ 162 w 1740"/>
                            <a:gd name="T95" fmla="*/ 201 h 2349"/>
                            <a:gd name="T96" fmla="*/ 162 w 1740"/>
                            <a:gd name="T97" fmla="*/ 212 h 2349"/>
                            <a:gd name="T98" fmla="*/ 163 w 1740"/>
                            <a:gd name="T99" fmla="*/ 223 h 2349"/>
                            <a:gd name="T100" fmla="*/ 163 w 1740"/>
                            <a:gd name="T101" fmla="*/ 234 h 2349"/>
                            <a:gd name="T102" fmla="*/ 130 w 1740"/>
                            <a:gd name="T103" fmla="*/ 235 h 2349"/>
                            <a:gd name="T104" fmla="*/ 95 w 1740"/>
                            <a:gd name="T105" fmla="*/ 235 h 2349"/>
                            <a:gd name="T106" fmla="*/ 77 w 1740"/>
                            <a:gd name="T107" fmla="*/ 235 h 2349"/>
                            <a:gd name="T108" fmla="*/ 59 w 1740"/>
                            <a:gd name="T109" fmla="*/ 235 h 2349"/>
                            <a:gd name="T110" fmla="*/ 42 w 1740"/>
                            <a:gd name="T111" fmla="*/ 234 h 2349"/>
                            <a:gd name="T112" fmla="*/ 26 w 1740"/>
                            <a:gd name="T113" fmla="*/ 233 h 2349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60000 65536"/>
                            <a:gd name="T163" fmla="*/ 0 60000 65536"/>
                            <a:gd name="T164" fmla="*/ 0 60000 65536"/>
                            <a:gd name="T165" fmla="*/ 0 60000 65536"/>
                            <a:gd name="T166" fmla="*/ 0 60000 65536"/>
                            <a:gd name="T167" fmla="*/ 0 60000 65536"/>
                            <a:gd name="T168" fmla="*/ 0 60000 65536"/>
                            <a:gd name="T169" fmla="*/ 0 60000 65536"/>
                            <a:gd name="T170" fmla="*/ 0 60000 65536"/>
                            <a:gd name="T171" fmla="*/ 0 w 1740"/>
                            <a:gd name="T172" fmla="*/ 0 h 2349"/>
                            <a:gd name="T173" fmla="*/ 1740 w 1740"/>
                            <a:gd name="T174" fmla="*/ 2349 h 2349"/>
                          </a:gdLst>
                          <a:ahLst/>
                          <a:cxnLst>
                            <a:cxn ang="T114">
                              <a:pos x="T0" y="T1"/>
                            </a:cxn>
                            <a:cxn ang="T115">
                              <a:pos x="T2" y="T3"/>
                            </a:cxn>
                            <a:cxn ang="T116">
                              <a:pos x="T4" y="T5"/>
                            </a:cxn>
                            <a:cxn ang="T117">
                              <a:pos x="T6" y="T7"/>
                            </a:cxn>
                            <a:cxn ang="T118">
                              <a:pos x="T8" y="T9"/>
                            </a:cxn>
                            <a:cxn ang="T119">
                              <a:pos x="T10" y="T11"/>
                            </a:cxn>
                            <a:cxn ang="T120">
                              <a:pos x="T12" y="T13"/>
                            </a:cxn>
                            <a:cxn ang="T121">
                              <a:pos x="T14" y="T15"/>
                            </a:cxn>
                            <a:cxn ang="T122">
                              <a:pos x="T16" y="T17"/>
                            </a:cxn>
                            <a:cxn ang="T123">
                              <a:pos x="T18" y="T19"/>
                            </a:cxn>
                            <a:cxn ang="T124">
                              <a:pos x="T20" y="T21"/>
                            </a:cxn>
                            <a:cxn ang="T125">
                              <a:pos x="T22" y="T23"/>
                            </a:cxn>
                            <a:cxn ang="T126">
                              <a:pos x="T24" y="T25"/>
                            </a:cxn>
                            <a:cxn ang="T127">
                              <a:pos x="T26" y="T27"/>
                            </a:cxn>
                            <a:cxn ang="T128">
                              <a:pos x="T28" y="T29"/>
                            </a:cxn>
                            <a:cxn ang="T129">
                              <a:pos x="T30" y="T31"/>
                            </a:cxn>
                            <a:cxn ang="T130">
                              <a:pos x="T32" y="T33"/>
                            </a:cxn>
                            <a:cxn ang="T131">
                              <a:pos x="T34" y="T35"/>
                            </a:cxn>
                            <a:cxn ang="T132">
                              <a:pos x="T36" y="T37"/>
                            </a:cxn>
                            <a:cxn ang="T133">
                              <a:pos x="T38" y="T39"/>
                            </a:cxn>
                            <a:cxn ang="T134">
                              <a:pos x="T40" y="T41"/>
                            </a:cxn>
                            <a:cxn ang="T135">
                              <a:pos x="T42" y="T43"/>
                            </a:cxn>
                            <a:cxn ang="T136">
                              <a:pos x="T44" y="T45"/>
                            </a:cxn>
                            <a:cxn ang="T137">
                              <a:pos x="T46" y="T47"/>
                            </a:cxn>
                            <a:cxn ang="T138">
                              <a:pos x="T48" y="T49"/>
                            </a:cxn>
                            <a:cxn ang="T139">
                              <a:pos x="T50" y="T51"/>
                            </a:cxn>
                            <a:cxn ang="T140">
                              <a:pos x="T52" y="T53"/>
                            </a:cxn>
                            <a:cxn ang="T141">
                              <a:pos x="T54" y="T55"/>
                            </a:cxn>
                            <a:cxn ang="T142">
                              <a:pos x="T56" y="T57"/>
                            </a:cxn>
                            <a:cxn ang="T143">
                              <a:pos x="T58" y="T59"/>
                            </a:cxn>
                            <a:cxn ang="T144">
                              <a:pos x="T60" y="T61"/>
                            </a:cxn>
                            <a:cxn ang="T145">
                              <a:pos x="T62" y="T63"/>
                            </a:cxn>
                            <a:cxn ang="T146">
                              <a:pos x="T64" y="T65"/>
                            </a:cxn>
                            <a:cxn ang="T147">
                              <a:pos x="T66" y="T67"/>
                            </a:cxn>
                            <a:cxn ang="T148">
                              <a:pos x="T68" y="T69"/>
                            </a:cxn>
                            <a:cxn ang="T149">
                              <a:pos x="T70" y="T71"/>
                            </a:cxn>
                            <a:cxn ang="T150">
                              <a:pos x="T72" y="T73"/>
                            </a:cxn>
                            <a:cxn ang="T151">
                              <a:pos x="T74" y="T75"/>
                            </a:cxn>
                            <a:cxn ang="T152">
                              <a:pos x="T76" y="T77"/>
                            </a:cxn>
                            <a:cxn ang="T153">
                              <a:pos x="T78" y="T79"/>
                            </a:cxn>
                            <a:cxn ang="T154">
                              <a:pos x="T80" y="T81"/>
                            </a:cxn>
                            <a:cxn ang="T155">
                              <a:pos x="T82" y="T83"/>
                            </a:cxn>
                            <a:cxn ang="T156">
                              <a:pos x="T84" y="T85"/>
                            </a:cxn>
                            <a:cxn ang="T157">
                              <a:pos x="T86" y="T87"/>
                            </a:cxn>
                            <a:cxn ang="T158">
                              <a:pos x="T88" y="T89"/>
                            </a:cxn>
                            <a:cxn ang="T159">
                              <a:pos x="T90" y="T91"/>
                            </a:cxn>
                            <a:cxn ang="T160">
                              <a:pos x="T92" y="T93"/>
                            </a:cxn>
                            <a:cxn ang="T161">
                              <a:pos x="T94" y="T95"/>
                            </a:cxn>
                            <a:cxn ang="T162">
                              <a:pos x="T96" y="T97"/>
                            </a:cxn>
                            <a:cxn ang="T163">
                              <a:pos x="T98" y="T99"/>
                            </a:cxn>
                            <a:cxn ang="T164">
                              <a:pos x="T100" y="T101"/>
                            </a:cxn>
                            <a:cxn ang="T165">
                              <a:pos x="T102" y="T103"/>
                            </a:cxn>
                            <a:cxn ang="T166">
                              <a:pos x="T104" y="T105"/>
                            </a:cxn>
                            <a:cxn ang="T167">
                              <a:pos x="T106" y="T107"/>
                            </a:cxn>
                            <a:cxn ang="T168">
                              <a:pos x="T108" y="T109"/>
                            </a:cxn>
                            <a:cxn ang="T169">
                              <a:pos x="T110" y="T111"/>
                            </a:cxn>
                            <a:cxn ang="T170">
                              <a:pos x="T112" y="T113"/>
                            </a:cxn>
                          </a:cxnLst>
                          <a:rect l="T171" t="T172" r="T173" b="T174"/>
                          <a:pathLst>
                            <a:path w="1740" h="2349">
                              <a:moveTo>
                                <a:pt x="262" y="2331"/>
                              </a:moveTo>
                              <a:lnTo>
                                <a:pt x="208" y="2321"/>
                              </a:lnTo>
                              <a:lnTo>
                                <a:pt x="162" y="2310"/>
                              </a:lnTo>
                              <a:lnTo>
                                <a:pt x="142" y="2305"/>
                              </a:lnTo>
                              <a:lnTo>
                                <a:pt x="123" y="2298"/>
                              </a:lnTo>
                              <a:lnTo>
                                <a:pt x="104" y="2290"/>
                              </a:lnTo>
                              <a:lnTo>
                                <a:pt x="88" y="2281"/>
                              </a:lnTo>
                              <a:lnTo>
                                <a:pt x="81" y="2276"/>
                              </a:lnTo>
                              <a:lnTo>
                                <a:pt x="73" y="2271"/>
                              </a:lnTo>
                              <a:lnTo>
                                <a:pt x="67" y="2265"/>
                              </a:lnTo>
                              <a:lnTo>
                                <a:pt x="60" y="2259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" o:spid="_x0000_s1026" style="position:absolute;margin-left:-73.9pt;margin-top:-321.15pt;width:8.7pt;height:11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740,23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" path="m262,2331r-54,-10l162,2310r-20,-5l123,2298r-19,-8l88,2281r-7,-5l73,2271r-6,-6l60,2259r202,72xe" filled="f" strokeweight=".5pt">
                <v:path arrowok="t" o:connecttype="custom" o:connectlocs="1334,14738;889,14675;635,14548;508,14484;445,14421;318,14294;254,14230;191,14039;64,13722;0,1016;191,762;381,508;635,254;762,127;889,0;1461,0;2032,0;2604,0;3175,0;3429,508;3620,1016;3874,1525;4064,1969;4382,2541;4699,3049;5080,3494;5398,3939;5715,4320;6096,4701;6477,5019;6858,5336;7239,5654;7684,5908;8192,6162;8700,6353;9208,6607;9779,6734;10414,6924;11049,7052;10859,7750;10668,8449;10541,9211;10414,10101;10351,10545;10287,11054;10287,11625;10287,12197;10287,12769;10287,13468;10351,14167;10351,14865;8255,14929;6033,14929;4890,14929;3747,14929;2667,14865;1651,14802" o:connectangles="0,0,0,0,0,0,0,0,0,0,0,0,0,0,0,0,0,0,0,0,0,0,0,0,0,0,0,0,0,0,0,0,0,0,0,0,0,0,0,0,0,0,0,0,0,0,0,0,0,0,0,0,0,0,0,0,0" textboxrect="0,0,1740,2349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-4716145</wp:posOffset>
                </wp:positionV>
                <wp:extent cx="55245" cy="69850"/>
                <wp:effectExtent l="0" t="0" r="9525" b="0"/>
                <wp:wrapNone/>
                <wp:docPr id="8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26" style="position:absolute;margin-left:-54.6pt;margin-top:-371.35pt;width:4.35pt;height:5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" path="m853,940r1,-55l857,827r3,-60l865,706r3,-64l871,579r1,-63l872,453r-1,-32l869,390,853,940xe" stroked="f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-693420</wp:posOffset>
                </wp:positionH>
                <wp:positionV relativeFrom="paragraph">
                  <wp:posOffset>-5434965</wp:posOffset>
                </wp:positionV>
                <wp:extent cx="55245" cy="69850"/>
                <wp:effectExtent l="0" t="0" r="9525" b="0"/>
                <wp:wrapNone/>
                <wp:docPr id="7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850"/>
                        </a:xfrm>
                        <a:custGeom>
                          <a:avLst/>
                          <a:gdLst>
                            <a:gd name="T0" fmla="*/ 85 w 872"/>
                            <a:gd name="T1" fmla="*/ 89 h 1094"/>
                            <a:gd name="T2" fmla="*/ 86 w 872"/>
                            <a:gd name="T3" fmla="*/ 77 h 1094"/>
                            <a:gd name="T4" fmla="*/ 87 w 872"/>
                            <a:gd name="T5" fmla="*/ 65 h 1094"/>
                            <a:gd name="T6" fmla="*/ 87 w 872"/>
                            <a:gd name="T7" fmla="*/ 52 h 1094"/>
                            <a:gd name="T8" fmla="*/ 87 w 872"/>
                            <a:gd name="T9" fmla="*/ 42 h 1094"/>
                            <a:gd name="T10" fmla="*/ 86 w 872"/>
                            <a:gd name="T11" fmla="*/ 36 h 1094"/>
                            <a:gd name="T12" fmla="*/ 86 w 872"/>
                            <a:gd name="T13" fmla="*/ 30 h 1094"/>
                            <a:gd name="T14" fmla="*/ 84 w 872"/>
                            <a:gd name="T15" fmla="*/ 24 h 1094"/>
                            <a:gd name="T16" fmla="*/ 83 w 872"/>
                            <a:gd name="T17" fmla="*/ 18 h 1094"/>
                            <a:gd name="T18" fmla="*/ 81 w 872"/>
                            <a:gd name="T19" fmla="*/ 13 h 1094"/>
                            <a:gd name="T20" fmla="*/ 78 w 872"/>
                            <a:gd name="T21" fmla="*/ 7 h 1094"/>
                            <a:gd name="T22" fmla="*/ 74 w 872"/>
                            <a:gd name="T23" fmla="*/ 2 h 1094"/>
                            <a:gd name="T24" fmla="*/ 70 w 872"/>
                            <a:gd name="T25" fmla="*/ 0 h 1094"/>
                            <a:gd name="T26" fmla="*/ 65 w 872"/>
                            <a:gd name="T27" fmla="*/ 0 h 1094"/>
                            <a:gd name="T28" fmla="*/ 59 w 872"/>
                            <a:gd name="T29" fmla="*/ 1 h 1094"/>
                            <a:gd name="T30" fmla="*/ 54 w 872"/>
                            <a:gd name="T31" fmla="*/ 2 h 1094"/>
                            <a:gd name="T32" fmla="*/ 49 w 872"/>
                            <a:gd name="T33" fmla="*/ 3 h 1094"/>
                            <a:gd name="T34" fmla="*/ 44 w 872"/>
                            <a:gd name="T35" fmla="*/ 4 h 1094"/>
                            <a:gd name="T36" fmla="*/ 38 w 872"/>
                            <a:gd name="T37" fmla="*/ 6 h 1094"/>
                            <a:gd name="T38" fmla="*/ 33 w 872"/>
                            <a:gd name="T39" fmla="*/ 8 h 1094"/>
                            <a:gd name="T40" fmla="*/ 28 w 872"/>
                            <a:gd name="T41" fmla="*/ 10 h 1094"/>
                            <a:gd name="T42" fmla="*/ 24 w 872"/>
                            <a:gd name="T43" fmla="*/ 13 h 1094"/>
                            <a:gd name="T44" fmla="*/ 19 w 872"/>
                            <a:gd name="T45" fmla="*/ 15 h 1094"/>
                            <a:gd name="T46" fmla="*/ 15 w 872"/>
                            <a:gd name="T47" fmla="*/ 19 h 1094"/>
                            <a:gd name="T48" fmla="*/ 11 w 872"/>
                            <a:gd name="T49" fmla="*/ 22 h 1094"/>
                            <a:gd name="T50" fmla="*/ 7 w 872"/>
                            <a:gd name="T51" fmla="*/ 26 h 1094"/>
                            <a:gd name="T52" fmla="*/ 4 w 872"/>
                            <a:gd name="T53" fmla="*/ 29 h 1094"/>
                            <a:gd name="T54" fmla="*/ 1 w 872"/>
                            <a:gd name="T55" fmla="*/ 34 h 1094"/>
                            <a:gd name="T56" fmla="*/ 0 w 872"/>
                            <a:gd name="T57" fmla="*/ 108 h 1094"/>
                            <a:gd name="T58" fmla="*/ 11 w 872"/>
                            <a:gd name="T59" fmla="*/ 108 h 1094"/>
                            <a:gd name="T60" fmla="*/ 22 w 872"/>
                            <a:gd name="T61" fmla="*/ 109 h 1094"/>
                            <a:gd name="T62" fmla="*/ 34 w 872"/>
                            <a:gd name="T63" fmla="*/ 110 h 1094"/>
                            <a:gd name="T64" fmla="*/ 45 w 872"/>
                            <a:gd name="T65" fmla="*/ 110 h 1094"/>
                            <a:gd name="T66" fmla="*/ 51 w 872"/>
                            <a:gd name="T67" fmla="*/ 110 h 1094"/>
                            <a:gd name="T68" fmla="*/ 56 w 872"/>
                            <a:gd name="T69" fmla="*/ 109 h 1094"/>
                            <a:gd name="T70" fmla="*/ 62 w 872"/>
                            <a:gd name="T71" fmla="*/ 108 h 1094"/>
                            <a:gd name="T72" fmla="*/ 67 w 872"/>
                            <a:gd name="T73" fmla="*/ 106 h 1094"/>
                            <a:gd name="T74" fmla="*/ 72 w 872"/>
                            <a:gd name="T75" fmla="*/ 104 h 1094"/>
                            <a:gd name="T76" fmla="*/ 77 w 872"/>
                            <a:gd name="T77" fmla="*/ 102 h 1094"/>
                            <a:gd name="T78" fmla="*/ 81 w 872"/>
                            <a:gd name="T79" fmla="*/ 99 h 1094"/>
                            <a:gd name="T80" fmla="*/ 85 w 872"/>
                            <a:gd name="T81" fmla="*/ 95 h 1094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4"/>
                            <a:gd name="T125" fmla="*/ 872 w 872"/>
                            <a:gd name="T126" fmla="*/ 1094 h 1094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4">
                              <a:moveTo>
                                <a:pt x="853" y="940"/>
                              </a:moveTo>
                              <a:lnTo>
                                <a:pt x="854" y="885"/>
                              </a:lnTo>
                              <a:lnTo>
                                <a:pt x="857" y="827"/>
                              </a:lnTo>
                              <a:lnTo>
                                <a:pt x="860" y="767"/>
                              </a:lnTo>
                              <a:lnTo>
                                <a:pt x="865" y="706"/>
                              </a:lnTo>
                              <a:lnTo>
                                <a:pt x="868" y="642"/>
                              </a:lnTo>
                              <a:lnTo>
                                <a:pt x="871" y="579"/>
                              </a:lnTo>
                              <a:lnTo>
                                <a:pt x="872" y="516"/>
                              </a:lnTo>
                              <a:lnTo>
                                <a:pt x="872" y="453"/>
                              </a:lnTo>
                              <a:lnTo>
                                <a:pt x="871" y="421"/>
                              </a:lnTo>
                              <a:lnTo>
                                <a:pt x="869" y="390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6" style="position:absolute;margin-left:-54.6pt;margin-top:-427.95pt;width:4.35pt;height:5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" path="m853,940r1,-55l857,827r3,-60l865,706r3,-64l871,579r1,-63l872,453r-1,-32l869,390,853,940xe" filled="f" strokeweight=".5pt">
                <v:path arrowok="t" o:connecttype="custom" o:connectlocs="5385,5682;5448,4916;5512,4150;5512,3320;5512,2682;5448,2299;5448,1915;5322,1532;5258,1149;5132,830;4942,447;4688,128;4435,0;4118,0;3738,64;3421,128;3104,192;2788,255;2407,383;2091,511;1774,638;1521,830;1204,958;950,1213;697,1405;443,1660;253,1852;63,2171;0,6896;697,6896;1394,6959;2154,7023;2851,7023;3231,7023;3548,6959;3928,6896;4245,6768;4562,6640;4878,6513;5132,6321;5385,6066" o:connectangles="0,0,0,0,0,0,0,0,0,0,0,0,0,0,0,0,0,0,0,0,0,0,0,0,0,0,0,0,0,0,0,0,0,0,0,0,0,0,0,0,0" textboxrect="0,0,872,109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-6152515</wp:posOffset>
                </wp:positionV>
                <wp:extent cx="55245" cy="69215"/>
                <wp:effectExtent l="3175" t="0" r="0" b="0"/>
                <wp:wrapNone/>
                <wp:docPr id="6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26" style="position:absolute;margin-left:-62.75pt;margin-top:-484.45pt;width:4.35pt;height:5.4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" path="m18,940r,-55l15,827,12,767,7,705,4,643,1,579,,516,,453,1,422,3,391,18,940xe" stroked="f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-796925</wp:posOffset>
                </wp:positionH>
                <wp:positionV relativeFrom="paragraph">
                  <wp:posOffset>-6871335</wp:posOffset>
                </wp:positionV>
                <wp:extent cx="55245" cy="69215"/>
                <wp:effectExtent l="12700" t="0" r="0" b="0"/>
                <wp:wrapNone/>
                <wp:docPr id="5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5245" cy="69215"/>
                        </a:xfrm>
                        <a:custGeom>
                          <a:avLst/>
                          <a:gdLst>
                            <a:gd name="T0" fmla="*/ 2 w 872"/>
                            <a:gd name="T1" fmla="*/ 88 h 1093"/>
                            <a:gd name="T2" fmla="*/ 1 w 872"/>
                            <a:gd name="T3" fmla="*/ 76 h 1093"/>
                            <a:gd name="T4" fmla="*/ 0 w 872"/>
                            <a:gd name="T5" fmla="*/ 64 h 1093"/>
                            <a:gd name="T6" fmla="*/ 0 w 872"/>
                            <a:gd name="T7" fmla="*/ 51 h 1093"/>
                            <a:gd name="T8" fmla="*/ 0 w 872"/>
                            <a:gd name="T9" fmla="*/ 42 h 1093"/>
                            <a:gd name="T10" fmla="*/ 1 w 872"/>
                            <a:gd name="T11" fmla="*/ 36 h 1093"/>
                            <a:gd name="T12" fmla="*/ 1 w 872"/>
                            <a:gd name="T13" fmla="*/ 30 h 1093"/>
                            <a:gd name="T14" fmla="*/ 3 w 872"/>
                            <a:gd name="T15" fmla="*/ 24 h 1093"/>
                            <a:gd name="T16" fmla="*/ 4 w 872"/>
                            <a:gd name="T17" fmla="*/ 18 h 1093"/>
                            <a:gd name="T18" fmla="*/ 6 w 872"/>
                            <a:gd name="T19" fmla="*/ 13 h 1093"/>
                            <a:gd name="T20" fmla="*/ 9 w 872"/>
                            <a:gd name="T21" fmla="*/ 7 h 1093"/>
                            <a:gd name="T22" fmla="*/ 13 w 872"/>
                            <a:gd name="T23" fmla="*/ 2 h 1093"/>
                            <a:gd name="T24" fmla="*/ 17 w 872"/>
                            <a:gd name="T25" fmla="*/ 0 h 1093"/>
                            <a:gd name="T26" fmla="*/ 22 w 872"/>
                            <a:gd name="T27" fmla="*/ 0 h 1093"/>
                            <a:gd name="T28" fmla="*/ 28 w 872"/>
                            <a:gd name="T29" fmla="*/ 1 h 1093"/>
                            <a:gd name="T30" fmla="*/ 33 w 872"/>
                            <a:gd name="T31" fmla="*/ 2 h 1093"/>
                            <a:gd name="T32" fmla="*/ 38 w 872"/>
                            <a:gd name="T33" fmla="*/ 3 h 1093"/>
                            <a:gd name="T34" fmla="*/ 43 w 872"/>
                            <a:gd name="T35" fmla="*/ 4 h 1093"/>
                            <a:gd name="T36" fmla="*/ 49 w 872"/>
                            <a:gd name="T37" fmla="*/ 6 h 1093"/>
                            <a:gd name="T38" fmla="*/ 54 w 872"/>
                            <a:gd name="T39" fmla="*/ 8 h 1093"/>
                            <a:gd name="T40" fmla="*/ 59 w 872"/>
                            <a:gd name="T41" fmla="*/ 10 h 1093"/>
                            <a:gd name="T42" fmla="*/ 63 w 872"/>
                            <a:gd name="T43" fmla="*/ 13 h 1093"/>
                            <a:gd name="T44" fmla="*/ 68 w 872"/>
                            <a:gd name="T45" fmla="*/ 15 h 1093"/>
                            <a:gd name="T46" fmla="*/ 72 w 872"/>
                            <a:gd name="T47" fmla="*/ 18 h 1093"/>
                            <a:gd name="T48" fmla="*/ 76 w 872"/>
                            <a:gd name="T49" fmla="*/ 22 h 1093"/>
                            <a:gd name="T50" fmla="*/ 80 w 872"/>
                            <a:gd name="T51" fmla="*/ 25 h 1093"/>
                            <a:gd name="T52" fmla="*/ 83 w 872"/>
                            <a:gd name="T53" fmla="*/ 29 h 1093"/>
                            <a:gd name="T54" fmla="*/ 86 w 872"/>
                            <a:gd name="T55" fmla="*/ 33 h 1093"/>
                            <a:gd name="T56" fmla="*/ 87 w 872"/>
                            <a:gd name="T57" fmla="*/ 107 h 1093"/>
                            <a:gd name="T58" fmla="*/ 76 w 872"/>
                            <a:gd name="T59" fmla="*/ 107 h 1093"/>
                            <a:gd name="T60" fmla="*/ 65 w 872"/>
                            <a:gd name="T61" fmla="*/ 108 h 1093"/>
                            <a:gd name="T62" fmla="*/ 53 w 872"/>
                            <a:gd name="T63" fmla="*/ 109 h 1093"/>
                            <a:gd name="T64" fmla="*/ 42 w 872"/>
                            <a:gd name="T65" fmla="*/ 109 h 1093"/>
                            <a:gd name="T66" fmla="*/ 36 w 872"/>
                            <a:gd name="T67" fmla="*/ 109 h 1093"/>
                            <a:gd name="T68" fmla="*/ 31 w 872"/>
                            <a:gd name="T69" fmla="*/ 108 h 1093"/>
                            <a:gd name="T70" fmla="*/ 25 w 872"/>
                            <a:gd name="T71" fmla="*/ 107 h 1093"/>
                            <a:gd name="T72" fmla="*/ 20 w 872"/>
                            <a:gd name="T73" fmla="*/ 106 h 1093"/>
                            <a:gd name="T74" fmla="*/ 15 w 872"/>
                            <a:gd name="T75" fmla="*/ 104 h 1093"/>
                            <a:gd name="T76" fmla="*/ 10 w 872"/>
                            <a:gd name="T77" fmla="*/ 101 h 1093"/>
                            <a:gd name="T78" fmla="*/ 6 w 872"/>
                            <a:gd name="T79" fmla="*/ 98 h 1093"/>
                            <a:gd name="T80" fmla="*/ 2 w 872"/>
                            <a:gd name="T81" fmla="*/ 94 h 1093"/>
                            <a:gd name="T82" fmla="*/ 0 60000 65536"/>
                            <a:gd name="T83" fmla="*/ 0 60000 65536"/>
                            <a:gd name="T84" fmla="*/ 0 60000 65536"/>
                            <a:gd name="T85" fmla="*/ 0 60000 65536"/>
                            <a:gd name="T86" fmla="*/ 0 60000 65536"/>
                            <a:gd name="T87" fmla="*/ 0 60000 65536"/>
                            <a:gd name="T88" fmla="*/ 0 60000 65536"/>
                            <a:gd name="T89" fmla="*/ 0 60000 65536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w 872"/>
                            <a:gd name="T124" fmla="*/ 0 h 1093"/>
                            <a:gd name="T125" fmla="*/ 872 w 872"/>
                            <a:gd name="T126" fmla="*/ 1093 h 1093"/>
                          </a:gdLst>
                          <a:ahLst/>
                          <a:cxnLst>
                            <a:cxn ang="T82">
                              <a:pos x="T0" y="T1"/>
                            </a:cxn>
                            <a:cxn ang="T83">
                              <a:pos x="T2" y="T3"/>
                            </a:cxn>
                            <a:cxn ang="T84">
                              <a:pos x="T4" y="T5"/>
                            </a:cxn>
                            <a:cxn ang="T85">
                              <a:pos x="T6" y="T7"/>
                            </a:cxn>
                            <a:cxn ang="T86">
                              <a:pos x="T8" y="T9"/>
                            </a:cxn>
                            <a:cxn ang="T87">
                              <a:pos x="T10" y="T11"/>
                            </a:cxn>
                            <a:cxn ang="T88">
                              <a:pos x="T12" y="T13"/>
                            </a:cxn>
                            <a:cxn ang="T89">
                              <a:pos x="T14" y="T15"/>
                            </a:cxn>
                            <a:cxn ang="T90">
                              <a:pos x="T16" y="T17"/>
                            </a:cxn>
                            <a:cxn ang="T91">
                              <a:pos x="T18" y="T19"/>
                            </a:cxn>
                            <a:cxn ang="T92">
                              <a:pos x="T20" y="T21"/>
                            </a:cxn>
                            <a:cxn ang="T93">
                              <a:pos x="T22" y="T23"/>
                            </a:cxn>
                            <a:cxn ang="T94">
                              <a:pos x="T24" y="T25"/>
                            </a:cxn>
                            <a:cxn ang="T95">
                              <a:pos x="T26" y="T27"/>
                            </a:cxn>
                            <a:cxn ang="T96">
                              <a:pos x="T28" y="T29"/>
                            </a:cxn>
                            <a:cxn ang="T97">
                              <a:pos x="T30" y="T31"/>
                            </a:cxn>
                            <a:cxn ang="T98">
                              <a:pos x="T32" y="T33"/>
                            </a:cxn>
                            <a:cxn ang="T99">
                              <a:pos x="T34" y="T35"/>
                            </a:cxn>
                            <a:cxn ang="T100">
                              <a:pos x="T36" y="T37"/>
                            </a:cxn>
                            <a:cxn ang="T101">
                              <a:pos x="T38" y="T39"/>
                            </a:cxn>
                            <a:cxn ang="T102">
                              <a:pos x="T40" y="T41"/>
                            </a:cxn>
                            <a:cxn ang="T103">
                              <a:pos x="T42" y="T43"/>
                            </a:cxn>
                            <a:cxn ang="T104">
                              <a:pos x="T44" y="T45"/>
                            </a:cxn>
                            <a:cxn ang="T105">
                              <a:pos x="T46" y="T47"/>
                            </a:cxn>
                            <a:cxn ang="T106">
                              <a:pos x="T48" y="T49"/>
                            </a:cxn>
                            <a:cxn ang="T107">
                              <a:pos x="T50" y="T51"/>
                            </a:cxn>
                            <a:cxn ang="T108">
                              <a:pos x="T52" y="T53"/>
                            </a:cxn>
                            <a:cxn ang="T109">
                              <a:pos x="T54" y="T55"/>
                            </a:cxn>
                            <a:cxn ang="T110">
                              <a:pos x="T56" y="T57"/>
                            </a:cxn>
                            <a:cxn ang="T111">
                              <a:pos x="T58" y="T59"/>
                            </a:cxn>
                            <a:cxn ang="T112">
                              <a:pos x="T60" y="T61"/>
                            </a:cxn>
                            <a:cxn ang="T113">
                              <a:pos x="T62" y="T63"/>
                            </a:cxn>
                            <a:cxn ang="T114">
                              <a:pos x="T64" y="T65"/>
                            </a:cxn>
                            <a:cxn ang="T115">
                              <a:pos x="T66" y="T67"/>
                            </a:cxn>
                            <a:cxn ang="T116">
                              <a:pos x="T68" y="T69"/>
                            </a:cxn>
                            <a:cxn ang="T117">
                              <a:pos x="T70" y="T71"/>
                            </a:cxn>
                            <a:cxn ang="T118">
                              <a:pos x="T72" y="T73"/>
                            </a:cxn>
                            <a:cxn ang="T119">
                              <a:pos x="T74" y="T75"/>
                            </a:cxn>
                            <a:cxn ang="T120">
                              <a:pos x="T76" y="T77"/>
                            </a:cxn>
                            <a:cxn ang="T121">
                              <a:pos x="T78" y="T79"/>
                            </a:cxn>
                            <a:cxn ang="T122">
                              <a:pos x="T80" y="T81"/>
                            </a:cxn>
                          </a:cxnLst>
                          <a:rect l="T123" t="T124" r="T125" b="T126"/>
                          <a:pathLst>
                            <a:path w="872" h="1093">
                              <a:moveTo>
                                <a:pt x="18" y="940"/>
                              </a:moveTo>
                              <a:lnTo>
                                <a:pt x="18" y="885"/>
                              </a:lnTo>
                              <a:lnTo>
                                <a:pt x="15" y="827"/>
                              </a:lnTo>
                              <a:lnTo>
                                <a:pt x="12" y="767"/>
                              </a:lnTo>
                              <a:lnTo>
                                <a:pt x="7" y="705"/>
                              </a:lnTo>
                              <a:lnTo>
                                <a:pt x="4" y="643"/>
                              </a:lnTo>
                              <a:lnTo>
                                <a:pt x="1" y="579"/>
                              </a:lnTo>
                              <a:lnTo>
                                <a:pt x="0" y="516"/>
                              </a:lnTo>
                              <a:lnTo>
                                <a:pt x="0" y="453"/>
                              </a:lnTo>
                              <a:lnTo>
                                <a:pt x="1" y="422"/>
                              </a:lnTo>
                              <a:lnTo>
                                <a:pt x="3" y="391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26" style="position:absolute;margin-left:-62.75pt;margin-top:-541.05pt;width:4.35pt;height:5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872,1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" path="m18,940r,-55l15,827,12,767,7,705,4,643,1,579,,516,,453,1,422,3,391,18,940xe" filled="f" strokeweight=".5pt">
                <v:path arrowok="t" o:connecttype="custom" o:connectlocs="127,5573;63,4813;0,4053;0,3230;0,2660;63,2280;63,1900;190,1520;253,1140;380,823;570,443;824,127;1077,0;1394,0;1774,63;2091,127;2407,190;2724,253;3104,380;3421,507;3738,633;3991,823;4308,950;4562,1140;4815,1393;5068,1583;5258,1836;5448,2090;5512,6776;4815,6776;4118,6839;3358,6903;2661,6903;2281,6903;1964,6839;1584,6776;1267,6713;950,6586;634,6396;380,6206;127,5953" o:connectangles="0,0,0,0,0,0,0,0,0,0,0,0,0,0,0,0,0,0,0,0,0,0,0,0,0,0,0,0,0,0,0,0,0,0,0,0,0,0,0,0,0" textboxrect="0,0,872,1093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-7776845</wp:posOffset>
                </wp:positionV>
                <wp:extent cx="118110" cy="179705"/>
                <wp:effectExtent l="0" t="0" r="0" b="2540"/>
                <wp:wrapNone/>
                <wp:docPr id="4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26" style="position:absolute;margin-left:-61.15pt;margin-top:-612.35pt;width:9.3pt;height:14.1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" path="m923,2824r-32,-32l860,2761r-31,-29l798,2704r-30,-26l738,2654r-30,-24l678,2608r-30,-21l619,2568r304,256xe" stroked="f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-776605</wp:posOffset>
                </wp:positionH>
                <wp:positionV relativeFrom="paragraph">
                  <wp:posOffset>-8495030</wp:posOffset>
                </wp:positionV>
                <wp:extent cx="118110" cy="179705"/>
                <wp:effectExtent l="33020" t="0" r="0" b="82550"/>
                <wp:wrapNone/>
                <wp:docPr id="3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8110" cy="179705"/>
                        </a:xfrm>
                        <a:custGeom>
                          <a:avLst/>
                          <a:gdLst>
                            <a:gd name="T0" fmla="*/ 89 w 1854"/>
                            <a:gd name="T1" fmla="*/ 280 h 2824"/>
                            <a:gd name="T2" fmla="*/ 83 w 1854"/>
                            <a:gd name="T3" fmla="*/ 274 h 2824"/>
                            <a:gd name="T4" fmla="*/ 77 w 1854"/>
                            <a:gd name="T5" fmla="*/ 268 h 2824"/>
                            <a:gd name="T6" fmla="*/ 71 w 1854"/>
                            <a:gd name="T7" fmla="*/ 264 h 2824"/>
                            <a:gd name="T8" fmla="*/ 65 w 1854"/>
                            <a:gd name="T9" fmla="*/ 259 h 2824"/>
                            <a:gd name="T10" fmla="*/ 59 w 1854"/>
                            <a:gd name="T11" fmla="*/ 256 h 2824"/>
                            <a:gd name="T12" fmla="*/ 53 w 1854"/>
                            <a:gd name="T13" fmla="*/ 252 h 2824"/>
                            <a:gd name="T14" fmla="*/ 48 w 1854"/>
                            <a:gd name="T15" fmla="*/ 249 h 2824"/>
                            <a:gd name="T16" fmla="*/ 42 w 1854"/>
                            <a:gd name="T17" fmla="*/ 247 h 2824"/>
                            <a:gd name="T18" fmla="*/ 36 w 1854"/>
                            <a:gd name="T19" fmla="*/ 244 h 2824"/>
                            <a:gd name="T20" fmla="*/ 28 w 1854"/>
                            <a:gd name="T21" fmla="*/ 242 h 2824"/>
                            <a:gd name="T22" fmla="*/ 17 w 1854"/>
                            <a:gd name="T23" fmla="*/ 238 h 2824"/>
                            <a:gd name="T24" fmla="*/ 6 w 1854"/>
                            <a:gd name="T25" fmla="*/ 235 h 2824"/>
                            <a:gd name="T26" fmla="*/ 6 w 1854"/>
                            <a:gd name="T27" fmla="*/ 222 h 2824"/>
                            <a:gd name="T28" fmla="*/ 16 w 1854"/>
                            <a:gd name="T29" fmla="*/ 198 h 2824"/>
                            <a:gd name="T30" fmla="*/ 26 w 1854"/>
                            <a:gd name="T31" fmla="*/ 174 h 2824"/>
                            <a:gd name="T32" fmla="*/ 34 w 1854"/>
                            <a:gd name="T33" fmla="*/ 152 h 2824"/>
                            <a:gd name="T34" fmla="*/ 42 w 1854"/>
                            <a:gd name="T35" fmla="*/ 131 h 2824"/>
                            <a:gd name="T36" fmla="*/ 48 w 1854"/>
                            <a:gd name="T37" fmla="*/ 111 h 2824"/>
                            <a:gd name="T38" fmla="*/ 57 w 1854"/>
                            <a:gd name="T39" fmla="*/ 84 h 2824"/>
                            <a:gd name="T40" fmla="*/ 67 w 1854"/>
                            <a:gd name="T41" fmla="*/ 52 h 2824"/>
                            <a:gd name="T42" fmla="*/ 73 w 1854"/>
                            <a:gd name="T43" fmla="*/ 33 h 2824"/>
                            <a:gd name="T44" fmla="*/ 77 w 1854"/>
                            <a:gd name="T45" fmla="*/ 23 h 2824"/>
                            <a:gd name="T46" fmla="*/ 80 w 1854"/>
                            <a:gd name="T47" fmla="*/ 14 h 2824"/>
                            <a:gd name="T48" fmla="*/ 84 w 1854"/>
                            <a:gd name="T49" fmla="*/ 7 h 2824"/>
                            <a:gd name="T50" fmla="*/ 87 w 1854"/>
                            <a:gd name="T51" fmla="*/ 3 h 2824"/>
                            <a:gd name="T52" fmla="*/ 91 w 1854"/>
                            <a:gd name="T53" fmla="*/ 0 h 2824"/>
                            <a:gd name="T54" fmla="*/ 94 w 1854"/>
                            <a:gd name="T55" fmla="*/ 0 h 2824"/>
                            <a:gd name="T56" fmla="*/ 98 w 1854"/>
                            <a:gd name="T57" fmla="*/ 3 h 2824"/>
                            <a:gd name="T58" fmla="*/ 102 w 1854"/>
                            <a:gd name="T59" fmla="*/ 7 h 2824"/>
                            <a:gd name="T60" fmla="*/ 105 w 1854"/>
                            <a:gd name="T61" fmla="*/ 14 h 2824"/>
                            <a:gd name="T62" fmla="*/ 109 w 1854"/>
                            <a:gd name="T63" fmla="*/ 23 h 2824"/>
                            <a:gd name="T64" fmla="*/ 112 w 1854"/>
                            <a:gd name="T65" fmla="*/ 33 h 2824"/>
                            <a:gd name="T66" fmla="*/ 119 w 1854"/>
                            <a:gd name="T67" fmla="*/ 52 h 2824"/>
                            <a:gd name="T68" fmla="*/ 128 w 1854"/>
                            <a:gd name="T69" fmla="*/ 84 h 2824"/>
                            <a:gd name="T70" fmla="*/ 137 w 1854"/>
                            <a:gd name="T71" fmla="*/ 111 h 2824"/>
                            <a:gd name="T72" fmla="*/ 144 w 1854"/>
                            <a:gd name="T73" fmla="*/ 131 h 2824"/>
                            <a:gd name="T74" fmla="*/ 152 w 1854"/>
                            <a:gd name="T75" fmla="*/ 152 h 2824"/>
                            <a:gd name="T76" fmla="*/ 160 w 1854"/>
                            <a:gd name="T77" fmla="*/ 174 h 2824"/>
                            <a:gd name="T78" fmla="*/ 170 w 1854"/>
                            <a:gd name="T79" fmla="*/ 197 h 2824"/>
                            <a:gd name="T80" fmla="*/ 180 w 1854"/>
                            <a:gd name="T81" fmla="*/ 221 h 2824"/>
                            <a:gd name="T82" fmla="*/ 180 w 1854"/>
                            <a:gd name="T83" fmla="*/ 235 h 2824"/>
                            <a:gd name="T84" fmla="*/ 169 w 1854"/>
                            <a:gd name="T85" fmla="*/ 238 h 2824"/>
                            <a:gd name="T86" fmla="*/ 158 w 1854"/>
                            <a:gd name="T87" fmla="*/ 241 h 2824"/>
                            <a:gd name="T88" fmla="*/ 149 w 1854"/>
                            <a:gd name="T89" fmla="*/ 244 h 2824"/>
                            <a:gd name="T90" fmla="*/ 144 w 1854"/>
                            <a:gd name="T91" fmla="*/ 247 h 2824"/>
                            <a:gd name="T92" fmla="*/ 138 w 1854"/>
                            <a:gd name="T93" fmla="*/ 249 h 2824"/>
                            <a:gd name="T94" fmla="*/ 132 w 1854"/>
                            <a:gd name="T95" fmla="*/ 252 h 2824"/>
                            <a:gd name="T96" fmla="*/ 126 w 1854"/>
                            <a:gd name="T97" fmla="*/ 255 h 2824"/>
                            <a:gd name="T98" fmla="*/ 120 w 1854"/>
                            <a:gd name="T99" fmla="*/ 259 h 2824"/>
                            <a:gd name="T100" fmla="*/ 114 w 1854"/>
                            <a:gd name="T101" fmla="*/ 264 h 2824"/>
                            <a:gd name="T102" fmla="*/ 108 w 1854"/>
                            <a:gd name="T103" fmla="*/ 268 h 2824"/>
                            <a:gd name="T104" fmla="*/ 102 w 1854"/>
                            <a:gd name="T105" fmla="*/ 274 h 2824"/>
                            <a:gd name="T106" fmla="*/ 96 w 1854"/>
                            <a:gd name="T107" fmla="*/ 280 h 2824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60000 65536"/>
                            <a:gd name="T136" fmla="*/ 0 60000 65536"/>
                            <a:gd name="T137" fmla="*/ 0 60000 65536"/>
                            <a:gd name="T138" fmla="*/ 0 60000 65536"/>
                            <a:gd name="T139" fmla="*/ 0 60000 65536"/>
                            <a:gd name="T140" fmla="*/ 0 60000 65536"/>
                            <a:gd name="T141" fmla="*/ 0 60000 65536"/>
                            <a:gd name="T142" fmla="*/ 0 60000 65536"/>
                            <a:gd name="T143" fmla="*/ 0 60000 65536"/>
                            <a:gd name="T144" fmla="*/ 0 60000 65536"/>
                            <a:gd name="T145" fmla="*/ 0 60000 65536"/>
                            <a:gd name="T146" fmla="*/ 0 60000 65536"/>
                            <a:gd name="T147" fmla="*/ 0 60000 65536"/>
                            <a:gd name="T148" fmla="*/ 0 60000 65536"/>
                            <a:gd name="T149" fmla="*/ 0 60000 65536"/>
                            <a:gd name="T150" fmla="*/ 0 60000 65536"/>
                            <a:gd name="T151" fmla="*/ 0 60000 65536"/>
                            <a:gd name="T152" fmla="*/ 0 60000 65536"/>
                            <a:gd name="T153" fmla="*/ 0 60000 65536"/>
                            <a:gd name="T154" fmla="*/ 0 60000 65536"/>
                            <a:gd name="T155" fmla="*/ 0 60000 65536"/>
                            <a:gd name="T156" fmla="*/ 0 60000 65536"/>
                            <a:gd name="T157" fmla="*/ 0 60000 65536"/>
                            <a:gd name="T158" fmla="*/ 0 60000 65536"/>
                            <a:gd name="T159" fmla="*/ 0 60000 65536"/>
                            <a:gd name="T160" fmla="*/ 0 60000 65536"/>
                            <a:gd name="T161" fmla="*/ 0 60000 65536"/>
                            <a:gd name="T162" fmla="*/ 0 w 1854"/>
                            <a:gd name="T163" fmla="*/ 0 h 2824"/>
                            <a:gd name="T164" fmla="*/ 1854 w 1854"/>
                            <a:gd name="T165" fmla="*/ 2824 h 2824"/>
                          </a:gdLst>
                          <a:ahLst/>
                          <a:cxnLst>
                            <a:cxn ang="T108">
                              <a:pos x="T0" y="T1"/>
                            </a:cxn>
                            <a:cxn ang="T109">
                              <a:pos x="T2" y="T3"/>
                            </a:cxn>
                            <a:cxn ang="T110">
                              <a:pos x="T4" y="T5"/>
                            </a:cxn>
                            <a:cxn ang="T111">
                              <a:pos x="T6" y="T7"/>
                            </a:cxn>
                            <a:cxn ang="T112">
                              <a:pos x="T8" y="T9"/>
                            </a:cxn>
                            <a:cxn ang="T113">
                              <a:pos x="T10" y="T11"/>
                            </a:cxn>
                            <a:cxn ang="T114">
                              <a:pos x="T12" y="T13"/>
                            </a:cxn>
                            <a:cxn ang="T115">
                              <a:pos x="T14" y="T15"/>
                            </a:cxn>
                            <a:cxn ang="T116">
                              <a:pos x="T16" y="T17"/>
                            </a:cxn>
                            <a:cxn ang="T117">
                              <a:pos x="T18" y="T19"/>
                            </a:cxn>
                            <a:cxn ang="T118">
                              <a:pos x="T20" y="T21"/>
                            </a:cxn>
                            <a:cxn ang="T119">
                              <a:pos x="T22" y="T23"/>
                            </a:cxn>
                            <a:cxn ang="T120">
                              <a:pos x="T24" y="T25"/>
                            </a:cxn>
                            <a:cxn ang="T121">
                              <a:pos x="T26" y="T27"/>
                            </a:cxn>
                            <a:cxn ang="T122">
                              <a:pos x="T28" y="T29"/>
                            </a:cxn>
                            <a:cxn ang="T123">
                              <a:pos x="T30" y="T31"/>
                            </a:cxn>
                            <a:cxn ang="T124">
                              <a:pos x="T32" y="T33"/>
                            </a:cxn>
                            <a:cxn ang="T125">
                              <a:pos x="T34" y="T35"/>
                            </a:cxn>
                            <a:cxn ang="T126">
                              <a:pos x="T36" y="T37"/>
                            </a:cxn>
                            <a:cxn ang="T127">
                              <a:pos x="T38" y="T39"/>
                            </a:cxn>
                            <a:cxn ang="T128">
                              <a:pos x="T40" y="T41"/>
                            </a:cxn>
                            <a:cxn ang="T129">
                              <a:pos x="T42" y="T43"/>
                            </a:cxn>
                            <a:cxn ang="T130">
                              <a:pos x="T44" y="T45"/>
                            </a:cxn>
                            <a:cxn ang="T131">
                              <a:pos x="T46" y="T47"/>
                            </a:cxn>
                            <a:cxn ang="T132">
                              <a:pos x="T48" y="T49"/>
                            </a:cxn>
                            <a:cxn ang="T133">
                              <a:pos x="T50" y="T51"/>
                            </a:cxn>
                            <a:cxn ang="T134">
                              <a:pos x="T52" y="T53"/>
                            </a:cxn>
                            <a:cxn ang="T135">
                              <a:pos x="T54" y="T55"/>
                            </a:cxn>
                            <a:cxn ang="T136">
                              <a:pos x="T56" y="T57"/>
                            </a:cxn>
                            <a:cxn ang="T137">
                              <a:pos x="T58" y="T59"/>
                            </a:cxn>
                            <a:cxn ang="T138">
                              <a:pos x="T60" y="T61"/>
                            </a:cxn>
                            <a:cxn ang="T139">
                              <a:pos x="T62" y="T63"/>
                            </a:cxn>
                            <a:cxn ang="T140">
                              <a:pos x="T64" y="T65"/>
                            </a:cxn>
                            <a:cxn ang="T141">
                              <a:pos x="T66" y="T67"/>
                            </a:cxn>
                            <a:cxn ang="T142">
                              <a:pos x="T68" y="T69"/>
                            </a:cxn>
                            <a:cxn ang="T143">
                              <a:pos x="T70" y="T71"/>
                            </a:cxn>
                            <a:cxn ang="T144">
                              <a:pos x="T72" y="T73"/>
                            </a:cxn>
                            <a:cxn ang="T145">
                              <a:pos x="T74" y="T75"/>
                            </a:cxn>
                            <a:cxn ang="T146">
                              <a:pos x="T76" y="T77"/>
                            </a:cxn>
                            <a:cxn ang="T147">
                              <a:pos x="T78" y="T79"/>
                            </a:cxn>
                            <a:cxn ang="T148">
                              <a:pos x="T80" y="T81"/>
                            </a:cxn>
                            <a:cxn ang="T149">
                              <a:pos x="T82" y="T83"/>
                            </a:cxn>
                            <a:cxn ang="T150">
                              <a:pos x="T84" y="T85"/>
                            </a:cxn>
                            <a:cxn ang="T151">
                              <a:pos x="T86" y="T87"/>
                            </a:cxn>
                            <a:cxn ang="T152">
                              <a:pos x="T88" y="T89"/>
                            </a:cxn>
                            <a:cxn ang="T153">
                              <a:pos x="T90" y="T91"/>
                            </a:cxn>
                            <a:cxn ang="T154">
                              <a:pos x="T92" y="T93"/>
                            </a:cxn>
                            <a:cxn ang="T155">
                              <a:pos x="T94" y="T95"/>
                            </a:cxn>
                            <a:cxn ang="T156">
                              <a:pos x="T96" y="T97"/>
                            </a:cxn>
                            <a:cxn ang="T157">
                              <a:pos x="T98" y="T99"/>
                            </a:cxn>
                            <a:cxn ang="T158">
                              <a:pos x="T100" y="T101"/>
                            </a:cxn>
                            <a:cxn ang="T159">
                              <a:pos x="T102" y="T103"/>
                            </a:cxn>
                            <a:cxn ang="T160">
                              <a:pos x="T104" y="T105"/>
                            </a:cxn>
                            <a:cxn ang="T161">
                              <a:pos x="T106" y="T107"/>
                            </a:cxn>
                          </a:cxnLst>
                          <a:rect l="T162" t="T163" r="T164" b="T165"/>
                          <a:pathLst>
                            <a:path w="1854" h="2824">
                              <a:moveTo>
                                <a:pt x="923" y="2824"/>
                              </a:moveTo>
                              <a:lnTo>
                                <a:pt x="891" y="2792"/>
                              </a:lnTo>
                              <a:lnTo>
                                <a:pt x="860" y="2761"/>
                              </a:lnTo>
                              <a:lnTo>
                                <a:pt x="829" y="2732"/>
                              </a:lnTo>
                              <a:lnTo>
                                <a:pt x="798" y="2704"/>
                              </a:lnTo>
                              <a:lnTo>
                                <a:pt x="768" y="2678"/>
                              </a:lnTo>
                              <a:lnTo>
                                <a:pt x="738" y="2654"/>
                              </a:lnTo>
                              <a:lnTo>
                                <a:pt x="708" y="2630"/>
                              </a:lnTo>
                              <a:lnTo>
                                <a:pt x="678" y="2608"/>
                              </a:lnTo>
                              <a:lnTo>
                                <a:pt x="648" y="2587"/>
                              </a:lnTo>
                              <a:lnTo>
                                <a:pt x="619" y="2568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style="position:absolute;margin-left:-61.15pt;margin-top:-668.9pt;width:9.3pt;height:14.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854,28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" path="m923,2824r-32,-32l860,2761r-31,-29l798,2704r-30,-26l738,2654r-30,-24l678,2608r-30,-21l619,2568r304,256xe" filled="f" strokeweight=".5pt">
                <v:path arrowok="t" o:connecttype="custom" o:connectlocs="5670,17818;5288,17436;4905,17054;4523,16800;4141,16481;3759,16291;3376,16036;3058,15845;2676,15718;2293,15527;1784,15400;1083,15145;382,14954;382,14127;1019,12600;1656,11072;2166,9673;2676,8336;3058,7063;3631,5345;4268,3309;4651,2100;4905,1464;5096,891;5351,445;5542,191;5797,0;5988,0;6243,191;6498,445;6689,891;6944,1464;7135,2100;7581,3309;8154,5345;8728,7063;9174,8336;9683,9673;10193,11072;10830,12536;11467,14063;11467,14954;10766,15145;10065,15336;9492,15527;9174,15718;8791,15845;8409,16036;8027,16227;7645,16481;7262,16800;6880,17054;6498,17436;6116,17818" o:connectangles="0,0,0,0,0,0,0,0,0,0,0,0,0,0,0,0,0,0,0,0,0,0,0,0,0,0,0,0,0,0,0,0,0,0,0,0,0,0,0,0,0,0,0,0,0,0,0,0,0,0,0,0,0,0" textboxrect="0,0,1854,2824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-9520555</wp:posOffset>
                </wp:positionV>
                <wp:extent cx="73660" cy="360045"/>
                <wp:effectExtent l="0" t="0" r="0" b="3810"/>
                <wp:wrapNone/>
                <wp:docPr id="2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6" style="position:absolute;margin-left:-44.8pt;margin-top:-749.65pt;width:5.8pt;height:28.3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" path="m995,5671r32,-17l1051,5638r9,-6l1069,5626r9,-7l1084,5612r6,-8l1097,5596r5,-10l1109,5575r-114,96xe" stroked="f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-568960</wp:posOffset>
                </wp:positionH>
                <wp:positionV relativeFrom="paragraph">
                  <wp:posOffset>-897255</wp:posOffset>
                </wp:positionV>
                <wp:extent cx="73660" cy="360045"/>
                <wp:effectExtent l="0" t="0" r="28575" b="38735"/>
                <wp:wrapNone/>
                <wp:docPr id="1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3660" cy="360045"/>
                        </a:xfrm>
                        <a:custGeom>
                          <a:avLst/>
                          <a:gdLst>
                            <a:gd name="T0" fmla="*/ 105 w 1160"/>
                            <a:gd name="T1" fmla="*/ 563 h 5677"/>
                            <a:gd name="T2" fmla="*/ 108 w 1160"/>
                            <a:gd name="T3" fmla="*/ 561 h 5677"/>
                            <a:gd name="T4" fmla="*/ 110 w 1160"/>
                            <a:gd name="T5" fmla="*/ 559 h 5677"/>
                            <a:gd name="T6" fmla="*/ 112 w 1160"/>
                            <a:gd name="T7" fmla="*/ 554 h 5677"/>
                            <a:gd name="T8" fmla="*/ 114 w 1160"/>
                            <a:gd name="T9" fmla="*/ 487 h 5677"/>
                            <a:gd name="T10" fmla="*/ 114 w 1160"/>
                            <a:gd name="T11" fmla="*/ 359 h 5677"/>
                            <a:gd name="T12" fmla="*/ 114 w 1160"/>
                            <a:gd name="T13" fmla="*/ 231 h 5677"/>
                            <a:gd name="T14" fmla="*/ 114 w 1160"/>
                            <a:gd name="T15" fmla="*/ 134 h 5677"/>
                            <a:gd name="T16" fmla="*/ 116 w 1160"/>
                            <a:gd name="T17" fmla="*/ 37 h 5677"/>
                            <a:gd name="T18" fmla="*/ 115 w 1160"/>
                            <a:gd name="T19" fmla="*/ 32 h 5677"/>
                            <a:gd name="T20" fmla="*/ 116 w 1160"/>
                            <a:gd name="T21" fmla="*/ 23 h 5677"/>
                            <a:gd name="T22" fmla="*/ 116 w 1160"/>
                            <a:gd name="T23" fmla="*/ 18 h 5677"/>
                            <a:gd name="T24" fmla="*/ 115 w 1160"/>
                            <a:gd name="T25" fmla="*/ 12 h 5677"/>
                            <a:gd name="T26" fmla="*/ 114 w 1160"/>
                            <a:gd name="T27" fmla="*/ 6 h 5677"/>
                            <a:gd name="T28" fmla="*/ 113 w 1160"/>
                            <a:gd name="T29" fmla="*/ 4 h 5677"/>
                            <a:gd name="T30" fmla="*/ 112 w 1160"/>
                            <a:gd name="T31" fmla="*/ 2 h 5677"/>
                            <a:gd name="T32" fmla="*/ 110 w 1160"/>
                            <a:gd name="T33" fmla="*/ 0 h 5677"/>
                            <a:gd name="T34" fmla="*/ 108 w 1160"/>
                            <a:gd name="T35" fmla="*/ 0 h 5677"/>
                            <a:gd name="T36" fmla="*/ 106 w 1160"/>
                            <a:gd name="T37" fmla="*/ 0 h 5677"/>
                            <a:gd name="T38" fmla="*/ 101 w 1160"/>
                            <a:gd name="T39" fmla="*/ 2 h 5677"/>
                            <a:gd name="T40" fmla="*/ 96 w 1160"/>
                            <a:gd name="T41" fmla="*/ 5 h 5677"/>
                            <a:gd name="T42" fmla="*/ 85 w 1160"/>
                            <a:gd name="T43" fmla="*/ 19 h 5677"/>
                            <a:gd name="T44" fmla="*/ 66 w 1160"/>
                            <a:gd name="T45" fmla="*/ 57 h 5677"/>
                            <a:gd name="T46" fmla="*/ 50 w 1160"/>
                            <a:gd name="T47" fmla="*/ 98 h 5677"/>
                            <a:gd name="T48" fmla="*/ 37 w 1160"/>
                            <a:gd name="T49" fmla="*/ 140 h 5677"/>
                            <a:gd name="T50" fmla="*/ 26 w 1160"/>
                            <a:gd name="T51" fmla="*/ 184 h 5677"/>
                            <a:gd name="T52" fmla="*/ 17 w 1160"/>
                            <a:gd name="T53" fmla="*/ 229 h 5677"/>
                            <a:gd name="T54" fmla="*/ 11 w 1160"/>
                            <a:gd name="T55" fmla="*/ 274 h 5677"/>
                            <a:gd name="T56" fmla="*/ 6 w 1160"/>
                            <a:gd name="T57" fmla="*/ 319 h 5677"/>
                            <a:gd name="T58" fmla="*/ 3 w 1160"/>
                            <a:gd name="T59" fmla="*/ 365 h 5677"/>
                            <a:gd name="T60" fmla="*/ 1 w 1160"/>
                            <a:gd name="T61" fmla="*/ 409 h 5677"/>
                            <a:gd name="T62" fmla="*/ 0 w 1160"/>
                            <a:gd name="T63" fmla="*/ 453 h 5677"/>
                            <a:gd name="T64" fmla="*/ 7 w 1160"/>
                            <a:gd name="T65" fmla="*/ 472 h 5677"/>
                            <a:gd name="T66" fmla="*/ 16 w 1160"/>
                            <a:gd name="T67" fmla="*/ 479 h 5677"/>
                            <a:gd name="T68" fmla="*/ 25 w 1160"/>
                            <a:gd name="T69" fmla="*/ 487 h 5677"/>
                            <a:gd name="T70" fmla="*/ 32 w 1160"/>
                            <a:gd name="T71" fmla="*/ 495 h 5677"/>
                            <a:gd name="T72" fmla="*/ 39 w 1160"/>
                            <a:gd name="T73" fmla="*/ 503 h 5677"/>
                            <a:gd name="T74" fmla="*/ 45 w 1160"/>
                            <a:gd name="T75" fmla="*/ 512 h 5677"/>
                            <a:gd name="T76" fmla="*/ 51 w 1160"/>
                            <a:gd name="T77" fmla="*/ 521 h 5677"/>
                            <a:gd name="T78" fmla="*/ 56 w 1160"/>
                            <a:gd name="T79" fmla="*/ 531 h 5677"/>
                            <a:gd name="T80" fmla="*/ 64 w 1160"/>
                            <a:gd name="T81" fmla="*/ 550 h 5677"/>
                            <a:gd name="T82" fmla="*/ 73 w 1160"/>
                            <a:gd name="T83" fmla="*/ 567 h 5677"/>
                            <a:gd name="T84" fmla="*/ 84 w 1160"/>
                            <a:gd name="T85" fmla="*/ 566 h 5677"/>
                            <a:gd name="T86" fmla="*/ 91 w 1160"/>
                            <a:gd name="T87" fmla="*/ 565 h 5677"/>
                            <a:gd name="T88" fmla="*/ 96 w 1160"/>
                            <a:gd name="T89" fmla="*/ 566 h 5677"/>
                            <a:gd name="T90" fmla="*/ 0 60000 65536"/>
                            <a:gd name="T91" fmla="*/ 0 60000 65536"/>
                            <a:gd name="T92" fmla="*/ 0 60000 65536"/>
                            <a:gd name="T93" fmla="*/ 0 60000 65536"/>
                            <a:gd name="T94" fmla="*/ 0 60000 65536"/>
                            <a:gd name="T95" fmla="*/ 0 60000 65536"/>
                            <a:gd name="T96" fmla="*/ 0 60000 65536"/>
                            <a:gd name="T97" fmla="*/ 0 60000 65536"/>
                            <a:gd name="T98" fmla="*/ 0 60000 65536"/>
                            <a:gd name="T99" fmla="*/ 0 60000 65536"/>
                            <a:gd name="T100" fmla="*/ 0 60000 65536"/>
                            <a:gd name="T101" fmla="*/ 0 60000 65536"/>
                            <a:gd name="T102" fmla="*/ 0 60000 65536"/>
                            <a:gd name="T103" fmla="*/ 0 60000 65536"/>
                            <a:gd name="T104" fmla="*/ 0 60000 65536"/>
                            <a:gd name="T105" fmla="*/ 0 60000 65536"/>
                            <a:gd name="T106" fmla="*/ 0 60000 65536"/>
                            <a:gd name="T107" fmla="*/ 0 60000 65536"/>
                            <a:gd name="T108" fmla="*/ 0 60000 65536"/>
                            <a:gd name="T109" fmla="*/ 0 60000 65536"/>
                            <a:gd name="T110" fmla="*/ 0 60000 65536"/>
                            <a:gd name="T111" fmla="*/ 0 60000 65536"/>
                            <a:gd name="T112" fmla="*/ 0 60000 65536"/>
                            <a:gd name="T113" fmla="*/ 0 60000 65536"/>
                            <a:gd name="T114" fmla="*/ 0 60000 65536"/>
                            <a:gd name="T115" fmla="*/ 0 60000 65536"/>
                            <a:gd name="T116" fmla="*/ 0 60000 65536"/>
                            <a:gd name="T117" fmla="*/ 0 60000 65536"/>
                            <a:gd name="T118" fmla="*/ 0 60000 65536"/>
                            <a:gd name="T119" fmla="*/ 0 60000 65536"/>
                            <a:gd name="T120" fmla="*/ 0 60000 65536"/>
                            <a:gd name="T121" fmla="*/ 0 60000 65536"/>
                            <a:gd name="T122" fmla="*/ 0 60000 65536"/>
                            <a:gd name="T123" fmla="*/ 0 60000 65536"/>
                            <a:gd name="T124" fmla="*/ 0 60000 65536"/>
                            <a:gd name="T125" fmla="*/ 0 60000 65536"/>
                            <a:gd name="T126" fmla="*/ 0 60000 65536"/>
                            <a:gd name="T127" fmla="*/ 0 60000 65536"/>
                            <a:gd name="T128" fmla="*/ 0 60000 65536"/>
                            <a:gd name="T129" fmla="*/ 0 60000 65536"/>
                            <a:gd name="T130" fmla="*/ 0 60000 65536"/>
                            <a:gd name="T131" fmla="*/ 0 60000 65536"/>
                            <a:gd name="T132" fmla="*/ 0 60000 65536"/>
                            <a:gd name="T133" fmla="*/ 0 60000 65536"/>
                            <a:gd name="T134" fmla="*/ 0 60000 65536"/>
                            <a:gd name="T135" fmla="*/ 0 w 1160"/>
                            <a:gd name="T136" fmla="*/ 0 h 5677"/>
                            <a:gd name="T137" fmla="*/ 1160 w 1160"/>
                            <a:gd name="T138" fmla="*/ 5677 h 5677"/>
                          </a:gdLst>
                          <a:ahLst/>
                          <a:cxnLst>
                            <a:cxn ang="T90">
                              <a:pos x="T0" y="T1"/>
                            </a:cxn>
                            <a:cxn ang="T91">
                              <a:pos x="T2" y="T3"/>
                            </a:cxn>
                            <a:cxn ang="T92">
                              <a:pos x="T4" y="T5"/>
                            </a:cxn>
                            <a:cxn ang="T93">
                              <a:pos x="T6" y="T7"/>
                            </a:cxn>
                            <a:cxn ang="T94">
                              <a:pos x="T8" y="T9"/>
                            </a:cxn>
                            <a:cxn ang="T95">
                              <a:pos x="T10" y="T11"/>
                            </a:cxn>
                            <a:cxn ang="T96">
                              <a:pos x="T12" y="T13"/>
                            </a:cxn>
                            <a:cxn ang="T97">
                              <a:pos x="T14" y="T15"/>
                            </a:cxn>
                            <a:cxn ang="T98">
                              <a:pos x="T16" y="T17"/>
                            </a:cxn>
                            <a:cxn ang="T99">
                              <a:pos x="T18" y="T19"/>
                            </a:cxn>
                            <a:cxn ang="T100">
                              <a:pos x="T20" y="T21"/>
                            </a:cxn>
                            <a:cxn ang="T101">
                              <a:pos x="T22" y="T23"/>
                            </a:cxn>
                            <a:cxn ang="T102">
                              <a:pos x="T24" y="T25"/>
                            </a:cxn>
                            <a:cxn ang="T103">
                              <a:pos x="T26" y="T27"/>
                            </a:cxn>
                            <a:cxn ang="T104">
                              <a:pos x="T28" y="T29"/>
                            </a:cxn>
                            <a:cxn ang="T105">
                              <a:pos x="T30" y="T31"/>
                            </a:cxn>
                            <a:cxn ang="T106">
                              <a:pos x="T32" y="T33"/>
                            </a:cxn>
                            <a:cxn ang="T107">
                              <a:pos x="T34" y="T35"/>
                            </a:cxn>
                            <a:cxn ang="T108">
                              <a:pos x="T36" y="T37"/>
                            </a:cxn>
                            <a:cxn ang="T109">
                              <a:pos x="T38" y="T39"/>
                            </a:cxn>
                            <a:cxn ang="T110">
                              <a:pos x="T40" y="T41"/>
                            </a:cxn>
                            <a:cxn ang="T111">
                              <a:pos x="T42" y="T43"/>
                            </a:cxn>
                            <a:cxn ang="T112">
                              <a:pos x="T44" y="T45"/>
                            </a:cxn>
                            <a:cxn ang="T113">
                              <a:pos x="T46" y="T47"/>
                            </a:cxn>
                            <a:cxn ang="T114">
                              <a:pos x="T48" y="T49"/>
                            </a:cxn>
                            <a:cxn ang="T115">
                              <a:pos x="T50" y="T51"/>
                            </a:cxn>
                            <a:cxn ang="T116">
                              <a:pos x="T52" y="T53"/>
                            </a:cxn>
                            <a:cxn ang="T117">
                              <a:pos x="T54" y="T55"/>
                            </a:cxn>
                            <a:cxn ang="T118">
                              <a:pos x="T56" y="T57"/>
                            </a:cxn>
                            <a:cxn ang="T119">
                              <a:pos x="T58" y="T59"/>
                            </a:cxn>
                            <a:cxn ang="T120">
                              <a:pos x="T60" y="T61"/>
                            </a:cxn>
                            <a:cxn ang="T121">
                              <a:pos x="T62" y="T63"/>
                            </a:cxn>
                            <a:cxn ang="T122">
                              <a:pos x="T64" y="T65"/>
                            </a:cxn>
                            <a:cxn ang="T123">
                              <a:pos x="T66" y="T67"/>
                            </a:cxn>
                            <a:cxn ang="T124">
                              <a:pos x="T68" y="T69"/>
                            </a:cxn>
                            <a:cxn ang="T125">
                              <a:pos x="T70" y="T71"/>
                            </a:cxn>
                            <a:cxn ang="T126">
                              <a:pos x="T72" y="T73"/>
                            </a:cxn>
                            <a:cxn ang="T127">
                              <a:pos x="T74" y="T75"/>
                            </a:cxn>
                            <a:cxn ang="T128">
                              <a:pos x="T76" y="T77"/>
                            </a:cxn>
                            <a:cxn ang="T129">
                              <a:pos x="T78" y="T79"/>
                            </a:cxn>
                            <a:cxn ang="T130">
                              <a:pos x="T80" y="T81"/>
                            </a:cxn>
                            <a:cxn ang="T131">
                              <a:pos x="T82" y="T83"/>
                            </a:cxn>
                            <a:cxn ang="T132">
                              <a:pos x="T84" y="T85"/>
                            </a:cxn>
                            <a:cxn ang="T133">
                              <a:pos x="T86" y="T87"/>
                            </a:cxn>
                            <a:cxn ang="T134">
                              <a:pos x="T88" y="T89"/>
                            </a:cxn>
                          </a:cxnLst>
                          <a:rect l="T135" t="T136" r="T137" b="T138"/>
                          <a:pathLst>
                            <a:path w="1160" h="5677">
                              <a:moveTo>
                                <a:pt x="995" y="5671"/>
                              </a:moveTo>
                              <a:lnTo>
                                <a:pt x="1027" y="5654"/>
                              </a:lnTo>
                              <a:lnTo>
                                <a:pt x="1051" y="5638"/>
                              </a:lnTo>
                              <a:lnTo>
                                <a:pt x="1060" y="5632"/>
                              </a:lnTo>
                              <a:lnTo>
                                <a:pt x="1069" y="5626"/>
                              </a:lnTo>
                              <a:lnTo>
                                <a:pt x="1078" y="5619"/>
                              </a:lnTo>
                              <a:lnTo>
                                <a:pt x="1084" y="5612"/>
                              </a:lnTo>
                              <a:lnTo>
                                <a:pt x="1090" y="5604"/>
                              </a:lnTo>
                              <a:lnTo>
                                <a:pt x="1097" y="5596"/>
                              </a:lnTo>
                              <a:lnTo>
                                <a:pt x="1102" y="5586"/>
                              </a:lnTo>
                              <a:lnTo>
                                <a:pt x="1109" y="5575"/>
                              </a:lnTo>
                              <a:close/>
                            </a:path>
                          </a:pathLst>
                        </a:cu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style="position:absolute;margin-left:-44.8pt;margin-top:-70.65pt;width:5.8pt;height:28.3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1160,56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" path="m995,5671r32,-17l1051,5638r9,-6l1069,5626r9,-7l1084,5612r6,-8l1097,5596r5,-10l1109,5575r-114,96xe" filled="f" strokeweight=".5pt">
                <v:path arrowok="t" o:connecttype="custom" o:connectlocs="6668,35706;6858,35580;6985,35453;7112,35136;7239,30886;7239,22768;7239,14650;7239,8499;7366,2347;7303,2029;7366,1459;7366,1142;7303,761;7239,381;7176,254;7112,127;6985,0;6858,0;6731,0;6414,127;6096,317;5398,1205;4191,3615;3175,6215;2350,8879;1651,11670;1080,14524;699,17378;381,20232;191,23149;64,25939;0,28730;445,29935;1016,30379;1588,30886;2032,31394;2477,31901;2858,32472;3239,33043;3556,33677;4064,34882;4636,35960;5334,35897;5779,35833;6096,35897" o:connectangles="0,0,0,0,0,0,0,0,0,0,0,0,0,0,0,0,0,0,0,0,0,0,0,0,0,0,0,0,0,0,0,0,0,0,0,0,0,0,0,0,0,0,0,0,0" textboxrect="0,0,1160,5677"/>
              </v:shape>
            </w:pict>
          </mc:Fallback>
        </mc:AlternateContent>
      </w:r>
    </w:p>
    <w:p w:rsidR="004034A5" w:rsidRPr="00A104AC" w:rsidRDefault="004034A5" w:rsidP="004034A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034A5" w:rsidRPr="00A104AC" w:rsidRDefault="004034A5" w:rsidP="004034A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4034A5" w:rsidRPr="00A104AC" w:rsidRDefault="004034A5" w:rsidP="004034A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4034A5" w:rsidRPr="00A104AC" w:rsidRDefault="004034A5" w:rsidP="004034A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П</w:t>
      </w:r>
      <w:proofErr w:type="gram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іжик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Т.П.</w:t>
      </w:r>
    </w:p>
    <w:p w:rsidR="004034A5" w:rsidRPr="00A104AC" w:rsidRDefault="004034A5" w:rsidP="004034A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034A5" w:rsidRPr="00A104AC" w:rsidRDefault="004034A5" w:rsidP="004034A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Т.П.,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4034A5" w:rsidRPr="00A104AC" w:rsidRDefault="004034A5" w:rsidP="004034A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4034A5" w:rsidRPr="00A104AC" w:rsidRDefault="004034A5" w:rsidP="004034A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Тетяні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Павлівні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AA2B6D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0,2425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6823984000:03:018:0342).</w:t>
      </w:r>
      <w:proofErr w:type="gramEnd"/>
    </w:p>
    <w:p w:rsidR="004034A5" w:rsidRPr="00A104AC" w:rsidRDefault="004034A5" w:rsidP="004034A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іжик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Т.П.,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ради.</w:t>
      </w:r>
    </w:p>
    <w:p w:rsidR="004034A5" w:rsidRPr="00A104AC" w:rsidRDefault="004034A5" w:rsidP="004034A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034A5" w:rsidRPr="00A104AC" w:rsidRDefault="004034A5" w:rsidP="004034A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034A5" w:rsidRPr="00A104AC" w:rsidRDefault="004034A5" w:rsidP="004034A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034A5" w:rsidRPr="00A104AC" w:rsidRDefault="004034A5" w:rsidP="004034A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034A5" w:rsidRPr="00A104AC" w:rsidRDefault="004034A5" w:rsidP="004034A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034A5" w:rsidRPr="00A104AC" w:rsidRDefault="004034A5" w:rsidP="004034A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4664DB" w:rsidRPr="004034A5" w:rsidRDefault="004034A5" w:rsidP="004034A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4664DB" w:rsidRPr="004034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4A5"/>
    <w:rsid w:val="00171A2E"/>
    <w:rsid w:val="00304C90"/>
    <w:rsid w:val="004034A5"/>
    <w:rsid w:val="004664DB"/>
    <w:rsid w:val="00505B6D"/>
    <w:rsid w:val="006D3977"/>
    <w:rsid w:val="007D6C18"/>
    <w:rsid w:val="00AA2B6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244</Words>
  <Characters>1397</Characters>
  <Application>Microsoft Office Word</Application>
  <DocSecurity>0</DocSecurity>
  <Lines>11</Lines>
  <Paragraphs>3</Paragraphs>
  <ScaleCrop>false</ScaleCrop>
  <Company>Microsoft</Company>
  <LinksUpToDate>false</LinksUpToDate>
  <CharactersWithSpaces>1638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2020-07-29T14:15:00Z</dcterms:created>
  <dcterms:modified xsi:type="dcterms:W3CDTF">2020-07-29T17:42:00Z</dcterms:modified>
</cp:coreProperties>
</file>