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738" w:rsidRDefault="00090738" w:rsidP="0009073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090738" w:rsidRDefault="00090738" w:rsidP="00090738"/>
    <w:p w:rsidR="00090738" w:rsidRDefault="00090738" w:rsidP="00090738"/>
    <w:p w:rsidR="00090738" w:rsidRDefault="00090738" w:rsidP="0009073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090738" w:rsidRDefault="00090738" w:rsidP="0009073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090738" w:rsidRDefault="00090738" w:rsidP="0009073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090738" w:rsidRDefault="00090738" w:rsidP="0009073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090738" w:rsidRDefault="00090738" w:rsidP="0009073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0738" w:rsidRDefault="00090738" w:rsidP="0009073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090738" w:rsidRDefault="00090738" w:rsidP="0009073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90738" w:rsidRDefault="00090738" w:rsidP="0009073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090738" w:rsidRDefault="00090738" w:rsidP="0009073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90738" w:rsidRPr="009F302A" w:rsidRDefault="00090738" w:rsidP="00090738">
      <w:pPr>
        <w:tabs>
          <w:tab w:val="left" w:pos="2160"/>
        </w:tabs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</w:t>
      </w:r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65</w:t>
      </w:r>
    </w:p>
    <w:p w:rsidR="00090738" w:rsidRDefault="00090738" w:rsidP="00090738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090738" w:rsidRPr="009F302A" w:rsidRDefault="00090738" w:rsidP="00090738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090738" w:rsidRPr="009F302A" w:rsidRDefault="00090738" w:rsidP="00090738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090738" w:rsidRPr="009F302A" w:rsidRDefault="00090738" w:rsidP="00090738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090738" w:rsidRPr="009F302A" w:rsidRDefault="00090738" w:rsidP="00090738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Нечипорук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Н.А.</w:t>
      </w:r>
    </w:p>
    <w:p w:rsidR="00090738" w:rsidRPr="009F302A" w:rsidRDefault="00090738" w:rsidP="00090738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90738" w:rsidRPr="009F302A" w:rsidRDefault="00090738" w:rsidP="00090738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</w:t>
      </w:r>
      <w:proofErr w:type="gram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Земельного</w:t>
      </w:r>
      <w:proofErr w:type="gram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кодексу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Нечипорук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Н.А.,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врахувавши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пропозицію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F302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9F302A">
        <w:rPr>
          <w:rFonts w:ascii="Times New Roman" w:hAnsi="Times New Roman" w:cs="Times New Roman"/>
          <w:sz w:val="24"/>
          <w:szCs w:val="24"/>
        </w:rPr>
        <w:t>ільської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та благоустрою,</w:t>
      </w:r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090738" w:rsidRPr="009F302A" w:rsidRDefault="00090738" w:rsidP="00090738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090738" w:rsidRPr="009F302A" w:rsidRDefault="00090738" w:rsidP="00090738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</w:t>
      </w:r>
      <w:proofErr w:type="gram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Перенести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заяви на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чергове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засідання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Нечипорук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Наталії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Анатоліївни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AB065E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__________________</w:t>
      </w:r>
      <w:bookmarkStart w:id="0" w:name="_GoBack"/>
      <w:bookmarkEnd w:id="0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надання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дозволу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smartTag w:uri="urn:schemas-microsoft-com:office:smarttags" w:element="metricconverter">
        <w:smartTagPr>
          <w:attr w:name="ProductID" w:val="2,0000 га"/>
        </w:smartTagPr>
        <w:r w:rsidRPr="009F302A">
          <w:rPr>
            <w:rFonts w:ascii="Times New Roman" w:eastAsia="Times New Roman" w:hAnsi="Times New Roman" w:cs="Times New Roman"/>
            <w:sz w:val="24"/>
            <w:szCs w:val="24"/>
            <w:lang w:eastAsia="en-US"/>
          </w:rPr>
          <w:t>2,0000 га</w:t>
        </w:r>
      </w:smartTag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для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, за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</w:t>
      </w:r>
      <w:proofErr w:type="gram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за</w:t>
      </w:r>
      <w:proofErr w:type="gram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межами села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 6823984000:03:018:0309), для 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встановлення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факту права на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бажану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земельну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ділянку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090738" w:rsidRPr="009F302A" w:rsidRDefault="00090738" w:rsidP="00090738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302A">
        <w:rPr>
          <w:rFonts w:ascii="Times New Roman" w:hAnsi="Times New Roman" w:cs="Times New Roman"/>
          <w:sz w:val="24"/>
          <w:szCs w:val="24"/>
        </w:rPr>
        <w:t xml:space="preserve">      2. Контроль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302A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090738" w:rsidRPr="00090738" w:rsidRDefault="00090738" w:rsidP="00090738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:rsidR="00705571" w:rsidRPr="00090738" w:rsidRDefault="00090738" w:rsidP="00090738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sectPr w:rsidR="00705571" w:rsidRPr="0009073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738"/>
    <w:rsid w:val="00090738"/>
    <w:rsid w:val="00171A2E"/>
    <w:rsid w:val="00304C90"/>
    <w:rsid w:val="00505B6D"/>
    <w:rsid w:val="006D3977"/>
    <w:rsid w:val="00705571"/>
    <w:rsid w:val="007D6C18"/>
    <w:rsid w:val="00AB065E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275</Words>
  <Characters>1568</Characters>
  <Application>Microsoft Office Word</Application>
  <DocSecurity>0</DocSecurity>
  <Lines>13</Lines>
  <Paragraphs>3</Paragraphs>
  <ScaleCrop>false</ScaleCrop>
  <Company>Microsoft</Company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2020-05-29T14:13:00Z</dcterms:created>
  <dcterms:modified xsi:type="dcterms:W3CDTF">2020-05-29T14:31:00Z</dcterms:modified>
</cp:coreProperties>
</file>