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E9" w:rsidRPr="0066767B" w:rsidRDefault="008276E9" w:rsidP="008276E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0F916D" wp14:editId="314AC71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015" name="Группа 11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6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3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Uy8QA&#10;AADcAAAADwAAAGRycy9kb3ducmV2LnhtbESPS4vCQBCE7wv+h6EXvK2TNaxKNqOIqHgQJD7uTabz&#10;YDM9ITNq/Pc7guCxqKqvqHTRm0bcqHO1ZQXfowgEcW51zaWC82nzNQPhPLLGxjIpeJCDxXzwkWKi&#10;7Z0zuh19KQKEXYIKKu/bREqXV2TQjWxLHLzCdgZ9kF0pdYf3ADeNHEfRRBqsOSxU2NKqovzveDUK&#10;bLzd7S/lOIvXPPW8PMyKS79XavjZL39BeOr9O/xq77SCyU8MzzPh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9lMv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SSoMgA&#10;AADcAAAADwAAAGRycy9kb3ducmV2LnhtbESPT0sDMRTE74LfITzBS2mzlbqta9MihbXqQegf6PWx&#10;eW7Wbl6WJLZrP70RBI/DzPyGmS9724oT+dA4VjAeZSCIK6cbrhXsd+VwBiJEZI2tY1LwTQGWi+ur&#10;ORbanXlDp22sRYJwKFCBibErpAyVIYth5Dri5H04bzEm6WupPZ4T3LbyLstyabHhtGCwo5Wh6rj9&#10;sgo+y3dzWE0vz37wsKHLoHxbt6+5Urc3/dMjiEh9/A//tV+0gvx+Ar9n0hG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RJKg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LiM8IA&#10;AADcAAAADwAAAGRycy9kb3ducmV2LnhtbESP3YrCMBCF7wXfIYywN7Kmu6Is3aYii4p4I/48wNCM&#10;TdlmUppo69sbQfDycH4+TrbobS1u1PrKsYKvSQKCuHC64lLB+bT+/AHhA7LG2jEpuJOHRT4cZJhq&#10;1/GBbsdQijjCPkUFJoQmldIXhiz6iWuIo3dxrcUQZVtK3WIXx20tv5NkLi1WHAkGG/ozVPwfrzZC&#10;9lPc7y7dab3pscPVzvB4eVDqY9Qvf0EE6sM7/GpvtYL5bAbP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8uIz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klm8UA&#10;AADcAAAADwAAAGRycy9kb3ducmV2LnhtbESPQUsDMRSE74L/ITzBm81a2q2sTYvUCiJ4aCuU3h6b&#10;193FzUtInt313xtB8DjMzDfMcj26Xl0ops6zgftJAYq49rbjxsDH4eXuAVQSZIu9ZzLwTQnWq+ur&#10;JVbWD7yjy14alSGcKjTQioRK61S35DBNfCDO3tlHh5JlbLSNOGS46/W0KErtsOO80GKgTUv15/7L&#10;GXgftuFtUc7P4RRnU52erRw3Ysztzfj0CEpolP/wX/vVGijnJ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OSWb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zZ38IA&#10;AADcAAAADwAAAGRycy9kb3ducmV2LnhtbESP3YrCMBCF74V9hzAL3sia7oo/VKOIrCLeFHUfYGjG&#10;pmwzKU209e2NIHh5OD8fZ7HqbCVu1PjSsYLvYQKCOHe65ELB33n7NQPhA7LGyjEpuJOH1fKjt8BU&#10;u5aPdDuFQsQR9ikqMCHUqZQ+N2TRD11NHL2LayyGKJtC6gbbOG4r+ZMkE2mx5EgwWNPGUP5/utoI&#10;yUaYHS7tebvrsMXfg+HB+qhU/7Nbz0EE6sI7/GrvtYLJeAr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bNnf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oUcsIA&#10;AADcAAAADwAAAGRycy9kb3ducmV2LnhtbERPTUsDMRC9C/6HMEJvNmtpV1mbFqktFMGDVRBvw2a6&#10;u7iZhGTa3f775iB4fLzv5Xp0vTpTTJ1nAw/TAhRx7W3HjYGvz939E6gkyBZ7z2TgQgnWq9ubJVbW&#10;D/xB54M0KodwqtBAKxIqrVPdksM09YE4c0cfHUqGsdE24pDDXa9nRVFqhx3nhhYDbVqqfw8nZ+B9&#10;2Ia3x3JxDD9xPtPp1cr3RoyZ3I0vz6CERvkX/7n31kC5yGvzmXwE9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6hRy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1N+MUA&#10;AADcAAAADwAAAGRycy9kb3ducmV2LnhtbESPQWsCMRSE74X+h/AKvRTNWlHsapQqhAoVRC14fWye&#10;u0s3L0uSuuu/N4VCj8PMfMMsVr1txJV8qB0rGA0zEMSFMzWXCr5OejADESKywcYxKbhRgNXy8WGB&#10;uXEdH+h6jKVIEA45KqhibHMpQ1GRxTB0LXHyLs5bjEn6UhqPXYLbRr5m2VRarDktVNjSpqLi+/hj&#10;Faz3XTn2L8W6d5+Xj/NEa6N3Wqnnp/59DiJSH//Df+2tUTCdvMHvmXQ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U34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fKXb8A&#10;AADcAAAADwAAAGRycy9kb3ducmV2LnhtbERPy4rCMBTdC/5DuII7TRWnSDWKOBSGYTY+PuDSXJtq&#10;c1OSWDt/P1kMuDyc93Y/2Fb05EPjWMFinoEgrpxuuFZwvZSzNYgQkTW2jknBLwXY78ajLRbavfhE&#10;/TnWIoVwKFCBibErpAyVIYth7jrixN2ctxgT9LXUHl8p3LZymWW5tNhwajDY0dFQ9Tg/rYLye/nT&#10;P57al+4wrCx9mPv60yg1nQyHDYhIQ3yL/91fWkGep/npTDoCcvc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58pd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eLQ8UA&#10;AADcAAAADwAAAGRycy9kb3ducmV2LnhtbESPUWvCMBSF3wf7D+EOfJGZOrGMzigqBAcORB3s9dJc&#10;27LmpiSZ7f69EQZ7PJxzvsNZrAbbiiv50DhWMJ1kIIhLZxquFHye9fMriBCRDbaOScEvBVgtHx8W&#10;WBjX85Gup1iJBOFQoII6xq6QMpQ1WQwT1xEn7+K8xZikr6Tx2Ce4beVLluXSYsNpocaOtjWV36cf&#10;q2Bz6KuZH5ebwe0vu6+51kZ/aKVGT8P6DUSkIf6H/9rvRkGeT+F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B4tD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xscMA&#10;AADcAAAADwAAAGRycy9kb3ducmV2LnhtbESPwWrDMBBE74H8g9hAb4lc05rgRjEhwVBKLk37AYu1&#10;tVxbKyMpjvv3VaDQ4zAzb5hdNdtBTORD51jB4yYDQdw43XGr4POjXm9BhIiscXBMCn4oQLVfLnZY&#10;anfjd5ousRUJwqFEBSbGsZQyNIYsho0biZP35bzFmKRvpfZ4S3A7yDzLCmmx47RgcKSjoaa/XK2C&#10;+i0/T/1V+9od5idLz+Z7ezJKPazmwwuISHP8D/+1X7WCosjhfiYd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nxs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4h6cIA&#10;AADcAAAADwAAAGRycy9kb3ducmV2LnhtbESP0WqDQBRE3wv5h+UG8tasJo0U6yolYGgea/oBF/dW&#10;RfeudTfR/H22UOjjMDNnmKxYzCBuNLnOsoJ4G4Egrq3uuFHwdSmfX0E4j6xxsEwK7uSgyFdPGaba&#10;zvxJt8o3IkDYpaig9X5MpXR1Swbd1o7Ewfu2k0Ef5NRIPeEc4GaQuyhKpMGOw0KLIx1bqvvqahS8&#10;3OfTT3Xoo1Ibis/78cy+Pii1WS/vbyA8Lf4//Nf+0AqSZA+/Z8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3iHp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xK6MMA&#10;AADcAAAADwAAAGRycy9kb3ducmV2LnhtbESPQYvCMBSE7wv+h/AEb2uqSHG7pkUURTxpVz0/mmdb&#10;tnkpTdT6742wsMdhZr5hFllvGnGnztWWFUzGEQjiwuqaSwWnn83nHITzyBoby6TgSQ6ydPCxwETb&#10;Bx/pnvtSBAi7BBVU3reJlK6oyKAb25Y4eFfbGfRBdqXUHT4C3DRyGkWxNFhzWKiwpVVFxW9+Mwpu&#10;8WV64uteH/L1c/u13iydPJdKjYb98huEp97/h//aO60gjmfwPhOOgE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xK6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mIYccA&#10;AADcAAAADwAAAGRycy9kb3ducmV2LnhtbESPzW7CMBCE75X6DtZW6q040GJBikGAVKnlAOKnh962&#10;8ZKkjdchdiG8fY2ExHE0M99oRpPWVuJIjS8da+h2EhDEmTMl5xp227enAQgfkA1WjknDmTxMxvd3&#10;I0yNO/GajpuQiwhhn6KGIoQ6ldJnBVn0HVcTR2/vGoshyiaXpsFThNtK9pJESYslx4UCa5oXlP1u&#10;/qyGz9VADVezj5efxfIbn605fJlSaf340E5fQQRqwy18bb8bDUr14XImHgE5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5iGH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fbcUA&#10;AADcAAAADwAAAGRycy9kb3ducmV2LnhtbESPT2vCQBTE74LfYXmF3nRTW5YQXUNt0Zae/FPo9ZF9&#10;JqHZtyG7xuindwsFj8PM/IZZ5INtRE+drx1reJomIIgLZ2ouNXwf1pMUhA/IBhvHpOFCHvLleLTA&#10;zLgz76jfh1JECPsMNVQhtJmUvqjIop+6ljh6R9dZDFF2pTQdniPcNnKWJEparDkuVNjSW0XF7/5k&#10;NVzVD279x2z1/mwCXV7SjfvabrR+fBhe5yACDeEe/m9/Gg1KKfg7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h9t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HHGMQA&#10;AADcAAAADwAAAGRycy9kb3ducmV2LnhtbESP0WrCQBRE3wv+w3IF35qNYlONrlKKgm+tqR9wyV43&#10;wezdmF01+vXdQsHHYWbOMMt1bxtxpc7XjhWMkxQEcel0zUbB4Wf7OgPhA7LGxjEpuJOH9WrwssRc&#10;uxvv6VoEIyKEfY4KqhDaXEpfVmTRJ64ljt7RdRZDlJ2RusNbhNtGTtI0kxZrjgsVtvRZUXkqLlbB&#10;2U3edF9s8Ou0mX/XxkzPj/1UqdGw/1iACNSHZ/i/vdMKsuwd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Bxxj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PBPcEA&#10;AADcAAAADwAAAGRycy9kb3ducmV2LnhtbERPPW/CMBDdkfgP1lXq1jilaggBg2ilSlkDDIyHfSRp&#10;43OIXUj76+uhEuPT+15tRtuJKw2+dazgOUlBEGtnWq4VHPYfTzkIH5ANdo5JwQ952KynkxUWxt24&#10;ousu1CKGsC9QQRNCX0jpdUMWfeJ64sid3WAxRDjU0gx4i+G2k7M0zaTFlmNDgz29N6S/dt9WQdme&#10;6DXT54XN33R1/L2El/mnUerxYdwuQQQaw1387y6NgiyLa+OZeAT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jwT3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/YgcAA&#10;AADcAAAADwAAAGRycy9kb3ducmV2LnhtbERPXWvCMBR9F/wP4Q72pul8KFqNosJgMhXmhr5emmtT&#10;bG5KE2v990YQ9ni+ObNFZyvRUuNLxwo+hgkI4tzpkgsFf7+fgzEIH5A1Vo5JwZ08LOb93gwz7W78&#10;Q+0hFCKWsM9QgQmhzqT0uSGLfuhq4qidXWMxRNgUUjd4i+W2kqMkSaXFkuOCwZrWhvLL4WoVtLi/&#10;Jyez2k025TYf7VfHbx159f7WLacgAnXh3/xKf2kFaTqB55l4BO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/Ygc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hSz8EA&#10;AADcAAAADwAAAGRycy9kb3ducmV2LnhtbERPPU/DMBDdkfgP1iGxUYcMLUrrVlWlIkZIOzAe8TVO&#10;G99FtmkCvx4PlRif3vdqM/leXSnETtjA86wARdyI7bg1cDzsn15AxYRssRcmAz8UYbO+v1thZWXk&#10;D7rWqVU5hGOFBlxKQ6V1bBx5jDMZiDN3kuAxZRhabQOOOdz3uiyKufbYcW5wONDOUXOpv72B8bX5&#10;OpenT+t+wyD7+l3OZS/GPD5M2yWoRFP6F9/cb9bAfJHn5zP5CO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oUs/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u6dcYA&#10;AADcAAAADwAAAGRycy9kb3ducmV2LnhtbESPS2vDMBCE74X8B7GB3ho5OSTBiWKcF5TSUvK6b6yN&#10;7URaGUtN3H9fFQo9DjPzDTPPOmvEnVpfO1YwHCQgiAunay4VHA/blykIH5A1Gsek4Js8ZIve0xxT&#10;7R68o/s+lCJC2KeooAqhSaX0RUUW/cA1xNG7uNZiiLItpW7xEeHWyFGSjKXFmuNChQ2tKipu+y+r&#10;YPu5NtfRxy4/ybDaTM5m+rZcvyv13O/yGYhAXfgP/7VftYLxZAi/Z+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u6d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XqcYA&#10;AADcAAAADwAAAGRycy9kb3ducmV2LnhtbESPQWvCQBSE70L/w/IKvYhujNRKmo1IocRCBauC12f2&#10;NQlm34bsNsZ/3y0UPA4z8w2TrgbTiJ46V1tWMJtGIIgLq2suFRwP75MlCOeRNTaWScGNHKyyh1GK&#10;ibZX/qJ+70sRIOwSVFB53yZSuqIig25qW+LgfdvOoA+yK6Xu8BrgppFxFC2kwZrDQoUtvVVUXPY/&#10;RkG/+zyXm961H5fl2D3Pz3m+1Selnh6H9SsIT4O/h//bG61g8RLD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lXq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NzQscA&#10;AADcAAAADwAAAGRycy9kb3ducmV2LnhtbESPzWsCMRTE7wX/h/CE3mq2tn50axQVhF6E+nHQ23Pz&#10;uru4eVmTqKt/vSkUehxm5jfMaNKYSlzI+dKygtdOAoI4s7rkXMF2s3gZgvABWWNlmRTcyMNk3Hoa&#10;YartlVd0WYdcRAj7FBUUIdSplD4ryKDv2Jo4ej/WGQxRulxqh9cIN5XsJklfGiw5LhRY07yg7Lg+&#10;GwWzj+Hs9P3Oy/vqsKf97nDsdV2i1HO7mX6CCNSE//Bf+0sr6A/e4PdMPAJy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Tc0LHAAAA3AAAAA8AAAAAAAAAAAAAAAAAmAIAAGRy&#10;cy9kb3ducmV2LnhtbFBLBQYAAAAABAAEAPUAAACMAwAAAAA=&#10;" fillcolor="black" stroked="f"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KLscA&#10;AADcAAAADwAAAGRycy9kb3ducmV2LnhtbESPzWvCQBTE74L/w/KE3nSjtFGiq2g/QKge/Dh4fM2+&#10;Jkuyb0N2q7F/fbdQ6HGYmd8wi1Vna3Gl1hvHCsajBARx7rThQsH59DacgfABWWPtmBTcycNq2e8t&#10;MNPuxge6HkMhIoR9hgrKEJpMSp+XZNGPXEMcvU/XWgxRtoXULd4i3NZykiSptGg4LpTY0HNJeXX8&#10;sgou76mZHQxNPnbfm1e9e6o2+5dKqYdBt56DCNSF//Bfe6sVpNNH+D0Tj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8ISi7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FW8UA&#10;AADcAAAADwAAAGRycy9kb3ducmV2LnhtbESPQWsCMRSE7wX/Q3iCt5ptQV1Wo4il1IuH2pZeH5vn&#10;ZrublzWJuvrrG6HQ4zAz3zCLVW9bcSYfascKnsYZCOLS6ZorBZ8fr485iBCRNbaOScGVAqyWg4cF&#10;Ftpd+J3O+1iJBOFQoAITY1dIGUpDFsPYdcTJOzhvMSbpK6k9XhLctvI5y6bSYs1pwWBHG0Nlsz9Z&#10;BX79/dLc+PTVZLfdNbz99MccjVKjYb+eg4jUx//wX3urFUxnE7if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WcVb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YENMUA&#10;AADcAAAADwAAAGRycy9kb3ducmV2LnhtbESP3WrCQBSE7wu+w3IEb4pu6kXU1FVEKBQUwZ8HOM2e&#10;JqG7Z0P2VGOfvisUejnMzDfMct17p67UxSawgZdJBoq4DLbhysDl/Daeg4qCbNEFJgN3irBeDZ6W&#10;WNhw4yNdT1KpBOFYoIFapC20jmVNHuMktMTJ+wydR0myq7Tt8Jbg3ulpluXaY8NpocaWtjWVX6dv&#10;b8BNP9xiN4t7uV/0Pvvxcnw+WGNGw37zCkqol//wX/vdGshnOTzOpCO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gQ0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cApMQA&#10;AADcAAAADwAAAGRycy9kb3ducmV2LnhtbESPQWsCMRSE7wX/Q3iCt5rVg8rWKK0i7KUHV4vX5+Z1&#10;szR5WTZRt/31jSB4HGbmG2a57p0VV+pC41nBZJyBIK68brhWcDzsXhcgQkTWaD2Tgl8KsF4NXpaY&#10;a3/jPV3LWIsE4ZCjAhNjm0sZKkMOw9i3xMn79p3DmGRXS93hLcGdldMsm0mHDacFgy1tDFU/5cUp&#10;2JatnR4L8xFOX5/nsy3+dnTaKjUa9u9vICL18Rl+tAutYDafw/1MO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HAKTEAAAA3A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bqkr8A&#10;AADcAAAADwAAAGRycy9kb3ducmV2LnhtbERPy4rCMBTdD/gP4QruxkQXVTpGEVEQXPlazO6SXNtq&#10;c1OaaOvfm8XALA/nvVj1rhYvakPlWcNkrEAQG28rLjRczrvvOYgQkS3WnknDmwKsloOvBebWd3yk&#10;1ykWIoVwyFFDGWOTSxlMSQ7D2DfEibv51mFMsC2kbbFL4a6WU6Uy6bDi1FBiQ5uSzOP0dBruO3nw&#10;RqG5Xq7d3s5+txnVSuvRsF//gIjUx3/xn3tvNWSztDadSUd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VuqSvwAAANw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BbH8UA&#10;AADcAAAADwAAAGRycy9kb3ducmV2LnhtbESPT4vCMBTE7wt+h/AEb2uqgrrVKCoI4rIH/7Ds8W3z&#10;bEubl5JErd9+syB4HGbmN8x82Zpa3Mj50rKCQT8BQZxZXXKu4Hzavk9B+ICssbZMCh7kYbnovM0x&#10;1fbOB7odQy4ihH2KCooQmlRKnxVk0PdtQxy9i3UGQ5Qul9rhPcJNLYdJMpYGS44LBTa0KSirjlej&#10;4Of6yZev0X7l1uHbtidfDX+nlVK9bruagQjUhlf42d5pBePJB/yf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Fsf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SdEsMA&#10;AADcAAAADwAAAGRycy9kb3ducmV2LnhtbERPz2vCMBS+C/sfwhN2s6mi0lWjTEHYZaBuh3l7Ns+2&#10;2LzUJNPqX78cBh4/vt/zZWcacSXna8sKhkkKgriwuuZSwffXZpCB8AFZY2OZFNzJw3Lx0ptjru2N&#10;d3Tdh1LEEPY5KqhCaHMpfVGRQZ/YljhyJ+sMhghdKbXDWww3jRyl6VQarDk2VNjSuqLivP81ClZv&#10;2eqyHfPnY3c80OHneJ6MXKrUa797n4EI1IWn+N/9oRVMszg/nolH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SdEsMAAADcAAAADwAAAAAAAAAAAAAAAACYAgAAZHJzL2Rv&#10;d25yZXYueG1sUEsFBgAAAAAEAAQA9QAAAIgDAAAAAA==&#10;" fillcolor="black" stroked="f"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A1qMQA&#10;AADcAAAADwAAAGRycy9kb3ducmV2LnhtbESPQWsCMRSE7wX/Q3hCbzVrCyJboyyCKJ5W29Lrc/O6&#10;Wbp5WZI0rv/eFAo9DjPzDbPajLYXiXzoHCuYzwoQxI3THbcK3t92T0sQISJr7B2TghsF2KwnDyss&#10;tbvyidI5tiJDOJSowMQ4lFKGxpDFMHMDcfa+nLcYs/St1B6vGW57+VwUC2mx47xgcKCtoeb7/GMV&#10;pMu2rl7SZzKno69a7+r9x6VW6nE6Vq8gIo3xP/zXPmgFi+Ucfs/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wNaj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AsXcUA&#10;AADcAAAADwAAAGRycy9kb3ducmV2LnhtbESPQWvCQBSE7wX/w/IEb3Wjh2BTVxFRsV5so9AeH9nX&#10;bDD7NmTXmPrr3UKhx2FmvmHmy97WoqPWV44VTMYJCOLC6YpLBefT9nkGwgdkjbVjUvBDHpaLwdMc&#10;M+1u/EFdHkoRIewzVGBCaDIpfWHIoh+7hjh63661GKJsS6lbvEW4reU0SVJpseK4YLChtaHikl+t&#10;Aj9Zbz4P9v7Sfe0MH/M3k76XRqnRsF+9ggjUh//wX3uvFaSzKfyei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YCxd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8276E9" w:rsidRPr="0066767B" w:rsidRDefault="008276E9" w:rsidP="008276E9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C44B38" wp14:editId="31866DF9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014" name="Группа 9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62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76E9" w:rsidRDefault="008276E9" w:rsidP="008276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5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DY2ApT&#10;f3YAABxZBAAOAAAAAAAAAAAAAAAAAC4CAABkcnMvZTJvRG9jLnhtbFBLAQItABQABgAIAAAAIQDf&#10;zpAw4gAAAA0BAAAPAAAAAAAAAAAAAAAAANl4AABkcnMvZG93bnJldi54bWxQSwUGAAAAAAQABADz&#10;AAAA6H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dCLcAA&#10;AADcAAAADwAAAGRycy9kb3ducmV2LnhtbESPzQrCMBCE74LvEFbwpqkVVKpRRFQ8COLffWnWtths&#10;ShO1vr0RBI/DzHzDzBaNKcWTaldYVjDoRyCIU6sLzhRczpveBITzyBpLy6TgTQ4W83Zrhom2Lz7S&#10;8+QzESDsElSQe18lUro0J4Oubyvi4N1sbdAHWWdS1/gKcFPKOIpG0mDBYSHHilY5pffTwyiww+1u&#10;f83i43DNY8/Lw+R2bfZKdTvNcgrCU+P/4V97pxWM4hi+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dCLc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5qccA&#10;AADcAAAADwAAAGRycy9kb3ducmV2LnhtbESPQWsCMRSE74X+h/AKvUjN1sK2bo0iwlrrQdAKvT42&#10;r5utm5clibr665tCocdhZr5hJrPetuJEPjSOFTwOMxDEldMN1wr2H+XDC4gQkTW2jknBhQLMprc3&#10;Eyy0O/OWTrtYiwThUKACE2NXSBkqQxbD0HXEyfty3mJM0tdSezwnuG3lKMtyabHhtGCwo4Wh6rA7&#10;WgXf5cZ8Lp6vSz8Yb+k6KNdv7Xuu1P1dP38FEamP/+G/9koryEdP8HsmHQE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2rea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01cEA&#10;AADc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BmN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4NNX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3IkcUA&#10;AADc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qpyA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7ciR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YPOcMA&#10;AADcAAAADwAAAGRycy9kb3ducmV2LnhtbESP32rCMBTG7we+QzjCboam66CMahSRdUhvRN0DHJpj&#10;U2xOSpO13dubgeDlx/fnx7feTrYVA/W+cazgfZmAIK6cbrhW8HMpFp8gfEDW2DomBX/kYbuZvawx&#10;127kEw3nUIs4wj5HBSaELpfSV4Ys+qXriKN3db3FEGVfS93jGMdtK9MkyaTFhiPBYEd7Q9Xt/Gsj&#10;5PiBx/I6XorvCUf8Kg2/7U5Kvc6n3QpEoCk8w4/2QSvI0gz+z8Qj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YPOc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zfcUA&#10;AADcAAAADwAAAGRycy9kb3ducmV2LnhtbESPQUvDQBSE70L/w/IEb3Zj0FRit6VUBRE8tBXE2yP7&#10;mgSzb5fdZxP/vSsIPQ4z8w2zXE9uUCeKqfds4GZegCJuvO25NfB+eL6+B5UE2eLgmQz8UIL1anax&#10;xNr6kXd02kurMoRTjQY6kVBrnZqOHKa5D8TZO/roULKMrbYRxwx3gy6LotIOe84LHQbadtR87b+d&#10;gbfxKbwuqrtj+Iy3pU6PVj62YszV5bR5ACU0yTn8336xBqpyAX9n8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/N9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ebHsIA&#10;AADcAAAADwAAAGRycy9kb3ducmV2LnhtbERPXWvCMBR9F/Yfwh3sRWaqoozOKFMICgqiG+z10lzb&#10;suamJJmt/948CD4ezvdi1dtGXMmH2rGC8SgDQVw4U3Op4Odbv3+ACBHZYOOYFNwowGr5MlhgblzH&#10;J7qeYylSCIccFVQxtrmUoajIYhi5ljhxF+ctxgR9KY3HLoXbRk6ybC4t1pwaKmxpU1Hxd/63CtbH&#10;rpz6YbHu3f6y/Z1pbfRBK/X22n99gojUx6f44d4ZBfNJWpv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5se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faAMQA&#10;AADcAAAADwAAAGRycy9kb3ducmV2LnhtbESPwWrDMBBE74X8g9hAb41c04TEjRxCiyGUXprkAxZr&#10;a7m2VkZSHOfvq0Chx2Fm3jDb3WR7MZIPrWMFz4sMBHHtdMuNgvOpelqDCBFZY++YFNwowK6cPWyx&#10;0O7KXzQeYyMShEOBCkyMQyFlqA1ZDAs3ECfv23mLMUnfSO3xmuC2l3mWraTFltOCwYHeDNXd8WIV&#10;VB/559hdtK/cfnqxtDQ/63ej1ON82r+CiDTF//Bf+6AVrPIN3M+k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32gD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gBxcIA&#10;AADcAAAADwAAAGRycy9kb3ducmV2LnhtbERPy2oCMRTdF/yHcIVuSs2oKDI1IyqEFiqUaqHby+TO&#10;Ayc3QxKd6d83i0KXh/Pe7kbbiTv50DpWMJ9lIIhLZ1quFXxd9PMGRIjIBjvHpOCHAuyKycMWc+MG&#10;/qT7OdYihXDIUUETY59LGcqGLIaZ64kTVzlvMSboa2k8DincdnKRZWtpseXU0GBPx4bK6/lmFRw+&#10;hnrpn8rD6N6r1++V1kaftFKP03H/AiLSGP/Ff+43o2C9TPPTmX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+AHF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hA28MA&#10;AADcAAAADwAAAGRycy9kb3ducmV2LnhtbESP0WoCMRRE3wv+Q7iCbzWrbUVWo4hloRRfqn7AZXPd&#10;rG5uliSu6983guDjMDNnmOW6t43oyIfasYLJOANBXDpdc6XgeCje5yBCRNbYOCYFdwqwXg3elphr&#10;d+M/6vaxEgnCIUcFJsY2lzKUhiyGsWuJk3dy3mJM0ldSe7wluG3kNMtm0mLNacFgS1tD5WV/tQqK&#10;3+muu1y1L9ym/7T0Zc7zb6PUaNhvFiAi9fEVfrZ/tILZxwQeZ9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hA2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rb74A&#10;AADcAAAADwAAAGRycy9kb3ducmV2LnhtbESPzQrCMBCE74LvEFbwpqm/SDWKCIoerT7A0qxtsdnU&#10;Jtr69kYQPA4z8w2z2rSmFC+qXWFZwWgYgSBOrS44U3C97AcLEM4jaywtk4I3Odisu50Vxto2fKZX&#10;4jMRIOxiVJB7X8VSujQng25oK+Lg3Wxt0AdZZ1LX2AS4KeU4iubSYMFhIceKdjml9+RpFEzfzeGR&#10;zO7RXhsanSbViX06U6rfa7dLEJ5a/w//2ketYD4Zw/dMOAJ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hq2+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b9gcQA&#10;AADcAAAADwAAAGRycy9kb3ducmV2LnhtbESPT2vCQBTE7wW/w/KE3upGhVDTrCKKUjy1UXt+ZF/+&#10;YPZtyG5i/PZuodDjMDO/YdLNaBoxUOdqywrmswgEcW51zaWCy/nw9g7CeWSNjWVS8CAHm/XkJcVE&#10;2zt/05D5UgQIuwQVVN63iZQur8igm9mWOHiF7Qz6ILtS6g7vAW4auYiiWBqsOSxU2NKuovyW9UZB&#10;H/8sLlyc9Fe2fxxX+8PWyWup1Ot03H6A8DT6//Bf+1MriJdL+D0Tj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m/YH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YC58cA&#10;AADcAAAADwAAAGRycy9kb3ducmV2LnhtbESPQWvCQBSE74X+h+UVvNWNjQSNrqIFQXsw1NpDb8/s&#10;M0mbfRuzq8Z/7xYKPQ4z8w0znXemFhdqXWVZwaAfgSDOra64ULD/WD2PQDiPrLG2TApu5GA+e3yY&#10;Yqrtld/psvOFCBB2KSoovW9SKV1ekkHXtw1x8I62NeiDbAupW7wGuKnlSxQl0mDFYaHEhl5Lyn92&#10;Z6PgMxsl42y5GX6/bQ8YG3360lWiVO+pW0xAeOr8f/ivvdYKkngIv2fC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GAuf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uuB8UA&#10;AADc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0jiR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64H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5NnsQA&#10;AADcAAAADwAAAGRycy9kb3ducmV2LnhtbESP0WrCQBRE3wv9h+UW+lY3tRra1I0UseCbGv2AS/Z2&#10;E5K9G7Orpn69Kwg+DjNzhpnNB9uKE/W+dqzgfZSAIC6drtko2O9+3z5B+ICssXVMCv7Jwzx/fpph&#10;pt2Zt3QqghERwj5DBVUIXSalLyuy6EeuI47en+sthih7I3WP5wi3rRwnSSot1hwXKuxoUVHZFEer&#10;4ODGUz0US1w3y69NbczkcNlOlHp9GX6+QQQawiN8b6+0gvQjhduZeAR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+TZ7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96UsQA&#10;AADcAAAADwAAAGRycy9kb3ducmV2LnhtbESPzW7CMBCE70i8g7WVegOnIBIIGASVKnHl59Dj1l6S&#10;tPE6xAZSnr6uhMRxNDPfaBarztbiSq2vHCt4GyYgiLUzFRcKjoePwRSED8gGa8ek4Jc8rJb93gJz&#10;4268o+s+FCJC2OeooAyhyaX0uiSLfuga4uidXGsxRNkW0rR4i3Bby1GSpNJixXGhxIbeS9I/+4tV&#10;sK2+aJLq08xON3r3eT+HcfZtlHp96dZzEIG68Aw/2lujIB1n8H8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PelL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SB8UA&#10;AADcAAAADwAAAGRycy9kb3ducmV2LnhtbESPT2vCQBDF74V+h2WE3upGC1Kjq9RCoUUr+Ad7HbLT&#10;bGh2NmS3MX575yB4nJk3773ffNn7WnXUxiqwgdEwA0VcBFtxaeB4+Hh+BRUTssU6MBm4UITl4vFh&#10;jrkNZ95Rt0+lEhOOORpwKTW51rFw5DEOQ0Mst9/QekwytqW2LZ7F3Nd6nGUT7bFiSXDY0Luj4m//&#10;7w10uL1kP271Pf2qNsV4uzqtrezN06B/m4FK1Ke7+Pb9aQ1MXqStwAgI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oFIH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hCksQA&#10;AADcAAAADwAAAGRycy9kb3ducmV2LnhtbESPQUvDQBSE70L/w/IK3uymEYrGbkspVDxq9ODxmX3N&#10;pmbfC7vbJvrrXUHwOMzMN8x6O/leXSjETtjAclGAIm7EdtwaeHs93NyBignZYi9MBr4ownYzu1pj&#10;ZWXkF7rUqVUZwrFCAy6lodI6No48xoUMxNk7SvCYsgyttgHHDPe9LotipT12nBccDrR31HzWZ29g&#10;fGw+TuXx3brvMMihfpZT2Ysx1/Np9wAq0ZT+w3/tJ2tgdXsP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4QpL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vVU8IA&#10;AADcAAAADwAAAGRycy9kb3ducmV2LnhtbERPy2oCMRTdC/5DuII7zVREZTSK1QoiLeKj+9vJ7cxo&#10;cjNMoo5/3yyELg/nPVs01og71b50rOCtn4AgzpwuOVdwPm16ExA+IGs0jknBkzws5u3WDFPtHnyg&#10;+zHkIoawT1FBEUKVSumzgiz6vquII/fraoshwjqXusZHDLdGDpJkJC2WHBsKrGhVUHY93qyCzX5t&#10;LoOvw/JbhtXH+MdMdu/rT6W6nWY5BRGoCf/il3urFYyGcX48E4+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9VT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cDY8YA&#10;AADcAAAADwAAAGRycy9kb3ducmV2LnhtbESPQWvCQBSE7wX/w/IEL6XZaKuE6CpSKLGgYG3B6zP7&#10;TILZtyG7TdJ/7xYKPQ4z8w2z2gymFh21rrKsYBrFIIhzqysuFHx9vj0lIJxH1lhbJgU/5GCzHj2s&#10;MNW25w/qTr4QAcIuRQWl900qpctLMugi2xAH72pbgz7ItpC6xT7ATS1ncbyQBisOCyU29FpSfjt9&#10;GwXdcX8pdp1r3m/Jo5s/X7LsoM9KTcbDdgnC0+D/w3/tnVaweJnC75lwBO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cDY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McZM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oGvRT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McZMYAAADcAAAADwAAAAAAAAAAAAAAAACYAgAAZHJz&#10;L2Rvd25yZXYueG1sUEsFBgAAAAAEAAQA9QAAAIsDAAAAAA==&#10;" fillcolor="black" stroked="f"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0Y58cA&#10;AADcAAAADwAAAGRycy9kb3ducmV2LnhtbESPzWvCQBTE7wX/h+UJvdWNtgaJrqL9AEE9+HHw+Jp9&#10;TZZk34bsVmP/+m6h4HGYmd8ws0Vna3Gh1hvHCoaDBARx7rThQsHp+PE0AeEDssbaMSm4kYfFvPcw&#10;w0y7K+/pcgiFiBD2GSooQ2gyKX1ekkU/cA1x9L5cazFE2RZSt3iNcFvLUZKk0qLhuFBiQ68l5dXh&#10;2yo4b1Iz2RsafW5/Vu96O65Wu7dKqcd+t5yCCNSFe/i/vdYK0pdn+DsTj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NGOf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qfcQA&#10;AADcAAAADwAAAGRycy9kb3ducmV2LnhtbESPQWsCMRSE70L/Q3iF3mq2IiJbo0hF9NKDVun1sXnd&#10;bHfzsiZRV3+9EQSPw8x8w0xmnW3EiXyoHCv46GcgiAunKy4V7H6W72MQISJrbByTggsFmE1fehPM&#10;tTvzhk7bWIoE4ZCjAhNjm0sZCkMWQ9+1xMn7c95iTNKXUns8J7ht5CDLRtJixWnBYEtfhop6e7QK&#10;/Px3UV/5uK+z6/clrP67wxiNUm+v3fwTRKQuPsOP9lorGA2HcD+TjoC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qn3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hQ/sUA&#10;AADcAAAADwAAAGRycy9kb3ducmV2LnhtbESPUWsCMRCE3wv+h7CCL0VzFavtaZQiCEKloPUHbC/b&#10;u8Nkc1xWPfvrm0LBx2FmvmEWq847daE21oENPI0yUMRFsDWXBo6fm+ELqCjIFl1gMnCjCKtl72GB&#10;uQ1X3tPlIKVKEI45GqhEmlzrWFTkMY5CQ5y879B6lCTbUtsWrwnunR5n2VR7rDktVNjQuqLidDh7&#10;A2785V7fZ3Ent6PeZT9e9o8f1phBv3ubgxLq5B7+b2+tgenkGf7OpCO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FD+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vgsUA&#10;AADcAAAADwAAAGRycy9kb3ducmV2LnhtbESPQWsCMRSE74X+h/AK3mpWkaWsRtGKsBcP3Spen5vn&#10;ZjF5WTaprv31TaHQ4zAz3zCL1eCsuFEfWs8KJuMMBHHtdcuNgsPn7vUNRIjIGq1nUvCgAKvl89MC&#10;C+3v/EG3KjYiQTgUqMDE2BVShtqQwzD2HXHyLr53GJPsG6l7vCe4s3KaZbl02HJaMNjRu6H6Wn05&#10;Bduqs9NDaTbhdNyfz7b83tFpq9ToZVjPQUQa4n/4r11qBfksh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Z2+C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W0XcQA&#10;AADcAAAADwAAAGRycy9kb3ducmV2LnhtbESPzWrDMBCE74G+g9hCbonUEJziRjGl1BDoKX+H3hZp&#10;a7u1VsZSYvfto0Agx2FmvmHWxehacaE+NJ41vMwVCGLjbcOVhuOhnL2CCBHZYuuZNPxTgGLzNFlj&#10;bv3AO7rsYyUShEOOGuoYu1zKYGpyGOa+I07ej+8dxiT7StoehwR3rVwolUmHDaeFGjv6qMn87c9O&#10;w28pv7xRaE7H07C1q+/PjFql9fR5fH8DEWmMj/C9vbUasuUKbmfSEZ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ltF3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A0OcEA&#10;AADcAAAADwAAAGRycy9kb3ducmV2LnhtbERPTYvCMBC9C/sfwix403RVRKpRXEEQFw9WWfY4NmNb&#10;2kxKErX7781B8Ph434tVZxpxJ+crywq+hgkI4tzqigsF59N2MAPhA7LGxjIp+CcPq+VHb4Gptg8+&#10;0j0LhYgh7FNUUIbQplL6vCSDfmhb4shdrTMYInSF1A4fMdw0cpQkU2mw4thQYkubkvI6uxkFf7cf&#10;vh7G+7X7Dr+2O/l6dJnVSvU/u/UcRKAuvMUv904rmE7i2ngmHg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gNDn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eOFcYA&#10;AADcAAAADwAAAGRycy9kb3ducmV2LnhtbESPQWsCMRSE74L/ITyhNzerqOjWKFUQeilU20O9PTfP&#10;3cXNyzZJdfXXN4LgcZiZb5j5sjW1OJPzlWUFgyQFQZxbXXGh4Ptr05+C8AFZY22ZFFzJw3LR7cwx&#10;0/bCWzrvQiEihH2GCsoQmkxKn5dk0Ce2IY7e0TqDIUpXSO3wEuGmlsM0nUiDFceFEhtal5Sfdn9G&#10;wWo2Xf1+jvjjtj3saf9zOI2HLlXqpde+vYII1IZn+NF+1womoxncz8Qj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eOFcYAAADcAAAADwAAAAAAAAAAAAAAAACYAgAAZHJz&#10;L2Rvd25yZXYueG1sUEsFBgAAAAAEAAQA9QAAAIsDAAAAAA==&#10;" fillcolor="black" stroked="f"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8dMEA&#10;AADcAAAADwAAAGRycy9kb3ducmV2LnhtbERPz2vCMBS+D/Y/hDfwNtNNJlKNUoSxsVN1E6/P5tkU&#10;m5eSZLH775eD4PHj+73ajLYXiXzoHCt4mRYgiBunO24V/Hy/Py9AhIissXdMCv4owGb9+LDCUrsr&#10;7yjtYytyCIcSFZgYh1LK0BiyGKZuIM7c2XmLMUPfSu3xmsNtL1+LYi4tdpwbDA60NdRc9r9WQTpt&#10;62qWjsnsvnzVeld/HE61UpOnsVqCiDTGu/jm/tQK5m95fj6Tj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cvHT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KebcUA&#10;AADcAAAADwAAAGRycy9kb3ducmV2LnhtbESPQWvCQBSE7wX/w/KE3uomhYY2uopIW6qX2ijo8ZF9&#10;ZoPZtyG7jdFf3y0Uehxm5htmthhsI3rqfO1YQTpJQBCXTtdcKdjv3h6eQfiArLFxTAqu5GExH93N&#10;MNfuwl/UF6ESEcI+RwUmhDaX0peGLPqJa4mjd3KdxRBlV0nd4SXCbSMfkySTFmuOCwZbWhkqz8W3&#10;VeDT1ethY28v/fHd8GexNtm2Mkrdj4flFESgIfyH/9ofWkH2lMLvmXgE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0p5t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76E9" w:rsidRDefault="008276E9" w:rsidP="008276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276E9" w:rsidRPr="0066767B" w:rsidRDefault="008276E9" w:rsidP="008276E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8276E9" w:rsidRPr="0066767B" w:rsidRDefault="008276E9" w:rsidP="008276E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8276E9" w:rsidRPr="0066767B" w:rsidRDefault="008276E9" w:rsidP="008276E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8276E9" w:rsidRPr="0066767B" w:rsidRDefault="008276E9" w:rsidP="008276E9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8276E9" w:rsidRPr="0066767B" w:rsidRDefault="008276E9" w:rsidP="008276E9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8276E9" w:rsidRPr="0066767B" w:rsidRDefault="008276E9" w:rsidP="008276E9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   Крупець                                        №_____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Лук’янов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М.Д.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Лук’янова М.Д.,  сільська  рада 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 Лук’янову Миколі Дмитровичу,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BC70B6">
        <w:rPr>
          <w:rFonts w:ascii="Times New Roman" w:eastAsia="Calibri" w:hAnsi="Times New Roman" w:cs="Times New Roman"/>
          <w:sz w:val="24"/>
          <w:lang w:val="en-US"/>
        </w:rPr>
        <w:t>____________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BC70B6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6823986800:01:004:0024, д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яка розташована Хмельницька область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с.Полянь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вул.</w:t>
      </w:r>
      <w:r w:rsidRPr="0066767B">
        <w:rPr>
          <w:rFonts w:ascii="Times New Roman" w:eastAsia="Calibri" w:hAnsi="Times New Roman" w:cs="Times New Roman"/>
          <w:sz w:val="24"/>
          <w:lang w:val="uk-UA"/>
        </w:rPr>
        <w:t>Незалежності</w:t>
      </w:r>
      <w:proofErr w:type="spellEnd"/>
      <w:r w:rsidRPr="0066767B">
        <w:rPr>
          <w:rFonts w:ascii="Times New Roman" w:eastAsia="Calibri" w:hAnsi="Times New Roman" w:cs="Times New Roman"/>
          <w:sz w:val="24"/>
          <w:lang w:val="uk-UA"/>
        </w:rPr>
        <w:t>,  106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Лук’янову М.Д.,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8276E9" w:rsidRPr="0066767B" w:rsidRDefault="008276E9" w:rsidP="008276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276E9" w:rsidRPr="008276E9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</w:p>
    <w:p w:rsidR="005C0E59" w:rsidRPr="008276E9" w:rsidRDefault="008276E9" w:rsidP="008276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5C0E59" w:rsidRPr="008276E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E6B" w:rsidRDefault="00307E6B">
      <w:pPr>
        <w:spacing w:after="0" w:line="240" w:lineRule="auto"/>
      </w:pPr>
      <w:r>
        <w:separator/>
      </w:r>
    </w:p>
  </w:endnote>
  <w:endnote w:type="continuationSeparator" w:id="0">
    <w:p w:rsidR="00307E6B" w:rsidRDefault="00307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E6B" w:rsidRDefault="00307E6B">
      <w:pPr>
        <w:spacing w:after="0" w:line="240" w:lineRule="auto"/>
      </w:pPr>
      <w:r>
        <w:separator/>
      </w:r>
    </w:p>
  </w:footnote>
  <w:footnote w:type="continuationSeparator" w:id="0">
    <w:p w:rsidR="00307E6B" w:rsidRDefault="00307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E9"/>
    <w:rsid w:val="001D2061"/>
    <w:rsid w:val="00307E6B"/>
    <w:rsid w:val="005C0E59"/>
    <w:rsid w:val="008276E9"/>
    <w:rsid w:val="00BC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E9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E9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2021-01-18T11:54:00Z</dcterms:created>
  <dcterms:modified xsi:type="dcterms:W3CDTF">2021-01-18T12:16:00Z</dcterms:modified>
</cp:coreProperties>
</file>