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828" w:rsidRDefault="00302828" w:rsidP="003028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302828" w:rsidRDefault="00302828" w:rsidP="00302828"/>
    <w:p w:rsidR="00302828" w:rsidRDefault="00302828" w:rsidP="00302828"/>
    <w:p w:rsidR="00302828" w:rsidRDefault="00302828" w:rsidP="0030282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302828" w:rsidRDefault="00302828" w:rsidP="0030282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302828" w:rsidRDefault="00302828" w:rsidP="0030282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302828" w:rsidRDefault="00302828" w:rsidP="0030282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302828" w:rsidRDefault="00302828" w:rsidP="0030282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2828" w:rsidRDefault="00302828" w:rsidP="0030282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302828" w:rsidRDefault="00302828" w:rsidP="003028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02828" w:rsidRDefault="00302828" w:rsidP="0030282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302828" w:rsidRDefault="00302828" w:rsidP="00302828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№110</w:t>
      </w:r>
    </w:p>
    <w:p w:rsidR="00302828" w:rsidRDefault="00302828" w:rsidP="0030282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02828" w:rsidRPr="000103EB" w:rsidRDefault="00302828" w:rsidP="0030282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302828" w:rsidRPr="000103EB" w:rsidRDefault="00302828" w:rsidP="0030282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302828" w:rsidRPr="000103EB" w:rsidRDefault="00302828" w:rsidP="0030282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302828" w:rsidRPr="0011109F" w:rsidRDefault="00302828" w:rsidP="0030282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Сідун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А.В.</w:t>
      </w:r>
    </w:p>
    <w:p w:rsidR="00302828" w:rsidRPr="000103EB" w:rsidRDefault="00302828" w:rsidP="0030282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02828" w:rsidRPr="000103EB" w:rsidRDefault="00302828" w:rsidP="0030282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до</w:t>
      </w:r>
      <w:proofErr w:type="gram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пункту</w:t>
      </w:r>
      <w:proofErr w:type="gram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34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</w:t>
      </w: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121 Земельного кодексу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ідун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А.В.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ВИРІШИЛА:</w:t>
      </w:r>
    </w:p>
    <w:p w:rsidR="00302828" w:rsidRPr="000103EB" w:rsidRDefault="00302828" w:rsidP="0030282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Сідун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Антоніні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Василівні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2E4299">
        <w:rPr>
          <w:rFonts w:ascii="Times New Roman" w:eastAsia="Calibri" w:hAnsi="Times New Roman" w:cs="Times New Roman"/>
          <w:sz w:val="24"/>
          <w:szCs w:val="24"/>
          <w:lang w:val="en-US"/>
        </w:rPr>
        <w:t>_______________</w:t>
      </w: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2E429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___________</w:t>
      </w:r>
      <w:bookmarkStart w:id="0" w:name="_GoBack"/>
      <w:bookmarkEnd w:id="0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приватну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0,2500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6823986800:01:007:0050, для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обслуговування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житлового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будинку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господарських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будівель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споруд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присадибна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яка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.П</w:t>
      </w:r>
      <w:proofErr w:type="gram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олянь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вулиця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Набережна, 51.</w:t>
      </w:r>
    </w:p>
    <w:p w:rsidR="00302828" w:rsidRPr="000103EB" w:rsidRDefault="00302828" w:rsidP="0030282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Сідун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А.В.</w:t>
      </w:r>
      <w:r w:rsidRPr="000103EB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302828" w:rsidRPr="000103EB" w:rsidRDefault="00302828" w:rsidP="0030282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302828" w:rsidRPr="000103EB" w:rsidRDefault="00302828" w:rsidP="0030282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02828" w:rsidRPr="000103EB" w:rsidRDefault="00302828" w:rsidP="0030282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02828" w:rsidRPr="000103EB" w:rsidRDefault="00302828" w:rsidP="0030282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02828" w:rsidRPr="000103EB" w:rsidRDefault="00302828" w:rsidP="00302828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0103EB">
        <w:rPr>
          <w:rFonts w:ascii="Times New Roman" w:eastAsia="Arial Unicode MS" w:hAnsi="Times New Roman" w:cs="Times New Roman"/>
          <w:sz w:val="24"/>
          <w:szCs w:val="24"/>
        </w:rPr>
        <w:t>Секретар</w:t>
      </w:r>
      <w:proofErr w:type="spellEnd"/>
      <w:r w:rsidRPr="000103EB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 w:rsidRPr="000103EB">
        <w:rPr>
          <w:rFonts w:ascii="Times New Roman" w:eastAsia="Arial Unicode MS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</w:p>
    <w:p w:rsidR="008E468F" w:rsidRDefault="008E468F"/>
    <w:sectPr w:rsidR="008E468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828"/>
    <w:rsid w:val="00171A2E"/>
    <w:rsid w:val="002E4299"/>
    <w:rsid w:val="00302828"/>
    <w:rsid w:val="00304C90"/>
    <w:rsid w:val="00505B6D"/>
    <w:rsid w:val="006D3977"/>
    <w:rsid w:val="007D6C18"/>
    <w:rsid w:val="008E468F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263</Words>
  <Characters>1503</Characters>
  <Application>Microsoft Office Word</Application>
  <DocSecurity>0</DocSecurity>
  <Lines>12</Lines>
  <Paragraphs>3</Paragraphs>
  <ScaleCrop>false</ScaleCrop>
  <Company>Microsoft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2020-07-29T14:32:00Z</dcterms:created>
  <dcterms:modified xsi:type="dcterms:W3CDTF">2020-07-29T18:22:00Z</dcterms:modified>
</cp:coreProperties>
</file>