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67" w:rsidRPr="00DE3C0B" w:rsidRDefault="00DD6F67" w:rsidP="00DD6F67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D6F67" w:rsidRDefault="00625D0D" w:rsidP="00DD6F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25D0D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DD6F67" w:rsidRDefault="00DD6F67" w:rsidP="00DD6F67"/>
    <w:p w:rsidR="00DD6F67" w:rsidRDefault="00DD6F67" w:rsidP="00DD6F67"/>
    <w:p w:rsidR="00DD6F67" w:rsidRDefault="00DD6F67" w:rsidP="00DD6F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D6F67" w:rsidRDefault="00DD6F67" w:rsidP="00DD6F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D6F67" w:rsidRDefault="00DD6F67" w:rsidP="00DD6F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D6F67" w:rsidRDefault="00DD6F67" w:rsidP="00DD6F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D6F67" w:rsidRDefault="00DD6F67" w:rsidP="00DD6F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F67" w:rsidRDefault="00DD6F67" w:rsidP="00DD6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D6F67" w:rsidRDefault="00DD6F67" w:rsidP="00DD6F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6F67" w:rsidRPr="001C3332" w:rsidRDefault="00DD6F67" w:rsidP="00DD6F6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D6F67" w:rsidRDefault="00DD6F67" w:rsidP="00DD6F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6F67" w:rsidRDefault="00DD6F67" w:rsidP="00DD6F6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№18</w:t>
      </w:r>
    </w:p>
    <w:p w:rsidR="00DD6F67" w:rsidRPr="00FF3CBA" w:rsidRDefault="00DD6F67" w:rsidP="00DD6F67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D6F67" w:rsidRPr="00FF3CBA" w:rsidRDefault="00DD6F67" w:rsidP="00DD6F67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Про надання  дозволу на розробку </w:t>
      </w:r>
    </w:p>
    <w:p w:rsidR="00DD6F67" w:rsidRPr="00FF3CBA" w:rsidRDefault="00DD6F67" w:rsidP="00DD6F67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DD6F67" w:rsidRPr="00FF3CBA" w:rsidRDefault="00DD6F67" w:rsidP="00DD6F67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DD6F67" w:rsidRPr="00FF3CBA" w:rsidRDefault="00DD6F67" w:rsidP="00DD6F67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земельної </w:t>
      </w:r>
      <w:r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DD6F67" w:rsidRPr="00FF3CBA" w:rsidRDefault="00DD6F67" w:rsidP="00DD6F67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DD6F67" w:rsidRPr="00FF3CBA" w:rsidRDefault="00DD6F67" w:rsidP="00DD6F67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DD6F67" w:rsidRPr="00FF3CBA" w:rsidRDefault="00DD6F67" w:rsidP="00DD6F67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DD6F67" w:rsidRPr="00FF3CBA" w:rsidRDefault="00DD6F67" w:rsidP="00DD6F6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В.В.</w:t>
      </w:r>
      <w:r w:rsidRPr="00FF3CBA">
        <w:rPr>
          <w:rFonts w:ascii="Times New Roman" w:eastAsia="Calibri" w:hAnsi="Times New Roman" w:cs="Times New Roman"/>
          <w:sz w:val="24"/>
        </w:rPr>
        <w:t>, сільська рада</w:t>
      </w:r>
    </w:p>
    <w:p w:rsidR="00DD6F67" w:rsidRPr="00B138AD" w:rsidRDefault="00DD6F67" w:rsidP="00DD6F6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138AD">
        <w:rPr>
          <w:rFonts w:ascii="Times New Roman" w:eastAsia="Calibri" w:hAnsi="Times New Roman" w:cs="Times New Roman"/>
          <w:sz w:val="24"/>
        </w:rPr>
        <w:t>ВИРІШИЛА:</w:t>
      </w:r>
    </w:p>
    <w:p w:rsidR="00DD6F67" w:rsidRPr="00A7702B" w:rsidRDefault="00DD6F67" w:rsidP="00DD6F6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138AD">
        <w:rPr>
          <w:rFonts w:ascii="Times New Roman" w:eastAsia="Calibri" w:hAnsi="Times New Roman" w:cs="Times New Roman"/>
          <w:sz w:val="24"/>
        </w:rPr>
        <w:t xml:space="preserve">        1.Надати</w:t>
      </w:r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Вадиму Валентиновичу</w:t>
      </w:r>
      <w:r w:rsidRPr="00B138AD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ий зареєстрований</w:t>
      </w:r>
      <w:r w:rsidRPr="00B138AD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B66BB0" w:rsidRPr="00B66BB0">
        <w:rPr>
          <w:rFonts w:ascii="Times New Roman" w:eastAsia="Calibri" w:hAnsi="Times New Roman" w:cs="Times New Roman"/>
          <w:sz w:val="24"/>
        </w:rPr>
        <w:t>_______________________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B138AD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</w:t>
      </w:r>
      <w:r w:rsidRPr="00A7702B">
        <w:rPr>
          <w:rFonts w:ascii="Times New Roman" w:eastAsia="Calibri" w:hAnsi="Times New Roman" w:cs="Times New Roman"/>
          <w:sz w:val="24"/>
        </w:rPr>
        <w:t>0,2</w:t>
      </w:r>
      <w:r>
        <w:rPr>
          <w:rFonts w:ascii="Times New Roman" w:eastAsia="Calibri" w:hAnsi="Times New Roman" w:cs="Times New Roman"/>
          <w:sz w:val="24"/>
        </w:rPr>
        <w:t>500</w:t>
      </w:r>
      <w:r w:rsidRPr="00A7702B">
        <w:rPr>
          <w:rFonts w:ascii="Times New Roman" w:eastAsia="Calibri" w:hAnsi="Times New Roman" w:cs="Times New Roman"/>
          <w:sz w:val="24"/>
        </w:rPr>
        <w:t xml:space="preserve">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A7702B">
        <w:rPr>
          <w:rFonts w:ascii="Times New Roman" w:eastAsia="Calibri" w:hAnsi="Times New Roman" w:cs="Times New Roman"/>
          <w:sz w:val="24"/>
        </w:rPr>
        <w:t>с</w:t>
      </w:r>
      <w:r>
        <w:rPr>
          <w:rFonts w:ascii="Times New Roman" w:eastAsia="Calibri" w:hAnsi="Times New Roman" w:cs="Times New Roman"/>
          <w:sz w:val="24"/>
        </w:rPr>
        <w:t>.Головлі</w:t>
      </w:r>
      <w:proofErr w:type="spellEnd"/>
      <w:r w:rsidRPr="00A7702B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A7702B">
        <w:rPr>
          <w:rFonts w:ascii="Times New Roman" w:eastAsia="Calibri" w:hAnsi="Times New Roman" w:cs="Times New Roman"/>
          <w:sz w:val="24"/>
        </w:rPr>
        <w:t>вул</w:t>
      </w:r>
      <w:r>
        <w:rPr>
          <w:rFonts w:ascii="Times New Roman" w:eastAsia="Calibri" w:hAnsi="Times New Roman" w:cs="Times New Roman"/>
          <w:sz w:val="24"/>
        </w:rPr>
        <w:t>.Хотічинська</w:t>
      </w:r>
      <w:proofErr w:type="spellEnd"/>
      <w:r w:rsidRPr="00A7702B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11</w:t>
      </w:r>
      <w:r w:rsidRPr="00A7702B">
        <w:rPr>
          <w:rFonts w:ascii="Times New Roman" w:eastAsia="Calibri" w:hAnsi="Times New Roman" w:cs="Times New Roman"/>
          <w:sz w:val="24"/>
        </w:rPr>
        <w:t>.</w:t>
      </w:r>
    </w:p>
    <w:p w:rsidR="00DD6F67" w:rsidRPr="00FF3CBA" w:rsidRDefault="00DD6F67" w:rsidP="00DD6F6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FF3CBA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D6F67" w:rsidRDefault="00DD6F67" w:rsidP="00DD6F67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D6F67" w:rsidRPr="00DD6F67" w:rsidRDefault="00DD6F67" w:rsidP="00DD6F67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B81A00" w:rsidRPr="00DD6F67" w:rsidRDefault="00DD6F67" w:rsidP="00DD6F67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FF3CBA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</w:p>
    <w:sectPr w:rsidR="00B81A00" w:rsidRPr="00DD6F67" w:rsidSect="00DD6F67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D6F67"/>
    <w:rsid w:val="00171A2E"/>
    <w:rsid w:val="00304C90"/>
    <w:rsid w:val="00505B6D"/>
    <w:rsid w:val="00625D0D"/>
    <w:rsid w:val="006D3977"/>
    <w:rsid w:val="007D6C18"/>
    <w:rsid w:val="00B66BB0"/>
    <w:rsid w:val="00B81A00"/>
    <w:rsid w:val="00D1641A"/>
    <w:rsid w:val="00DD6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F6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254</Words>
  <Characters>1451</Characters>
  <Application>Microsoft Office Word</Application>
  <DocSecurity>0</DocSecurity>
  <Lines>12</Lines>
  <Paragraphs>3</Paragraphs>
  <ScaleCrop>false</ScaleCrop>
  <Company>Microsoft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2020-01-21T06:38:00Z</dcterms:created>
  <dcterms:modified xsi:type="dcterms:W3CDTF">2020-01-21T07:39:00Z</dcterms:modified>
</cp:coreProperties>
</file>