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D74" w:rsidRPr="00D02183" w:rsidRDefault="00F76D74" w:rsidP="00F76D74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D02183">
        <w:rPr>
          <w:rFonts w:ascii="Times New Roman" w:hAnsi="Times New Roman"/>
          <w:color w:val="FF0000"/>
          <w:lang w:val="ru-RU"/>
        </w:rPr>
        <w:t>ПРОЕКТ</w:t>
      </w: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2912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291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MKS8UA&#10;AADdAAAADwAAAGRycy9kb3ducmV2LnhtbESPS2vDMBCE74X8B7GB3Br5AW3iWjYhJCGHQMnrvlgb&#10;29RaGUtJ3H9fFQo9DjPzDZOXo+nEgwbXWlYQzyMQxJXVLdcKLuft6wKE88gaO8uk4JsclMXkJcdM&#10;2ycf6XHytQgQdhkqaLzvMyld1ZBBN7c9cfBudjDogxxqqQd8BrjpZBJFb9Jgy2GhwZ7WDVVfp7tR&#10;YNPd/nCtk2O64XfPq8/F7ToelJpNx9UHCE+j/w//tfdaQbKMU/h9E5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4wp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xWMcgA&#10;AADdAAAADwAAAGRycy9kb3ducmV2LnhtbESPT2sCMRTE74V+h/CEXkSziti6NUoRttYeCv4Br4/N&#10;62bt5mVJUt366ZuC0OMwM79h5svONuJMPtSOFYyGGQji0umaKwWHfTF4AhEissbGMSn4oQDLxf3d&#10;HHPtLryl8y5WIkE45KjAxNjmUobSkMUwdC1x8j6dtxiT9JXUHi8Jbhs5zrKptFhzWjDY0spQ+bX7&#10;tgpOxYc5rh6vr74/29K1X7yvm81UqYde9/IMIlIX/8O39ptWMJ6NJ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HFY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n2T8MA&#10;AADdAAAADwAAAGRycy9kb3ducmV2LnhtbESP3YrCMBCF74V9hzAL3oimqyJajSLLuog3xZ8HGJqx&#10;KTaT0mRtffuNIHh5OD8fZ7XpbCXu1PjSsYKvUQKCOHe65ELB5bwbzkH4gKyxckwKHuRhs/7orTDV&#10;ruUj3U+hEHGEfYoKTAh1KqXPDVn0I1cTR+/qGoshyqaQusE2jttKjpNkJi2WHAkGa/o2lN9OfzZC&#10;sglmh2t73v122OLPwfBge1Sq/9ltlyACdeEdfrX3WsF4upjB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/n2T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6GdMYA&#10;AADdAAAADwAAAGRycy9kb3ducmV2LnhtbESPQUsDMRSE70L/Q3gFbzbrUltdmxapCiL00FYQb4/N&#10;6+7i5iUkz+76740geBxm5htmtRldr84UU+fZwPWsAEVce9txY+Dt+Hx1CyoJssXeMxn4pgSb9eRi&#10;hZX1A+/pfJBGZQinCg20IqHSOtUtOUwzH4izd/LRoWQZG20jDhnuel0WxUI77DgvtBho21L9efhy&#10;BnbDU3hdLm5O4SPOS50erbxvxZjL6fhwD0polP/wX/vFGijnd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6Gd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rHpsEA&#10;AADdAAAADwAAAGRycy9kb3ducmV2LnhtbERPzWrCQBC+F3yHZQpeim60UtrUVaRoES/izwMM2TEb&#10;mp0N2a2Jb+8cBI8f3/982ftaXamNVWADk3EGirgItuLSwPm0GX2CignZYh2YDNwownIxeJljbkPH&#10;B7oeU6kkhGOOBlxKTa51LBx5jOPQEAt3Ca3HJLAttW2xk3Bf62mWfWiPFUuDw4Z+HBV/x38vJft3&#10;3O8u3Wnz22OH653jt9XBmOFrv/oGlahPT/HDvbUGprMvmSt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0qx6b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23ncYA&#10;AADdAAAADwAAAGRycy9kb3ducmV2LnhtbESPQUsDMRSE70L/Q3gFbzbrUlu7Ni1SFUTooVUQb4/N&#10;6+7i5iUkz+76740geBxm5htmvR1dr84UU+fZwPWsAEVce9txY+Dt9enqFlQSZIu9ZzLwTQm2m8nF&#10;GivrBz7Q+SiNyhBOFRpoRUKldapbcphmPhBn7+SjQ8kyNtpGHDLc9bosioV22HFeaDHQrqX68/jl&#10;DOyHx/CyXNycwkeclzo9WHnfiTGX0/H+DpTQKP/hv/azNVDOVy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923n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wkZMMA&#10;AADdAAAADwAAAGRycy9kb3ducmV2LnhtbERPXWvCMBR9H/gfwhX2MmaqQxnVtOggbDBB1MFeL821&#10;LTY3Jcls9++Xh4GPh/O9KUfbiRv50DpWMJ9lIIgrZ1quFXyd9fMriBCRDXaOScEvBSiLycMGc+MG&#10;PtLtFGuRQjjkqKCJsc+lDFVDFsPM9cSJuzhvMSboa2k8DincdnKRZStpseXU0GBPbw1V19OPVbA7&#10;DPWLf6p2o/u8vH8vtTZ6r5V6nI7bNYhIY7yL/90fRsFimaX96U16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owkZ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jbusQA&#10;AADdAAAADwAAAGRycy9kb3ducmV2LnhtbESP3YrCMBSE7xf2HcJZ8G5NLSpSjSJKQZa98ecBDs3Z&#10;pmtzUpJY69tvFgQvh5n5hlltBtuKnnxoHCuYjDMQxJXTDdcKLufycwEiRGSNrWNS8KAAm/X72woL&#10;7e58pP4Ua5EgHApUYGLsCilDZchiGLuOOHk/zluMSfpaao/3BLetzLNsLi02nBYMdrQzVF1PN6ug&#10;/Mq/++tN+9Jth6mlmfld7I1So49huwQRaYiv8LN90AryWTaB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427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IfiMYA&#10;AADdAAAADwAAAGRycy9kb3ducmV2LnhtbESPUWvCMBSF3wf+h3AFX8ZM16FIZxQdhA0ciDrY66W5&#10;tsXmpiTRdv/eDAZ7PJxzvsNZrgfbihv50DhW8DzNQBCXzjRcKfg66acFiBCRDbaOScEPBVivRg9L&#10;LIzr+UC3Y6xEgnAoUEEdY1dIGcqaLIap64iTd3beYkzSV9J47BPctjLPsrm02HBaqLGjt5rKy/Fq&#10;FWz3ffXiH8vt4Hbn9++Z1kZ/aqUm42HzCiLSEP/Df+0PoyCfZTn8vklPQK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If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bgVsQA&#10;AADd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8lX2Avc36QnI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m4F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piBMIA&#10;AADdAAAADwAAAGRycy9kb3ducmV2LnhtbESP3YrCMBSE74V9h3AE72ziTxepRhHBRS+37gMcmmNb&#10;bE66TdbWtzeCsJfDzHzDbHaDbcSdOl871jBLFAjiwpmaSw0/l+N0BcIHZIONY9LwIA+77cdog5lx&#10;PX/TPQ+liBD2GWqoQmgzKX1RkUWfuJY4elfXWQxRdqU0HfYRbhs5V+pTWqw5LlTY0qGi4pb/WQ3L&#10;R//1m6c3dTSWZudFe+ZQpFpPxsN+DSLQEP7D7/bJaJinagmvN/EJyO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SmIE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Teg8MA&#10;AADdAAAADwAAAGRycy9kb3ducmV2LnhtbESPzarCMBSE9xd8h3AEd9fUgnKtRhFFEVfe+rM+NMe2&#10;2JyUJmp9eyMILoeZ+YaZzltTiTs1rrSsYNCPQBBnVpecKzge1r9/IJxH1lhZJgVPcjCfdX6mmGj7&#10;4H+6pz4XAcIuQQWF93UipcsKMuj6tiYO3sU2Bn2QTS51g48AN5WMo2gkDZYcFgqsaVlQdk1vRsFt&#10;dI6PfNnpfbp6bsar9cLJU65Ur9suJiA8tf4b/rS3WkE8jIb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ZTeg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U/88gA&#10;AADdAAAADwAAAGRycy9kb3ducmV2LnhtbESPT2vCQBTE74LfYXlCb7rR1qCpq7QFoXpQ6p+Dt2f2&#10;NYnNvo3ZVeO3dwuFHoeZ+Q0zmTWmFFeqXWFZQb8XgSBOrS44U7DbzrsjEM4jaywtk4I7OZhN260J&#10;Jtre+IuuG5+JAGGXoILc+yqR0qU5GXQ9WxEH79vWBn2QdSZ1jbcAN6UcRFEsDRYcFnKs6COn9Gdz&#10;MQr261E8Xr8vXk7L1RGfjT4fdBEr9dRp3l5BeGr8f/iv/akVDIZRDL9vwhOQ0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5T/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FYm8YA&#10;AADdAAAADwAAAGRycy9kb3ducmV2LnhtbESPT2vCQBTE7wW/w/IEb3VjrFaiq/iHWvGU2oLXR/aZ&#10;BLNvQ3bV2E/fLQgeh5n5DTNbtKYSV2pcaVnBoB+BIM6sLjlX8PP98ToB4TyyxsoyKbiTg8W88zLD&#10;RNsbf9H14HMRIOwSVFB4XydSuqwgg65va+LgnWxj0AfZ5FI3eAtwU8k4isbSYMlhocCa1gVl58PF&#10;KPgdHzF1n/FqM9Se7m+Trd2nW6V63XY5BeGp9c/wo73TCuJR9A7/b8IT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9FYm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d78QA&#10;AADbAAAADwAAAGRycy9kb3ducmV2LnhtbESP0WrCQBRE3wv9h+UWfKsbjZUa3UgpFvpmjf2AS/a6&#10;Ccnejdk1pv16t1DwcZiZM8xmO9pWDNT72rGC2TQBQVw6XbNR8H38eH4F4QOyxtYxKfghD9v88WGD&#10;mXZXPtBQBCMihH2GCqoQukxKX1Zk0U9dRxy9k+sthih7I3WP1wi3rZwnyVJarDkuVNjRe0VlU1ys&#10;grObv+ix2OG+2a2+amMW59/DQqnJ0/i2BhFoDPfwf/tTK0hT+PsSf4DM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sne/EAAAA2w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KNYcMA&#10;AADbAAAADwAAAGRycy9kb3ducmV2LnhtbESPzW7CMBCE70i8g7VI3MABCqUBg1okJK78HHrc2ksS&#10;iNchNpDy9BipUo+jmflGM182thQ3qn3hWMGgn4Ag1s4UnCk47Ne9KQgfkA2WjknBL3lYLtqtOabG&#10;3XlLt13IRISwT1FBHkKVSul1ThZ931XE0Tu62mKIss6kqfEe4baUwySZSIsFx4UcK1rlpM+7q1Ww&#10;KX5oPNHHDzv90tvvxyWM3k9GqW6n+ZyBCNSE//Bfe2MUjN7g9SX+A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KNY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LZRMEA&#10;AADbAAAADwAAAGRycy9kb3ducmV2LnhtbERPXWvCMBR9F/Yfwh3sTVMdG642FRUEh5ugG/P10lyb&#10;YnNTmljrvzeDwR7PNyeb97YWHbW+cqxgPEpAEBdOV1wq+P5aD6cgfEDWWDsmBTfyMM8fBhmm2l15&#10;T90hlCKWsE9RgQmhSaX0hSGLfuQa4qidXGsxRNiWUrd4jeW2lpMkeZUWK44LBhtaGSrOh4tV0OHu&#10;lhzN8vPtvfooJrvlz1ZHXj099osZiEB9+Df/pTdawfML/H6JP0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C2UTBAAAA2w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bXcMA&#10;AADb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bAag2/X/IP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bXc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A1P8UA&#10;AADbAAAADwAAAGRycy9kb3ducmV2LnhtbESP3WrCQBSE7wu+w3KE3tWNFqpE15BqhVIq4t/9MXtM&#10;ortnQ3ar6dt3C4VeDjPzDTPLOmvEjVpfO1YwHCQgiAunay4VHParpwkIH5A1Gsek4Js8ZPPewwxT&#10;7e68pdsulCJC2KeooAqhSaX0RUUW/cA1xNE7u9ZiiLItpW7xHuHWyFGSvEiLNceFChtaVFRcd19W&#10;wWqzNJfRepsfZVi8jU9m8vG6/FTqsd/lUxCBuvAf/mu/awXPY/j9En+A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DU/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Ac78EA&#10;AADbAAAADwAAAGRycy9kb3ducmV2LnhtbERPy4rCMBTdD/gP4QpuZExVFOkYiwiiggM+BmZ7ba5t&#10;aXNTmljr35vFwCwP571MOlOJlhpXWFYwHkUgiFOrC84U/Fy3nwsQziNrrCyTghc5SFa9jyXG2j75&#10;TO3FZyKEsItRQe59HUvp0pwMupGtiQN3t41BH2CTSd3gM4SbSk6iaC4NFhwacqxpk1NaXh5GQXs6&#10;3rJ96+pDuRi62fS2233rX6UG/W79BcJT5//Ff+69VjANY8OX8APk6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QHO/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Dbn8UA&#10;AADbAAAADwAAAGRycy9kb3ducmV2LnhtbESPT2sCMRTE74V+h/AK3mq2WkVXo1RB8CLUPwe9PTev&#10;u4ubl20SdeunbwTB4zAzv2HG08ZU4kLOl5YVfLQTEMSZ1SXnCnbbxfsAhA/IGivLpOCPPEwnry9j&#10;TLW98poum5CLCGGfooIihDqV0mcFGfRtWxNH78c6gyFKl0vt8BrhppKdJOlLgyXHhQJrmheUnTZn&#10;o2A2HMx+vz95dVsfD3TYH0+9jkuUar01XyMQgZrwDD/aS62gO4T7l/gD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NufxQAAANsAAAAPAAAAAAAAAAAAAAAAAJgCAABkcnMv&#10;ZG93bnJldi54bWxQSwUGAAAAAAQABAD1AAAAigMAAAAA&#10;" fillcolor="black" stroked="f"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N0acIA&#10;AADbAAAADwAAAGRycy9kb3ducmV2LnhtbERPy4rCMBTdC/5DuII7TUdGkWqUUUcQxln4WLi809xp&#10;Q5ub0kSt8/VmIczycN7zZWsrcaPGG8cK3oYJCOLMacO5gvNpO5iC8AFZY+WYFDzIw3LR7cwx1e7O&#10;B7odQy5iCPsUFRQh1KmUPivIoh+6mjhyv66xGCJscqkbvMdwW8lRkkykRcOxocCa1gVl5fFqFVy+&#10;JmZ6MDT62f+tPvV+XK6+N6VS/V77MQMRqA3/4pd7pxW8x/XxS/wBcvE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3RpwgAAANsAAAAPAAAAAAAAAAAAAAAAAJgCAABkcnMvZG93&#10;bnJldi54bWxQSwUGAAAAAAQABAD1AAAAhw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6t1sMA&#10;AADbAAAADwAAAGRycy9kb3ducmV2LnhtbESPQWsCMRSE7wX/Q3hCb5pVisjWKKJIe+mhaun1sXnd&#10;rLt5WZOoq7/eCEKPw8x8w8wWnW3EmXyoHCsYDTMQxIXTFZcK9rvNYAoiRGSNjWNScKUAi3nvZYa5&#10;dhf+pvM2liJBOOSowMTY5lKGwpDFMHQtcfL+nLcYk/Sl1B4vCW4bOc6yibRYcVow2NLKUFFvT1aB&#10;X/6u6xuffurs9nUNH4fuOEWj1Gu/W76DiNTF//Cz/akVvI3g8SX9AD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L6t1sMAAADb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J5ScQA&#10;AADb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TDN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ieUn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OOqMQA&#10;AADbAAAADwAAAGRycy9kb3ducmV2LnhtbESPQWsCMRSE7wX/Q3iCt5pVS5GtUWpF2EsPXRWvz83r&#10;ZmnysmxSXf31jSD0OMzMN8xi1TsrztSFxrOCyTgDQVx53XCtYL/bPs9BhIis0XomBVcKsFoOnhaY&#10;a3/hLzqXsRYJwiFHBSbGNpcyVIYchrFviZP37TuHMcmulrrDS4I7K6dZ9iodNpwWDLb0Yaj6KX+d&#10;gk3Z2um+MOtwPHyeTra4bem4UWo07N/fQETq43/40S60gpcZ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jjqj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K1psMA&#10;AADbAAAADwAAAGRycy9kb3ducmV2LnhtbESPwWrDMBBE74H+g9hCb4nUYNzgRjGlNBDoqW5yyG2R&#10;trYTa2UsJXb/vioEchxm5g2zLifXiSsNofWs4XmhQBAbb1uuNey/t/MViBCRLXaeScMvBSg3D7M1&#10;FtaP/EXXKtYiQTgUqKGJsS+kDKYhh2Hhe+Lk/fjBYUxyqKUdcExw18mlUrl02HJaaLCn94bMubo4&#10;Daet/PRGoTnsD+POvhw/cuqU1k+P09sriEhTvIdv7Z3VkGXw/yX9AL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K1psMAAADb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bFRcQA&#10;AADbAAAADwAAAGRycy9kb3ducmV2LnhtbESPQWsCMRSE7wX/Q3hCb5pV2yKrUVQQSqWHqojH5+a5&#10;u+zmZUmirv/eCEKPw8x8w0znranFlZwvLSsY9BMQxJnVJecK9rt1bwzCB2SNtWVScCcP81nnbYqp&#10;tjf+o+s25CJC2KeooAihSaX0WUEGfd82xNE7W2cwROlyqR3eItzUcpgkX9JgyXGhwIZWBWXV9mIU&#10;HC8bPv+OfhZuGQ623flqeBpXSr1328UERKA2/Idf7W+t4OMT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2xUX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k8kMUA&#10;AADbAAAADwAAAGRycy9kb3ducmV2LnhtbESPQWsCMRSE74L/ITzBm5utqNitUVQQvAjV9lBvz83r&#10;7uLmZU2irv31TUHocZiZb5jZojW1uJHzlWUFL0kKgji3uuJCwefHZjAF4QOyxtoyKXiQh8W825lh&#10;pu2d93Q7hEJECPsMFZQhNJmUPi/JoE9sQxy9b+sMhihdIbXDe4SbWg7TdCINVhwXSmxoXVJ+PlyN&#10;gtXrdHV5H/HuZ3860vHrdB4PXapUv9cu30AEasN/+NneagWjCfx9iT9Az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uTyQxQAAANsAAAAPAAAAAAAAAAAAAAAAAJgCAABkcnMv&#10;ZG93bnJldi54bWxQSwUGAAAAAAQABAD1AAAAigMAAAAA&#10;" fillcolor="black" stroked="f"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EFssQA&#10;AADbAAAADwAAAGRycy9kb3ducmV2LnhtbESPQUsDMRSE7wX/Q3iCtzarlipr07IUROlpWxWvr5vn&#10;ZnHzsiQxXf99Uyj0OMzMN8xyPdpeJPKhc6zgflaAIG6c7rhV8PnxOn0GESKyxt4xKfinAOvVzWSJ&#10;pXZH3lHax1ZkCIcSFZgYh1LK0BiyGGZuIM7ej/MWY5a+ldrjMcNtLx+KYiEtdpwXDA60MdT87v+s&#10;gnTY1NVj+k5mt/VV61399nWolbq7HasXEJHGeA1f2u9awfwJzl/yD5Cr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BBbLEAAAA2w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wnT8IA&#10;AADbAAAADwAAAGRycy9kb3ducmV2LnhtbERPz2vCMBS+D/Y/hCd401QZ4jrTIjKHenHrBtvx0bw1&#10;Zc1LaWKt/vXmIOz48f1e5YNtRE+drx0rmE0TEMSl0zVXCr4+t5MlCB+QNTaOScGFPOTZ48MKU+3O&#10;/EF9ESoRQ9inqMCE0KZS+tKQRT91LXHkfl1nMUTYVVJ3eI7htpHzJFlIizXHBoMtbQyVf8XJKvCz&#10;zev3wV6f+583w8dibxbvlVFqPBrWLyACDeFffHfvtIKnODZ+iT9AZ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DCdPwgAAANs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lang w:val="ru-RU"/>
        </w:rPr>
      </w:pP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lang w:val="ru-RU"/>
        </w:rPr>
      </w:pP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lang w:val="ru-RU"/>
        </w:rPr>
      </w:pP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lang w:val="ru-RU"/>
        </w:rPr>
      </w:pPr>
    </w:p>
    <w:p w:rsidR="00F76D74" w:rsidRDefault="00F76D74" w:rsidP="00F76D7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F76D74" w:rsidRPr="00D02183" w:rsidRDefault="00F76D74" w:rsidP="00F76D7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F76D74" w:rsidRPr="00D02183" w:rsidRDefault="00F76D74" w:rsidP="00F76D74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F76D74" w:rsidRPr="00D02183" w:rsidRDefault="00F76D74" w:rsidP="00F76D7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F76D74" w:rsidRPr="00D02183" w:rsidRDefault="00F76D74" w:rsidP="00F76D7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lang w:val="ru-RU"/>
        </w:rPr>
      </w:pPr>
      <w:r w:rsidRPr="00D02183">
        <w:rPr>
          <w:rFonts w:ascii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D74" w:rsidRDefault="00F76D74" w:rsidP="00F76D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6D74" w:rsidRDefault="00F76D74" w:rsidP="00F76D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76D74" w:rsidRPr="00D02183" w:rsidRDefault="00F76D74" w:rsidP="00F76D74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F76D74" w:rsidRPr="00D02183" w:rsidRDefault="00F76D74" w:rsidP="00F76D74">
      <w:pPr>
        <w:spacing w:after="0" w:line="240" w:lineRule="auto"/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 ХХХХ</w:t>
      </w:r>
      <w:proofErr w:type="gramStart"/>
      <w:r>
        <w:rPr>
          <w:rFonts w:ascii="Times New Roman" w:hAnsi="Times New Roman"/>
          <w:lang w:val="en-US"/>
        </w:rPr>
        <w:t>I</w:t>
      </w:r>
      <w:proofErr w:type="gramEnd"/>
      <w:r>
        <w:rPr>
          <w:rFonts w:ascii="Times New Roman" w:hAnsi="Times New Roman"/>
          <w:lang w:val="ru-RU"/>
        </w:rPr>
        <w:t xml:space="preserve"> </w:t>
      </w:r>
      <w:r w:rsidRPr="00D02183">
        <w:rPr>
          <w:rFonts w:ascii="Times New Roman" w:hAnsi="Times New Roman"/>
          <w:color w:val="FF0000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lang w:val="ru-RU"/>
        </w:rPr>
        <w:t>сесії</w:t>
      </w:r>
      <w:proofErr w:type="spellEnd"/>
      <w:r w:rsidRPr="00D02183">
        <w:rPr>
          <w:rFonts w:ascii="Times New Roman" w:hAnsi="Times New Roman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lang w:val="ru-RU"/>
        </w:rPr>
        <w:t>сільської</w:t>
      </w:r>
      <w:proofErr w:type="spellEnd"/>
      <w:r w:rsidRPr="00D02183">
        <w:rPr>
          <w:rFonts w:ascii="Times New Roman" w:hAnsi="Times New Roman"/>
          <w:lang w:val="ru-RU"/>
        </w:rPr>
        <w:t xml:space="preserve"> ради  </w:t>
      </w:r>
      <w:r w:rsidRPr="00D02183">
        <w:rPr>
          <w:rFonts w:ascii="Times New Roman" w:hAnsi="Times New Roman"/>
          <w:lang w:val="en-US"/>
        </w:rPr>
        <w:t>V</w:t>
      </w:r>
      <w:r w:rsidRPr="00D02183">
        <w:rPr>
          <w:rFonts w:ascii="Times New Roman" w:hAnsi="Times New Roman"/>
          <w:lang w:val="ru-RU"/>
        </w:rPr>
        <w:t xml:space="preserve">ІІ </w:t>
      </w:r>
      <w:proofErr w:type="spellStart"/>
      <w:r w:rsidRPr="00D02183">
        <w:rPr>
          <w:rFonts w:ascii="Times New Roman" w:hAnsi="Times New Roman"/>
          <w:lang w:val="ru-RU"/>
        </w:rPr>
        <w:t>скликання</w:t>
      </w:r>
      <w:proofErr w:type="spellEnd"/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lang w:val="ru-RU"/>
        </w:rPr>
      </w:pPr>
    </w:p>
    <w:p w:rsidR="00F76D74" w:rsidRPr="00D02183" w:rsidRDefault="00F76D74" w:rsidP="00F76D74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25.09</w:t>
      </w:r>
      <w:r w:rsidRPr="00D02183">
        <w:rPr>
          <w:rFonts w:ascii="Times New Roman" w:hAnsi="Times New Roman"/>
          <w:sz w:val="24"/>
          <w:lang w:val="ru-RU"/>
        </w:rPr>
        <w:t xml:space="preserve">. 2020р.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Носолюк</w:t>
      </w:r>
      <w:proofErr w:type="spellEnd"/>
      <w:r>
        <w:rPr>
          <w:rFonts w:ascii="Times New Roman" w:hAnsi="Times New Roman"/>
          <w:b/>
          <w:sz w:val="24"/>
        </w:rPr>
        <w:t xml:space="preserve"> Л.Л.</w:t>
      </w:r>
    </w:p>
    <w:p w:rsidR="00F76D74" w:rsidRPr="00D02183" w:rsidRDefault="00F76D74" w:rsidP="00F76D74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F76D74" w:rsidRPr="00D02183" w:rsidRDefault="00F76D74" w:rsidP="00F76D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до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Носолюк</w:t>
      </w:r>
      <w:proofErr w:type="spellEnd"/>
      <w:r>
        <w:rPr>
          <w:rFonts w:ascii="Times New Roman" w:hAnsi="Times New Roman"/>
          <w:sz w:val="24"/>
        </w:rPr>
        <w:t xml:space="preserve"> Л.Л.</w:t>
      </w:r>
      <w:r w:rsidRPr="00D02183"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F76D74" w:rsidRPr="00D02183" w:rsidRDefault="00F76D74" w:rsidP="00F76D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F76D74" w:rsidRPr="00D02183" w:rsidRDefault="00F76D74" w:rsidP="00F76D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76D74" w:rsidRPr="00D02183" w:rsidRDefault="00F76D74" w:rsidP="00F76D7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proofErr w:type="spellStart"/>
      <w:r>
        <w:rPr>
          <w:rFonts w:ascii="Times New Roman" w:hAnsi="Times New Roman"/>
          <w:sz w:val="24"/>
          <w:lang w:val="ru-RU"/>
        </w:rPr>
        <w:t>Носолюк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Любові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Леонідівні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r w:rsidR="00190897">
        <w:rPr>
          <w:rFonts w:ascii="Times New Roman" w:hAnsi="Times New Roman"/>
          <w:sz w:val="24"/>
        </w:rPr>
        <w:t>, яка зареєстрована за адресою:____________________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</w:t>
      </w:r>
      <w:proofErr w:type="spellStart"/>
      <w:r>
        <w:rPr>
          <w:rFonts w:ascii="Times New Roman" w:hAnsi="Times New Roman"/>
          <w:sz w:val="24"/>
        </w:rPr>
        <w:t>с</w:t>
      </w:r>
      <w:proofErr w:type="gramStart"/>
      <w:r>
        <w:rPr>
          <w:rFonts w:ascii="Times New Roman" w:hAnsi="Times New Roman"/>
          <w:sz w:val="24"/>
        </w:rPr>
        <w:t>.С</w:t>
      </w:r>
      <w:proofErr w:type="gramEnd"/>
      <w:r>
        <w:rPr>
          <w:rFonts w:ascii="Times New Roman" w:hAnsi="Times New Roman"/>
          <w:sz w:val="24"/>
        </w:rPr>
        <w:t>тригани</w:t>
      </w:r>
      <w:proofErr w:type="spellEnd"/>
      <w:r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вул.Ганни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Охман</w:t>
      </w:r>
      <w:proofErr w:type="spellEnd"/>
      <w:r>
        <w:rPr>
          <w:rFonts w:ascii="Times New Roman" w:hAnsi="Times New Roman"/>
          <w:sz w:val="24"/>
        </w:rPr>
        <w:t>, 35А</w:t>
      </w:r>
      <w:r w:rsidRPr="00D02183">
        <w:rPr>
          <w:rFonts w:ascii="Times New Roman" w:hAnsi="Times New Roman"/>
          <w:sz w:val="24"/>
        </w:rPr>
        <w:t>.</w:t>
      </w:r>
    </w:p>
    <w:p w:rsidR="00F76D74" w:rsidRPr="00E33128" w:rsidRDefault="00F76D74" w:rsidP="00F76D74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Носолюк Л.Л.</w:t>
      </w:r>
      <w:r w:rsidRPr="00D02183">
        <w:rPr>
          <w:rFonts w:ascii="Times New Roman" w:hAnsi="Times New Roman"/>
          <w:sz w:val="24"/>
        </w:rPr>
        <w:t>,</w:t>
      </w:r>
      <w:r w:rsidRPr="00E33128">
        <w:rPr>
          <w:rFonts w:ascii="Times New Roman" w:hAnsi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76D74" w:rsidRPr="00D02183" w:rsidRDefault="00F76D74" w:rsidP="00F76D7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6D74" w:rsidRPr="00D02183" w:rsidRDefault="00F76D74" w:rsidP="00F76D7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76D74" w:rsidRPr="00D02183" w:rsidRDefault="00F76D74" w:rsidP="00F76D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76D74" w:rsidRPr="00D02183" w:rsidRDefault="00F76D74" w:rsidP="00F76D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76D74" w:rsidRPr="00D02183" w:rsidRDefault="00F76D74" w:rsidP="00F76D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F76D74" w:rsidRPr="00D02183" w:rsidRDefault="00F76D74" w:rsidP="00F76D74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proofErr w:type="spellStart"/>
      <w:r w:rsidRPr="00D02183">
        <w:rPr>
          <w:rFonts w:ascii="Times New Roman" w:hAnsi="Times New Roman"/>
          <w:sz w:val="24"/>
          <w:lang w:val="ru-RU"/>
        </w:rPr>
        <w:t>Сільський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голова                                                                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В.А.Михалюк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</w:p>
    <w:p w:rsidR="00DC3759" w:rsidRDefault="00DC3759"/>
    <w:sectPr w:rsidR="00DC37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D74"/>
    <w:rsid w:val="00171A2E"/>
    <w:rsid w:val="00190897"/>
    <w:rsid w:val="00304C90"/>
    <w:rsid w:val="00505B6D"/>
    <w:rsid w:val="006D3977"/>
    <w:rsid w:val="007D6C18"/>
    <w:rsid w:val="00D1641A"/>
    <w:rsid w:val="00DC3759"/>
    <w:rsid w:val="00F76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7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D74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252</Words>
  <Characters>1438</Characters>
  <Application>Microsoft Office Word</Application>
  <DocSecurity>0</DocSecurity>
  <Lines>11</Lines>
  <Paragraphs>3</Paragraphs>
  <ScaleCrop>false</ScaleCrop>
  <Company>Microsoft</Company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2020-09-17T15:16:00Z</dcterms:created>
  <dcterms:modified xsi:type="dcterms:W3CDTF">2020-09-17T15:45:00Z</dcterms:modified>
</cp:coreProperties>
</file>