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6B" w:rsidRDefault="00B3776B" w:rsidP="00B377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6B" w:rsidRDefault="00B3776B" w:rsidP="00B377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3776B" w:rsidRDefault="00B3776B" w:rsidP="00B377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3776B" w:rsidRDefault="00B3776B" w:rsidP="00B377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776B" w:rsidRDefault="00B3776B" w:rsidP="00B377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3776B" w:rsidRDefault="00B3776B" w:rsidP="00B377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776B" w:rsidRDefault="00B3776B" w:rsidP="00B377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№47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3776B" w:rsidRPr="00A34B9C" w:rsidRDefault="00B3776B" w:rsidP="00B3776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776B" w:rsidRPr="00A34B9C" w:rsidRDefault="00B3776B" w:rsidP="00B3776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3776B" w:rsidRPr="00A34B9C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3776B" w:rsidRPr="00A34B9C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B3776B" w:rsidRPr="00A34B9C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Пономаренко Ю.П.</w:t>
      </w:r>
    </w:p>
    <w:p w:rsidR="00B3776B" w:rsidRPr="00A34B9C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3776B" w:rsidRPr="00A34B9C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>116,118, 121 та 122</w:t>
      </w: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  Пономаренко Ю.П.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B3776B" w:rsidRPr="00002D8B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3776B" w:rsidRPr="00A24E82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Пономаренко Юлію Петровичу , який зареєстрований за </w:t>
      </w:r>
      <w:proofErr w:type="spellStart"/>
      <w:r w:rsidRPr="00A34B9C">
        <w:rPr>
          <w:rFonts w:ascii="Times New Roman" w:eastAsia="Calibri" w:hAnsi="Times New Roman" w:cs="Times New Roman"/>
          <w:sz w:val="24"/>
          <w:lang w:eastAsia="en-US"/>
        </w:rPr>
        <w:t>а</w:t>
      </w:r>
      <w:r>
        <w:rPr>
          <w:rFonts w:ascii="Times New Roman" w:eastAsia="Calibri" w:hAnsi="Times New Roman" w:cs="Times New Roman"/>
          <w:sz w:val="24"/>
          <w:lang w:eastAsia="en-US"/>
        </w:rPr>
        <w:t>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C068D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34B9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 для будівництва і обслуговування господарських будівель та споруд (присадибна ділянка),   яка розташована в Хмельницька область,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Шепетівський район,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Колом</w:t>
      </w:r>
      <w:r w:rsidRPr="00A24E82">
        <w:rPr>
          <w:rFonts w:ascii="Times New Roman" w:eastAsia="Calibri" w:hAnsi="Times New Roman" w:cs="Times New Roman"/>
          <w:sz w:val="24"/>
          <w:lang w:eastAsia="en-US"/>
        </w:rPr>
        <w:t>’</w:t>
      </w:r>
      <w:r>
        <w:rPr>
          <w:rFonts w:ascii="Times New Roman" w:eastAsia="Calibri" w:hAnsi="Times New Roman" w:cs="Times New Roman"/>
          <w:sz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вул., Платона Семенюка4.</w:t>
      </w:r>
    </w:p>
    <w:p w:rsidR="00B3776B" w:rsidRPr="00A34B9C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Пономаренко Ю.П</w:t>
      </w:r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A34B9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3776B" w:rsidRPr="00A34B9C" w:rsidRDefault="00B3776B" w:rsidP="00B377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34B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3776B" w:rsidRPr="00A34B9C" w:rsidRDefault="00B3776B" w:rsidP="00B377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3776B" w:rsidRPr="00A34B9C" w:rsidRDefault="00B3776B" w:rsidP="00B377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776B" w:rsidRPr="00A34B9C" w:rsidRDefault="00B3776B" w:rsidP="00B377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776B" w:rsidRPr="00A34B9C" w:rsidRDefault="00B3776B" w:rsidP="00B377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776B" w:rsidRPr="00A34B9C" w:rsidRDefault="00B3776B" w:rsidP="00B377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776B" w:rsidRPr="00A34B9C" w:rsidRDefault="00B3776B" w:rsidP="00B377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776B" w:rsidRPr="00A34B9C" w:rsidRDefault="00B3776B" w:rsidP="00B377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p w:rsidR="00A25CD4" w:rsidRDefault="00A25CD4"/>
    <w:sectPr w:rsidR="00A25C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6B"/>
    <w:rsid w:val="00A25CD4"/>
    <w:rsid w:val="00B3776B"/>
    <w:rsid w:val="00FC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377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377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3776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377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377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3776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254</Words>
  <Characters>1452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2021-07-26T12:33:00Z</dcterms:created>
  <dcterms:modified xsi:type="dcterms:W3CDTF">2021-07-27T07:22:00Z</dcterms:modified>
</cp:coreProperties>
</file>