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5ED" w:rsidRDefault="009E75ED" w:rsidP="009E75ED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505EF81" wp14:editId="4FC1DC8A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75ED" w:rsidRDefault="009E75ED" w:rsidP="009E75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75ED" w:rsidRDefault="009E75ED" w:rsidP="009E75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75ED" w:rsidRDefault="009E75ED" w:rsidP="009E75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75ED" w:rsidRDefault="009E75ED" w:rsidP="009E75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75ED" w:rsidRDefault="009E75ED" w:rsidP="009E75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75ED" w:rsidRDefault="009E75ED" w:rsidP="009E75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75ED" w:rsidRDefault="009E75ED" w:rsidP="009E75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75ED" w:rsidRDefault="009E75ED" w:rsidP="009E75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75ED" w:rsidRDefault="009E75ED" w:rsidP="009E75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75ED" w:rsidRDefault="009E75ED" w:rsidP="009E75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75ED" w:rsidRDefault="009E75ED" w:rsidP="009E75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75ED" w:rsidRDefault="009E75ED" w:rsidP="009E75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75ED" w:rsidRDefault="009E75ED" w:rsidP="009E75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75ED" w:rsidRDefault="009E75ED" w:rsidP="009E75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75ED" w:rsidRDefault="009E75ED" w:rsidP="009E75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75ED" w:rsidRDefault="009E75ED" w:rsidP="009E75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75ED" w:rsidRDefault="009E75ED" w:rsidP="009E75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75ED" w:rsidRDefault="009E75ED" w:rsidP="009E75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75ED" w:rsidRDefault="009E75ED" w:rsidP="009E75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75ED" w:rsidRDefault="009E75ED" w:rsidP="009E75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75ED" w:rsidRDefault="009E75ED" w:rsidP="009E75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75ED" w:rsidRDefault="009E75ED" w:rsidP="009E75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75ED" w:rsidRDefault="009E75ED" w:rsidP="009E75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75ED" w:rsidRDefault="009E75ED" w:rsidP="009E75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75ED" w:rsidRDefault="009E75ED" w:rsidP="009E75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75ED" w:rsidRDefault="009E75ED" w:rsidP="009E75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75ED" w:rsidRDefault="009E75ED" w:rsidP="009E75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75ED" w:rsidRDefault="009E75ED" w:rsidP="009E75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75ED" w:rsidRDefault="009E75ED" w:rsidP="009E75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75ED" w:rsidRDefault="009E75ED" w:rsidP="009E75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E75ED" w:rsidRDefault="009E75ED" w:rsidP="009E75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E75ED" w:rsidRDefault="009E75ED" w:rsidP="009E75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E75ED" w:rsidRDefault="009E75ED" w:rsidP="009E75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E75ED" w:rsidRDefault="009E75ED" w:rsidP="009E75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E75ED" w:rsidRDefault="009E75ED" w:rsidP="009E75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E75ED" w:rsidRDefault="009E75ED" w:rsidP="009E75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E75ED" w:rsidRDefault="009E75ED" w:rsidP="009E75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E75ED" w:rsidRDefault="009E75ED" w:rsidP="009E75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E75ED" w:rsidRDefault="009E75ED" w:rsidP="009E75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E75ED" w:rsidRDefault="009E75ED" w:rsidP="009E75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E75ED" w:rsidRDefault="009E75ED" w:rsidP="009E75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E75ED" w:rsidRDefault="009E75ED" w:rsidP="009E75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E75ED" w:rsidRDefault="009E75ED" w:rsidP="009E75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E75ED" w:rsidRDefault="009E75ED" w:rsidP="009E75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E75ED" w:rsidRDefault="009E75ED" w:rsidP="009E75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E75ED" w:rsidRDefault="009E75ED" w:rsidP="009E75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E75ED" w:rsidRDefault="009E75ED" w:rsidP="009E75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E75ED" w:rsidRDefault="009E75ED" w:rsidP="009E75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E75ED" w:rsidRDefault="009E75ED" w:rsidP="009E75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E75ED" w:rsidRDefault="009E75ED" w:rsidP="009E75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9E75ED" w:rsidRDefault="009E75ED" w:rsidP="009E75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E75ED" w:rsidRDefault="009E75ED" w:rsidP="009E75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E75ED" w:rsidRDefault="009E75ED" w:rsidP="009E75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E75ED" w:rsidRDefault="009E75ED" w:rsidP="009E75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E75ED" w:rsidRDefault="009E75ED" w:rsidP="009E75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E75ED" w:rsidRDefault="009E75ED" w:rsidP="009E75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E75ED" w:rsidRDefault="009E75ED" w:rsidP="009E75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9E75ED" w:rsidRDefault="009E75ED" w:rsidP="009E75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E75ED" w:rsidRDefault="009E75ED" w:rsidP="009E75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E75ED" w:rsidRDefault="009E75ED" w:rsidP="009E75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E75ED" w:rsidRDefault="009E75ED" w:rsidP="009E75ED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9E75ED" w:rsidRDefault="009E75ED" w:rsidP="009E75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E75ED" w:rsidRDefault="009E75ED" w:rsidP="009E75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E75ED" w:rsidRDefault="009E75ED" w:rsidP="009E75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E75ED" w:rsidRDefault="009E75ED" w:rsidP="009E75E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E75ED" w:rsidRDefault="009E75ED" w:rsidP="009E75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9E75ED" w:rsidRDefault="009E75ED" w:rsidP="009E75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E75ED" w:rsidRDefault="009E75ED" w:rsidP="009E75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E75ED" w:rsidRDefault="009E75ED" w:rsidP="009E75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9E75ED" w:rsidRDefault="009E75ED" w:rsidP="009E75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E75ED" w:rsidRDefault="009E75ED" w:rsidP="009E75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9E75ED" w:rsidRDefault="009E75ED" w:rsidP="009E75E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E75ED" w:rsidRDefault="009E75ED" w:rsidP="009E75E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№135</w:t>
      </w:r>
    </w:p>
    <w:p w:rsidR="009E75ED" w:rsidRPr="00783B9F" w:rsidRDefault="009E75ED" w:rsidP="009E75E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E75ED" w:rsidRPr="004E7A0F" w:rsidRDefault="009E75ED" w:rsidP="009E75E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4E7A0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 w:rsidRPr="004E7A0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затвердження</w:t>
      </w:r>
      <w:proofErr w:type="spellEnd"/>
      <w:r w:rsidRPr="004E7A0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4E7A0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техн</w:t>
      </w:r>
      <w:proofErr w:type="gramEnd"/>
      <w:r w:rsidRPr="004E7A0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ічної</w:t>
      </w:r>
      <w:proofErr w:type="spellEnd"/>
      <w:r w:rsidRPr="004E7A0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E7A0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документації</w:t>
      </w:r>
      <w:proofErr w:type="spellEnd"/>
    </w:p>
    <w:p w:rsidR="009E75ED" w:rsidRPr="004E7A0F" w:rsidRDefault="009E75ED" w:rsidP="009E75E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4E7A0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із</w:t>
      </w:r>
      <w:proofErr w:type="spellEnd"/>
      <w:r w:rsidRPr="004E7A0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E7A0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землеустрою</w:t>
      </w:r>
      <w:proofErr w:type="spellEnd"/>
      <w:r w:rsidRPr="004E7A0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E7A0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</w:t>
      </w:r>
      <w:proofErr w:type="spellEnd"/>
      <w:r w:rsidRPr="004E7A0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E7A0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встановлення</w:t>
      </w:r>
      <w:proofErr w:type="spellEnd"/>
      <w:r w:rsidRPr="004E7A0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</w:p>
    <w:p w:rsidR="009E75ED" w:rsidRPr="004E7A0F" w:rsidRDefault="009E75ED" w:rsidP="009E75E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4E7A0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</w:t>
      </w:r>
      <w:proofErr w:type="spellStart"/>
      <w:r w:rsidRPr="004E7A0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відновлення</w:t>
      </w:r>
      <w:proofErr w:type="spellEnd"/>
      <w:r w:rsidRPr="004E7A0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 меж </w:t>
      </w:r>
      <w:proofErr w:type="spellStart"/>
      <w:r w:rsidRPr="004E7A0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</w:t>
      </w:r>
      <w:proofErr w:type="spellEnd"/>
      <w:r w:rsidRPr="004E7A0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E7A0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ділянки</w:t>
      </w:r>
      <w:proofErr w:type="spellEnd"/>
    </w:p>
    <w:p w:rsidR="009E75ED" w:rsidRPr="004E7A0F" w:rsidRDefault="009E75ED" w:rsidP="009E75E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4E7A0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</w:t>
      </w:r>
      <w:proofErr w:type="spellStart"/>
      <w:r w:rsidRPr="004E7A0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натурі</w:t>
      </w:r>
      <w:proofErr w:type="spellEnd"/>
      <w:r w:rsidRPr="004E7A0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4E7A0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</w:t>
      </w:r>
      <w:proofErr w:type="gramEnd"/>
      <w:r w:rsidRPr="004E7A0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ісцевості</w:t>
      </w:r>
      <w:proofErr w:type="spellEnd"/>
      <w:r w:rsidRPr="004E7A0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</w:t>
      </w:r>
    </w:p>
    <w:p w:rsidR="009E75ED" w:rsidRPr="004E7A0F" w:rsidRDefault="009E75ED" w:rsidP="009E75E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Денисюку Б.Ю.</w:t>
      </w:r>
    </w:p>
    <w:p w:rsidR="009E75ED" w:rsidRPr="004E7A0F" w:rsidRDefault="009E75ED" w:rsidP="009E75E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E75ED" w:rsidRPr="004E7A0F" w:rsidRDefault="009E75ED" w:rsidP="009E75E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 пункту 34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самоврядування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Україні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», статей 12, 116, 118, 121, 122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 186</w:t>
      </w:r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Закону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землеустрій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Закону 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«Про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державну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реєстрацію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речових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прав  на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нерухоме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майно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їх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обтяжень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Денисюка Б.Ю.</w:t>
      </w:r>
      <w:proofErr w:type="gram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сільська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рада </w:t>
      </w:r>
    </w:p>
    <w:p w:rsidR="009E75ED" w:rsidRPr="004E7A0F" w:rsidRDefault="009E75ED" w:rsidP="009E75E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9E75ED" w:rsidRPr="004E7A0F" w:rsidRDefault="009E75ED" w:rsidP="009E75E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Затвердити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Денисюку Борису Юхимовичу</w:t>
      </w:r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який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</w:rPr>
        <w:t>зареєстрований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: </w:t>
      </w:r>
      <w:r w:rsidR="006E631C">
        <w:rPr>
          <w:rFonts w:ascii="Times New Roman" w:eastAsia="Times New Roman" w:hAnsi="Times New Roman" w:cs="Times New Roman"/>
          <w:sz w:val="24"/>
          <w:lang w:val="uk-UA"/>
        </w:rPr>
        <w:t>_______________</w:t>
      </w:r>
      <w:r w:rsidRPr="004E7A0F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4E7A0F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4E7A0F">
        <w:rPr>
          <w:rFonts w:ascii="Times New Roman" w:eastAsia="Times New Roman" w:hAnsi="Times New Roman" w:cs="Times New Roman"/>
          <w:sz w:val="24"/>
        </w:rPr>
        <w:t>і</w:t>
      </w:r>
      <w:r>
        <w:rPr>
          <w:rFonts w:ascii="Times New Roman" w:eastAsia="Times New Roman" w:hAnsi="Times New Roman" w:cs="Times New Roman"/>
          <w:sz w:val="24"/>
        </w:rPr>
        <w:t>дентифікаційний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номер </w:t>
      </w:r>
      <w:r w:rsidR="006E631C">
        <w:rPr>
          <w:rFonts w:ascii="Times New Roman" w:eastAsia="Times New Roman" w:hAnsi="Times New Roman" w:cs="Times New Roman"/>
          <w:sz w:val="24"/>
          <w:lang w:val="uk-UA"/>
        </w:rPr>
        <w:t>____________</w:t>
      </w:r>
      <w:bookmarkStart w:id="0" w:name="_GoBack"/>
      <w:bookmarkEnd w:id="0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техн</w:t>
      </w:r>
      <w:proofErr w:type="gram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ічну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документацію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із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землеустрою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щодо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відновлення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меж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земельної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ділянки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натурі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(на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місцевості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), та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передати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її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приватну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0,2480 га,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номер: 6823984000:03:017:0070</w:t>
      </w:r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для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ведення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особистого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селянського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господарства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Хмельницька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область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Шепетівський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район,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рада, за межами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.К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рупець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9E75ED" w:rsidRPr="004E7A0F" w:rsidRDefault="009E75ED" w:rsidP="009E75E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Денисюку Б.Ю. </w:t>
      </w:r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своє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 в 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установленому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законом  порядку.</w:t>
      </w:r>
    </w:p>
    <w:p w:rsidR="009E75ED" w:rsidRPr="004E7A0F" w:rsidRDefault="009E75ED" w:rsidP="009E75E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9E75ED" w:rsidRPr="004E7A0F" w:rsidRDefault="009E75ED" w:rsidP="009E75E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9E75ED" w:rsidRPr="009E75ED" w:rsidRDefault="009E75ED" w:rsidP="009E75E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uk-UA"/>
        </w:rPr>
      </w:pPr>
    </w:p>
    <w:p w:rsidR="009E75ED" w:rsidRPr="004E7A0F" w:rsidRDefault="009E75ED" w:rsidP="009E75E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902A86" w:rsidRPr="009E75ED" w:rsidRDefault="009E75ED" w:rsidP="009E75E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uk-UA"/>
        </w:rPr>
      </w:pPr>
      <w:proofErr w:type="spellStart"/>
      <w:r w:rsidRPr="004E7A0F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4E7A0F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902A86" w:rsidRPr="009E75E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5ED"/>
    <w:rsid w:val="006E631C"/>
    <w:rsid w:val="00902A86"/>
    <w:rsid w:val="009E7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5ED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9E75E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E75ED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9E75ED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5ED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9E75E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E75ED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9E75ED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260</Words>
  <Characters>1484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2021-09-13T12:58:00Z</dcterms:created>
  <dcterms:modified xsi:type="dcterms:W3CDTF">2021-09-14T12:50:00Z</dcterms:modified>
</cp:coreProperties>
</file>