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0F4" w:rsidRPr="00DE6ED3" w:rsidRDefault="00C850F4" w:rsidP="00C850F4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C850F4" w:rsidRPr="00DE6ED3" w:rsidRDefault="00C850F4" w:rsidP="00C8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C850F4" w:rsidRPr="00DE6ED3" w:rsidRDefault="00C850F4" w:rsidP="00C850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50F4" w:rsidRDefault="00C850F4" w:rsidP="00C85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850F4" w:rsidRDefault="00C850F4" w:rsidP="00C85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850F4" w:rsidRPr="00DE6ED3" w:rsidRDefault="00C850F4" w:rsidP="00C850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C850F4" w:rsidRPr="00DE6ED3" w:rsidRDefault="00C850F4" w:rsidP="00C850F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C850F4" w:rsidRPr="00DE6ED3" w:rsidRDefault="00C850F4" w:rsidP="00C850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C850F4" w:rsidRPr="00DE6ED3" w:rsidRDefault="00C850F4" w:rsidP="00C850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C850F4" w:rsidRPr="00DE6ED3" w:rsidRDefault="00C850F4" w:rsidP="00C850F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C850F4" w:rsidRPr="00DE6ED3" w:rsidRDefault="00C850F4" w:rsidP="00C850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C850F4" w:rsidRPr="00DE6ED3" w:rsidRDefault="00C850F4" w:rsidP="00C850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C850F4" w:rsidRPr="00DE6ED3" w:rsidRDefault="00C850F4" w:rsidP="00C850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C850F4" w:rsidRPr="00DE6ED3" w:rsidRDefault="00C850F4" w:rsidP="00C850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C850F4" w:rsidRPr="00DE6ED3" w:rsidRDefault="00C850F4" w:rsidP="00C850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C850F4" w:rsidRPr="00DE6ED3" w:rsidRDefault="00C850F4" w:rsidP="00C850F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proofErr w:type="gram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C850F4" w:rsidRPr="00DE6ED3" w:rsidRDefault="00C850F4" w:rsidP="00C850F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C850F4" w:rsidRPr="00DE6ED3" w:rsidRDefault="00C850F4" w:rsidP="00C850F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.03.2021 року                                            Крупець                                                 №___</w:t>
      </w:r>
    </w:p>
    <w:p w:rsidR="00C850F4" w:rsidRPr="00DE6ED3" w:rsidRDefault="00C850F4" w:rsidP="00C850F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C850F4" w:rsidRPr="00DE6ED3" w:rsidRDefault="00C850F4" w:rsidP="00C850F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C850F4" w:rsidRPr="00DE6ED3" w:rsidRDefault="00C850F4" w:rsidP="00C850F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землеустрою</w:t>
      </w:r>
    </w:p>
    <w:p w:rsidR="00C850F4" w:rsidRPr="00DE6ED3" w:rsidRDefault="00C850F4" w:rsidP="00C850F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C850F4" w:rsidRPr="00DE6ED3" w:rsidRDefault="00C850F4" w:rsidP="00C850F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Ковалінській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С.А.</w:t>
      </w:r>
    </w:p>
    <w:p w:rsidR="00C850F4" w:rsidRPr="00DE6ED3" w:rsidRDefault="00C850F4" w:rsidP="00C850F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850F4" w:rsidRPr="00DE6ED3" w:rsidRDefault="00C850F4" w:rsidP="00C850F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850F4" w:rsidRPr="00DE6ED3" w:rsidRDefault="00C850F4" w:rsidP="00C850F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DE6ED3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Ковалінської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С.А.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C850F4" w:rsidRPr="00DE6ED3" w:rsidRDefault="00C850F4" w:rsidP="00C850F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C850F4" w:rsidRPr="00DE6ED3" w:rsidRDefault="00C850F4" w:rsidP="00C850F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850F4" w:rsidRPr="00DE6ED3" w:rsidRDefault="00C850F4" w:rsidP="00C850F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Ковалінській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Світлані Андріївні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кого господарства, площею 0,1776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с.Крупець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850F4" w:rsidRPr="00DE6ED3" w:rsidRDefault="00C850F4" w:rsidP="00C850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Ковалінській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Світлані Андріївні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яка  зареєстрована за адресою: </w:t>
      </w:r>
      <w:r w:rsidR="003B565A">
        <w:rPr>
          <w:rFonts w:ascii="Times New Roman" w:eastAsia="Calibri" w:hAnsi="Times New Roman" w:cs="Times New Roman"/>
          <w:sz w:val="24"/>
        </w:rPr>
        <w:t>____________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3B565A" w:rsidRPr="003B565A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земельну ділянку, площею 0,1776 га, кадастровий номер: 6823984000:01:018:0025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с.Крупець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850F4" w:rsidRPr="00DE6ED3" w:rsidRDefault="00C850F4" w:rsidP="00C850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Ковалінській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С.А.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якій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C850F4" w:rsidRPr="00DE6ED3" w:rsidRDefault="00C850F4" w:rsidP="00C850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850F4" w:rsidRPr="00DE6ED3" w:rsidRDefault="00C850F4" w:rsidP="00C850F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850F4" w:rsidRPr="00DE6ED3" w:rsidRDefault="00C850F4" w:rsidP="00C850F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D3A0F" w:rsidRPr="00C850F4" w:rsidRDefault="00C850F4" w:rsidP="00C850F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DD3A0F" w:rsidRPr="00C850F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0F4"/>
    <w:rsid w:val="00171A2E"/>
    <w:rsid w:val="00304C90"/>
    <w:rsid w:val="003B565A"/>
    <w:rsid w:val="00505B6D"/>
    <w:rsid w:val="006D3977"/>
    <w:rsid w:val="007D6C18"/>
    <w:rsid w:val="00C850F4"/>
    <w:rsid w:val="00D1641A"/>
    <w:rsid w:val="00DD3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265</Words>
  <Characters>1517</Characters>
  <Application>Microsoft Office Word</Application>
  <DocSecurity>0</DocSecurity>
  <Lines>12</Lines>
  <Paragraphs>3</Paragraphs>
  <ScaleCrop>false</ScaleCrop>
  <Company>Microsoft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dcterms:created xsi:type="dcterms:W3CDTF">2021-03-17T09:26:00Z</dcterms:created>
  <dcterms:modified xsi:type="dcterms:W3CDTF">2021-03-17T09:36:00Z</dcterms:modified>
</cp:coreProperties>
</file>