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8F6" w:rsidRPr="0066767B" w:rsidRDefault="001C28F6" w:rsidP="001C28F6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66767B">
        <w:rPr>
          <w:rFonts w:ascii="Times New Roman" w:eastAsia="Calibri" w:hAnsi="Times New Roman" w:cs="Times New Roman"/>
          <w:color w:val="FF0000"/>
        </w:rPr>
        <w:t>ПРОЕКТ</w:t>
      </w:r>
    </w:p>
    <w:p w:rsidR="001C28F6" w:rsidRPr="0066767B" w:rsidRDefault="001C28F6" w:rsidP="001C28F6">
      <w:pPr>
        <w:spacing w:after="0" w:line="240" w:lineRule="auto"/>
        <w:rPr>
          <w:rFonts w:ascii="Times New Roman" w:eastAsia="Calibri" w:hAnsi="Times New Roman" w:cs="Times New Roman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FFC0A23" wp14:editId="431DBAB4">
                <wp:simplePos x="0" y="0"/>
                <wp:positionH relativeFrom="column">
                  <wp:posOffset>2710815</wp:posOffset>
                </wp:positionH>
                <wp:positionV relativeFrom="paragraph">
                  <wp:posOffset>90806</wp:posOffset>
                </wp:positionV>
                <wp:extent cx="427466" cy="678246"/>
                <wp:effectExtent l="0" t="0" r="0" b="7620"/>
                <wp:wrapNone/>
                <wp:docPr id="1" name="Группа 25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27466" cy="678246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margin-left:213.45pt;margin-top:7.15pt;width:33.65pt;height:53.4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C28F6" w:rsidRPr="0066767B" w:rsidRDefault="001C28F6" w:rsidP="001C28F6">
      <w:pPr>
        <w:spacing w:after="0" w:line="240" w:lineRule="auto"/>
        <w:rPr>
          <w:rFonts w:ascii="Times New Roman" w:eastAsia="Calibri" w:hAnsi="Times New Roman" w:cs="Times New Roman"/>
        </w:rPr>
      </w:pPr>
    </w:p>
    <w:p w:rsidR="001C28F6" w:rsidRPr="0066767B" w:rsidRDefault="001C28F6" w:rsidP="001C28F6">
      <w:pPr>
        <w:spacing w:after="0" w:line="240" w:lineRule="auto"/>
        <w:rPr>
          <w:rFonts w:ascii="Times New Roman" w:eastAsia="Calibri" w:hAnsi="Times New Roman" w:cs="Times New Roman"/>
        </w:rPr>
      </w:pPr>
    </w:p>
    <w:p w:rsidR="001C28F6" w:rsidRPr="0066767B" w:rsidRDefault="001C28F6" w:rsidP="001C28F6">
      <w:pPr>
        <w:spacing w:after="0" w:line="240" w:lineRule="auto"/>
        <w:rPr>
          <w:rFonts w:ascii="Times New Roman" w:eastAsia="Calibri" w:hAnsi="Times New Roman" w:cs="Times New Roman"/>
        </w:rPr>
      </w:pPr>
    </w:p>
    <w:p w:rsidR="001C28F6" w:rsidRPr="0066767B" w:rsidRDefault="001C28F6" w:rsidP="001C28F6">
      <w:pPr>
        <w:spacing w:after="0" w:line="240" w:lineRule="auto"/>
        <w:rPr>
          <w:rFonts w:ascii="Times New Roman" w:eastAsia="Calibri" w:hAnsi="Times New Roman" w:cs="Times New Roman"/>
        </w:rPr>
      </w:pPr>
    </w:p>
    <w:p w:rsidR="001C28F6" w:rsidRPr="0066767B" w:rsidRDefault="001C28F6" w:rsidP="001C28F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1C28F6" w:rsidRPr="0066767B" w:rsidRDefault="001C28F6" w:rsidP="001C28F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УКРАЇНА</w:t>
      </w:r>
    </w:p>
    <w:p w:rsidR="001C28F6" w:rsidRPr="0066767B" w:rsidRDefault="001C28F6" w:rsidP="001C28F6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КРУПЕЦЬКА СІЛЬСЬКА РАДА</w:t>
      </w:r>
    </w:p>
    <w:p w:rsidR="001C28F6" w:rsidRPr="0066767B" w:rsidRDefault="001C28F6" w:rsidP="001C28F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СЛАВУТСЬКОГО РАЙОНУ</w:t>
      </w:r>
    </w:p>
    <w:p w:rsidR="001C28F6" w:rsidRPr="0066767B" w:rsidRDefault="001C28F6" w:rsidP="001C28F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ХМЕЛЬНИЦЬКОЇ ОБЛАСТІ</w:t>
      </w:r>
    </w:p>
    <w:p w:rsidR="001C28F6" w:rsidRPr="0066767B" w:rsidRDefault="001C28F6" w:rsidP="001C28F6">
      <w:pPr>
        <w:spacing w:after="0" w:line="240" w:lineRule="auto"/>
        <w:rPr>
          <w:rFonts w:ascii="Times New Roman" w:eastAsia="Calibri" w:hAnsi="Times New Roman" w:cs="Times New Roman"/>
        </w:rPr>
      </w:pPr>
      <w:r w:rsidRPr="0066767B">
        <w:rPr>
          <w:rFonts w:ascii="Times New Roman" w:eastAsia="Calibri" w:hAnsi="Times New Roman" w:cs="Times New Roman"/>
        </w:rPr>
        <w:t xml:space="preserve"> </w:t>
      </w: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6906AFF" wp14:editId="4D65B026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416" name="Группа 29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417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0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1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2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3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4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5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6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28F6" w:rsidRDefault="001C28F6" w:rsidP="001C28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hF6cAA&#10;AADcAAAADwAAAGRycy9kb3ducmV2LnhtbESPSwvCMBCE74L/IazgTVMfqFSjiKh4EMTXfWnWtths&#10;ShO1/nsjCB6HmfmGmS1qU4gnVS63rKDXjUAQJ1bnnCq4nDedCQjnkTUWlknBmxws5s3GDGNtX3yk&#10;58mnIkDYxagg876MpXRJRgZd15bEwbvZyqAPskqlrvAV4KaQ/SgaSYM5h4UMS1pllNxPD6PADra7&#10;/TXtHwdrHnteHia3a71Xqt2ql1MQnmr/D//aO61g2BvD90w4An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WhF6cAAAADc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dPhMQA&#10;AADcAAAADwAAAGRycy9kb3ducmV2LnhtbERPy2oCMRTdC/5DuIIbqRml2HY0igjTh4uCttDtZXKd&#10;jE5uhiTq1K9vFgWXh/NerDrbiAv5UDtWMBlnIIhLp2uuFHx/FQ/PIEJE1tg4JgW/FGC17PcWmGt3&#10;5R1d9rESKYRDjgpMjG0uZSgNWQxj1xIn7uC8xZigr6T2eE3htpHTLJtJizWnBoMtbQyVp/3ZKjgW&#10;n+Zn83R79aOXHd1Gxfat+ZgpNRx06zmISF28i//d71rB4yStTWfSEZ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nT4T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E/F8QA&#10;AADcAAAADwAAAGRycy9kb3ducmV2LnhtbESP3WrCQBCF7wu+wzKCN6Vu0hapqasEaaR4I/48wJAd&#10;s6HZ2ZBdk/j2bqHQy8P5+TirzWgb0VPna8cK0nkCgrh0uuZKweVcvHyA8AFZY+OYFNzJw2Y9eVph&#10;pt3AR+pPoRJxhH2GCkwIbSalLw1Z9HPXEkfv6jqLIcqukrrDIY7bRr4myUJarDkSDLa0NVT+nG42&#10;Qg5veNhfh3OxG3HAr73h5/yo1Gw65p8gAo3hP/zX/tYK3tMl/J6JR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RPxf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4F6MIA&#10;AADcAAAADwAAAGRycy9kb3ducmV2LnhtbERPTUsDMRC9C/6HMEJvNutSa1mbFqkWiuDBtlC8DZvp&#10;7uJmEpKxu/335iB4fLzv5Xp0vbpQTJ1nAw/TAhRx7W3HjYHjYXu/AJUE2WLvmQxcKcF6dXuzxMr6&#10;gT/pspdG5RBOFRpoRUKldapbcpimPhBn7uyjQ8kwNtpGHHK463VZFHPtsOPc0GKgTUv19/7HGfgY&#10;3sL70/zxHL7irNTp1cppI8ZM7saXZ1BCo/yL/9w7a2BW5vn5TD4Ce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XgXo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v5rMQA&#10;AADcAAAADwAAAGRycy9kb3ducmV2LnhtbESPTWrDMBCF94HeQUyhm9DIcUsorpUQShyKNyFJDzBY&#10;Y8vUGhlLsd3bR4VCl4/38/Hy3Ww7MdLgW8cK1qsEBHHldMuNgq9r8fwGwgdkjZ1jUvBDHnbbh0WO&#10;mXYTn2m8hEbEEfYZKjAh9JmUvjJk0a9cTxy92g0WQ5RDI/WAUxy3nUyTZCMtthwJBnv6MFR9X242&#10;Qk4veCrr6VocZ5zwUBpe7s9KPT3O+3cQgebwH/5rf2oFr+kafs/EIy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L+az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A+BMUA&#10;AADcAAAADwAAAGRycy9kb3ducmV2LnhtbESPQUsDMRSE70L/Q3iCN5t1qa2sTUupCiJ4aCuU3h6b&#10;193FzUtInt313xtB8DjMzDfMcj26Xl0ops6zgbtpAYq49rbjxsDH4eX2AVQSZIu9ZzLwTQnWq8nV&#10;EivrB97RZS+NyhBOFRpoRUKldapbcpimPhBn7+yjQ8kyNtpGHDLc9bosirl22HFeaDHQtqX6c//l&#10;DLwPz+FtMb8/h1OclTo9WTluxZib63HzCEpolP/wX/vVGpiVJfyeyUdA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wD4E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dnjsYA&#10;AADcAAAADwAAAGRycy9kb3ducmV2LnhtbESP3WoCMRSE7wu+QzhCb6Rm/WkpW6NoIShYKFWht4fN&#10;cXfp5mRJort9+0YQejnMzDfMYtXbRlzJh9qxgsk4A0FcOFNzqeB01E+vIEJENtg4JgW/FGC1HDws&#10;MDeu4y+6HmIpEoRDjgqqGNtcylBUZDGMXUucvLPzFmOSvpTGY5fgtpHTLHuRFmtOCxW29F5R8XO4&#10;WAWbz66c+VGx6d3+vP1+1troD63U47Bfv4GI1Mf/8L29Mwrm0xnczq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Tdnjs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Ibf8MA&#10;AADcAAAADwAAAGRycy9kb3ducmV2LnhtbESPwWrDMBBE74H8g9hAb4lc45bgRjEhwVBCL037AYu1&#10;tVxbKyMpjvv3VaDQ4zAzb5hdNdtBTORD51jB4yYDQdw43XGr4POjXm9BhIiscXBMCn4oQLVfLnZY&#10;anfjd5ousRUJwqFEBSbGsZQyNIYsho0biZP35bzFmKRvpfZ4S3A7yDzLnqXFjtOCwZGOhpr+crUK&#10;6nP+NvVX7Wt3mAtLT+Z7ezJKPazmwwuISHP8D/+1X7WCIi/gfiYdAb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3Ibf8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JaYcYA&#10;AADcAAAADwAAAGRycy9kb3ducmV2LnhtbESP3WoCMRSE7wu+QzhCb0SztVVkNYoWQgstFH/A28Pm&#10;uLu4OVmS1N2+fVMQejnMzDfMatPbRtzIh9qxgqdJBoK4cKbmUsHpqMcLECEiG2wck4IfCrBZDx5W&#10;mBvX8Z5uh1iKBOGQo4IqxjaXMhQVWQwT1xIn7+K8xZikL6Xx2CW4beQ0y+bSYs1pocKWXisqrodv&#10;q2D31ZXPflTsevdxeTvPtDb6Uyv1OOy3SxCR+vgfvrffjYKX6Qz+zqQj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ZJaYc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gk8MA&#10;AADcAAAADwAAAGRycy9kb3ducmV2LnhtbESP3YrCMBSE7xd8h3AWvFvTLSpSjSIuhUX2xp8HODRn&#10;m67NSUlirW9vFgQvh5n5hlltBtuKnnxoHCv4nGQgiCunG64VnE/lxwJEiMgaW8ek4E4BNuvR2woL&#10;7W58oP4Ya5EgHApUYGLsCilDZchimLiOOHm/zluMSfpaao+3BLetzLNsLi02nBYMdrQzVF2OV6ug&#10;3Oc//eWqfem2w9TSzPwtvoxS4/dhuwQRaYiv8LP9rRVM8zn8n0lHQK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wgk8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vwy78A&#10;AADcAAAADwAAAGRycy9kb3ducmV2LnhtbESP3arCMBCE7w/4DmEF746p/1KNIoKil1YfYGnWtths&#10;ahNtfXsjCF4OM98Ms1y3phRPql1hWcGgH4EgTq0uOFNwOe/+5yCcR9ZYWiYFL3KwXnX+lhhr2/CJ&#10;nonPRChhF6OC3PsqltKlORl0fVsRB+9qa4M+yDqTusYmlJtSDqNoKg0WHBZyrGibU3pLHkbB+NXs&#10;78nkFu20ocFxVB3ZpxOlet12swDhqfW/8Jc+6MANZ/A5E46AX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S/DLvwAAANw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+XzMEA&#10;AADcAAAADwAAAGRycy9kb3ducmV2LnhtbERPyWrDMBC9F/IPYgK9NXJNCYkbOYSGlNJT4zg9D9Z4&#10;odbIWPL299Wh0OPj7YfjbFoxUu8aywqeNxEI4sLqhisF+e3ytAPhPLLG1jIpWMjBMV09HDDRduIr&#10;jZmvRAhhl6CC2vsukdIVNRl0G9sRB660vUEfYF9J3eMUwk0r4yjaSoMNh4YaO3qrqfjJBqNg2H7H&#10;OZef+is7L+/78+Xk5L1S6nE9n15BeJr9v/jP/aEVvMRhbTgTjoBM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fl8z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pVRcYA&#10;AADcAAAADwAAAGRycy9kb3ducmV2LnhtbESPT2vCQBTE7wW/w/KE3urGPwSNrqKCUD1UtO2ht2f2&#10;mUSzb2N21fTbd4WCx2FmfsNMZo0pxY1qV1hW0O1EIIhTqwvOFHx9rt6GIJxH1lhaJgW/5GA2bb1M&#10;MNH2zju67X0mAoRdggpy76tESpfmZNB1bEUcvKOtDfog60zqGu8BbkrZi6JYGiw4LORY0TKn9Ly/&#10;GgXf22E82i7Wg9Pm44B9oy8/uoiVem038zEIT41/hv/b71rBoDeCx5lwBOT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pVRc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hjfsEA&#10;AADcAAAADwAAAGRycy9kb3ducmV2LnhtbERPy4rCMBTdD/gP4QruxtQHUmpTUQd1cOWo4PbSXNti&#10;c1OajFa/frIQZnk473TRmVrcqXWVZQWjYQSCOLe64kLB+bT5jEE4j6yxtkwKnuRgkfU+Uky0ffAP&#10;3Y++ECGEXYIKSu+bREqXl2TQDW1DHLirbQ36ANtC6hYfIdzUchxFM2mw4tBQYkPrkvLb8dcoeM0u&#10;eHC78eproj09p/HW7g9bpQb9bjkH4anz/+K3+1srmE7C/HAmHAGZ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54Y37BAAAA3A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O7C8QA&#10;AADcAAAADwAAAGRycy9kb3ducmV2LnhtbESP0WrCQBRE3wv+w3IF35qNmopGV5FiwbfW6AdcstdN&#10;MHs3Zrea+vXdQsHHYWbOMKtNbxtxo87XjhWMkxQEcel0zUbB6fjxOgfhA7LGxjEp+CEPm/XgZYW5&#10;dnc+0K0IRkQI+xwVVCG0uZS+rMiiT1xLHL2z6yyGKDsjdYf3CLeNnKTpTFqsOS5U2NJ7ReWl+LYK&#10;rm7ypvtih5+X3eKrNia7Pg6ZUqNhv12CCNSHZ/i/vdcKsukY/s7EI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Tuwv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y3K8QA&#10;AADcAAAADwAAAGRycy9kb3ducmV2LnhtbESPzW7CMBCE75V4B2sr9dY45Z+AQYCExBXaQ4+LvSRp&#10;43WIXQg8PUZC6nE0M99oZovWVuJMjS8dK/hIUhDE2pmScwVfn5v3MQgfkA1WjknBlTws5p2XGWbG&#10;XXhH533IRYSwz1BBEUKdSel1QRZ94mri6B1dYzFE2eTSNHiJcFvJbpoOpcWS40KBNa0L0r/7P6tg&#10;Wx5oMNTHiR2v9O77dgq90Y9R6u21XU5BBGrDf/jZ3hoF/V4XHmfiEZ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8tyv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Cul8EA&#10;AADcAAAADwAAAGRycy9kb3ducmV2LnhtbERPW2vCMBR+H/gfwhH2NlMvDFeNMgcDxQtMZXs9NMem&#10;2JyUJtb6740w8PG7803nrS1FQ7UvHCvo9xIQxJnTBecKjofvtzEIH5A1lo5JwY08zGedlymm2l35&#10;h5p9yEUsYZ+iAhNClUrpM0MWfc9VxFE7udpiiLDOpa7xGsttKQdJ8i4tFhwXDFb0ZSg77y9WQYO7&#10;W/JnFtuPVbHJBrvF71pHXr12288JiEBteJr/00utYDQcwuNMPAJyd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Arpf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2D7cQA&#10;AADcAAAADwAAAGRycy9kb3ducmV2LnhtbESPQUvDQBSE70L/w/IK3uymsYjEbkspVDxq9ODxmX3N&#10;pmbfC7vbJvrrXUHwOMzMN8x6O/leXSjETtjAclGAIm7EdtwaeHs93NyDignZYi9MBr4ownYzu1pj&#10;ZWXkF7rUqVUZwrFCAy6lodI6No48xoUMxNk7SvCYsgyttgHHDPe9LoviTnvsOC84HGjvqPmsz97A&#10;+Nh8nMrju3XfYZBD/SynshdjrufT7gFUoin9h//aT9bA6nYFv2fyEd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9g+3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5rV8YA&#10;AADcAAAADwAAAGRycy9kb3ducmV2LnhtbESP3WoCMRSE7wXfIZyCd5qt2la2RrH+QBFL0bb3x81x&#10;d21ysmxSXd/eFAQvh5n5hhlPG2vEiWpfOlbw2EtAEGdOl5wr+P5adUcgfEDWaByTggt5mE7arTGm&#10;2p15S6ddyEWEsE9RQRFClUrps4Is+p6riKN3cLXFEGWdS13jOcKtkf0keZYWS44LBVY0Lyj73f1Z&#10;BavPhTn2P7azHxnmy5e9Ga3fFhulOg/N7BVEoCbcw7f2u1YwHDzB/5l4BOTk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s5rV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+plsUA&#10;AADcAAAADwAAAGRycy9kb3ducmV2LnhtbESPQWvCQBSE74L/YXlCL1I3VhskdRUpFBUUbFro9Zl9&#10;TYLZtyG7xvjvXUHwOMzMN8x82ZlKtNS40rKC8SgCQZxZXXKu4Pfn63UGwnlkjZVlUnAlB8tFvzfH&#10;RNsLf1Ob+lwECLsEFRTe14mULivIoBvZmjh4/7Yx6INscqkbvAS4qeRbFMXSYMlhocCaPgvKTunZ&#10;KGgPu2O+aV29Pc2G7n1yXK/3+k+pl0G3+gDhqfPP8KO90QqmcQz3M+EI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L6mW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D9WscA&#10;AADcAAAADwAAAGRycy9kb3ducmV2LnhtbESPT2vCQBTE7wW/w/KE3upG0appVlGh0EvBPz3U20v2&#10;NQlm38bdrcZ+erdQ6HGYmd8w2bIzjbiQ87VlBcNBAoK4sLrmUsHH4fVpBsIHZI2NZVJwIw/LRe8h&#10;w1TbK+/osg+liBD2KSqoQmhTKX1RkUE/sC1x9L6sMxiidKXUDq8Rbho5SpJnabDmuFBhS5uKitP+&#10;2yhYz2fr83bM7z+7/EjHz/w0GblEqcd+t3oBEagL/+G/9ptWMJ5P4fdMPAJyc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og/VrHAAAA3AAAAA8AAAAAAAAAAAAAAAAAmAIAAGRy&#10;cy9kb3ducmV2LnhtbFBLBQYAAAAABAAEAPUAAACMAwAAAAA=&#10;" fillcolor="black" stroked="f"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MOSsMA&#10;AADcAAAADwAAAGRycy9kb3ducmV2LnhtbERPy2rCQBTdC/7DcIXudGJAkego9VEoVBexLrq8zdwm&#10;QzJ3QmaqqV/vLIQuD+e92vS2EVfqvHGsYDpJQBAXThsuFVw+38YLED4ga2wck4I/8rBZDwcrzLS7&#10;cU7XcyhFDGGfoYIqhDaT0hcVWfQT1xJH7sd1FkOEXSl1h7cYbhuZJslcWjQcGypsaVdRUZ9/rYKv&#10;j7lZ5IbS7+N9e9DHWb097WulXkb96xJEoD78i5/ud61glsa18Uw8An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tMOSsMAAADcAAAADwAAAAAAAAAAAAAAAACYAgAAZHJzL2Rv&#10;d25yZXYueG1sUEsFBgAAAAAEAAQA9QAAAIg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TyQsQA&#10;AADcAAAADwAAAGRycy9kb3ducmV2LnhtbESPQWsCMRSE74X+h/CE3mpWQbFbo0hF6sWDtqXXx+a5&#10;WXfzsiZRV3+9EQo9DjPzDTOdd7YRZ/Khcqxg0M9AEBdOV1wq+P5avU5AhIissXFMCq4UYD57fppi&#10;rt2Ft3TexVIkCIccFZgY21zKUBiyGPquJU7e3nmLMUlfSu3xkuC2kcMsG0uLFacFgy19GCrq3ckq&#10;8IvfZX3j00+d3TbX8HnojhM0Sr30usU7iEhd/A//tddawWj0Bo8z6Qj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E8kL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q+XcIA&#10;AADcAAAADwAAAGRycy9kb3ducmV2LnhtbERP22rCQBB9L/Qflin4UppNhVaNWaUUCoJS8PIB0+yY&#10;hO7OhuxUo1/ffRB8PJx7uRy8UyfqYxvYwGuWgyKugm25NnDYf71MQUVBtugCk4ELRVguHh9KLGw4&#10;85ZOO6lVCuFYoIFGpCu0jlVDHmMWOuLEHUPvURLsa217PKdw7/Q4z9+1x5ZTQ4MdfTZU/e7+vAE3&#10;/nGz9SRu5HLQm/zqZfv8bY0ZPQ0fc1BCg9zFN/fKGnibpfnpTDoCe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Cr5dwgAAANw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ESVsQA&#10;AADcAAAADwAAAGRycy9kb3ducmV2LnhtbESPQWsCMRSE74X+h/AK3mrWPUjZGqUqwl56cFW8Pjev&#10;m6XJy7JJdfXXN4LgcZiZb5jZYnBWnKkPrWcFk3EGgrj2uuVGwX63ef8AESKyRuuZFFwpwGL++jLD&#10;QvsLb+lcxUYkCIcCFZgYu0LKUBtyGMa+I07ej+8dxiT7RuoeLwnurMyzbCodtpwWDHa0MlT/Vn9O&#10;wbrqbL4vzTIcD9+nky1vGzqulRq9DV+fICIN8Rl+tEutYJpP4H4mHQE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RElbEAAAA3A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uBGMMA&#10;AADcAAAADwAAAGRycy9kb3ducmV2LnhtbESPQWsCMRSE74L/ITzBmyYK3crWKCIKgietHrw9ktfd&#10;bTcvyyZ1139vhEKPw8x8wyzXvavFndpQedYwmyoQxMbbigsNl8/9ZAEiRGSLtWfS8KAA69VwsMTc&#10;+o5PdD/HQiQIhxw1lDE2uZTBlOQwTH1DnLwv3zqMSbaFtC12Ce5qOVcqkw4rTgslNrQtyfycf52G&#10;7708eqPQXC/X7mDfb7uMaqX1eNRvPkBE6uN/+K99sBqytzm8zqQj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uBGM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0c0sUA&#10;AADcAAAADwAAAGRycy9kb3ducmV2LnhtbESPQWvCQBSE7wX/w/IKvdVNDYQQXcUKhVLpwViKx9fs&#10;MwnJvg27q4n/visUehxm5htmtZlML67kfGtZwcs8AUFcWd1yreDr+Pacg/ABWWNvmRTcyMNmPXtY&#10;YaHtyAe6lqEWEcK+QAVNCEMhpa8aMujndiCO3tk6gyFKV0vtcIxw08tFkmTSYMtxocGBdg1VXXkx&#10;Ck6XPZ8/04+tew3fdjr6bvGTd0o9PU7bJYhAU/gP/7XftYIsT+F+Jh4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PRzSxQAAANw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QBC8YA&#10;AADcAAAADwAAAGRycy9kb3ducmV2LnhtbESPT2sCMRTE7wW/Q3iCt5pVtOpqFC0IXgr1z0Fvz81z&#10;d3Hzsk2irv30TaHQ4zAzv2Fmi8ZU4k7Ol5YV9LoJCOLM6pJzBYf9+nUMwgdkjZVlUvAkD4t562WG&#10;qbYP3tJ9F3IRIexTVFCEUKdS+qwgg75ra+LoXawzGKJ0udQOHxFuKtlPkjdpsOS4UGBN7wVl193N&#10;KFhNxquvzwF/fG/PJzodz9dh3yVKddrNcgoiUBP+w3/tjVYw6g3g90w8AnL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QBC8YAAADcAAAADwAAAAAAAAAAAAAAAACYAgAAZHJz&#10;L2Rvd25yZXYueG1sUEsFBgAAAAAEAAQA9QAAAIsDAAAAAA==&#10;" fillcolor="black" stroked="f"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OGrMUA&#10;AADcAAAADwAAAGRycy9kb3ducmV2LnhtbESPzWrDMBCE74W+g9hCb42c/iW4UYIJlJSenLQh1421&#10;tUyslZEUxX37qlDocZiZb5jFarS9SORD51jBdFKAIG6c7rhV8PnxejcHESKyxt4xKfimAKvl9dUC&#10;S+0uvKW0i63IEA4lKjAxDqWUoTFkMUzcQJy9L+ctxix9K7XHS4bbXt4XxbO02HFeMDjQ2lBz2p2t&#10;gnRc19VDOiSzffdV61292R9rpW5vxuoFRKQx/of/2m9awezxCX7P5CM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k4asxQAAANw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9V5MUA&#10;AADcAAAADwAAAGRycy9kb3ducmV2LnhtbESPQWvCQBSE74L/YXlCb7qxh1hTVxGxpe1FjYX2+Mg+&#10;s8Hs25DdxrS/3i0IHoeZ+YZZrHpbi45aXzlWMJ0kIIgLpysuFXweX8ZPIHxA1lg7JgW/5GG1HA4W&#10;mGl34QN1eShFhLDPUIEJocmk9IUhi37iGuLonVxrMUTZllK3eIlwW8vHJEmlxYrjgsGGNoaKc/5j&#10;FfjpZvv1Yf/m3fer4V3+btJ9aZR6GPXrZxCB+nAP39pvWsFslsL/mXg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b1XkxQAAANw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C28F6" w:rsidRDefault="001C28F6" w:rsidP="001C28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C28F6" w:rsidRPr="0066767B" w:rsidRDefault="001C28F6" w:rsidP="001C28F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66767B">
        <w:rPr>
          <w:rFonts w:ascii="Times New Roman" w:eastAsia="Calibri" w:hAnsi="Times New Roman" w:cs="Times New Roman"/>
          <w:b/>
        </w:rPr>
        <w:t>Р</w:t>
      </w:r>
      <w:proofErr w:type="gramEnd"/>
      <w:r w:rsidRPr="0066767B">
        <w:rPr>
          <w:rFonts w:ascii="Times New Roman" w:eastAsia="Calibri" w:hAnsi="Times New Roman" w:cs="Times New Roman"/>
          <w:b/>
        </w:rPr>
        <w:t>ІШЕННЯ</w:t>
      </w:r>
    </w:p>
    <w:p w:rsidR="001C28F6" w:rsidRPr="0066767B" w:rsidRDefault="001C28F6" w:rsidP="001C28F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</w:rPr>
        <w:t xml:space="preserve">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1C28F6" w:rsidRPr="0066767B" w:rsidRDefault="001C28F6" w:rsidP="001C28F6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1C28F6" w:rsidRPr="0066767B" w:rsidRDefault="001C28F6" w:rsidP="001C28F6">
      <w:pPr>
        <w:spacing w:after="0" w:line="240" w:lineRule="auto"/>
        <w:rPr>
          <w:rFonts w:ascii="Times New Roman" w:eastAsia="Calibri" w:hAnsi="Times New Roman" w:cs="Times New Roman"/>
        </w:rPr>
      </w:pPr>
    </w:p>
    <w:p w:rsidR="001C28F6" w:rsidRPr="0066767B" w:rsidRDefault="001C28F6" w:rsidP="001C28F6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lang w:val="uk-UA"/>
        </w:rPr>
        <w:t>27</w:t>
      </w:r>
      <w:r w:rsidRPr="0066767B">
        <w:rPr>
          <w:rFonts w:ascii="Times New Roman" w:eastAsia="Calibri" w:hAnsi="Times New Roman" w:cs="Times New Roman"/>
          <w:sz w:val="24"/>
        </w:rPr>
        <w:t>.0</w:t>
      </w:r>
      <w:r>
        <w:rPr>
          <w:rFonts w:ascii="Times New Roman" w:eastAsia="Calibri" w:hAnsi="Times New Roman" w:cs="Times New Roman"/>
          <w:sz w:val="24"/>
          <w:lang w:val="uk-UA"/>
        </w:rPr>
        <w:t>1</w:t>
      </w:r>
      <w:r w:rsidRPr="0066767B">
        <w:rPr>
          <w:rFonts w:ascii="Times New Roman" w:eastAsia="Calibri" w:hAnsi="Times New Roman" w:cs="Times New Roman"/>
          <w:sz w:val="24"/>
        </w:rPr>
        <w:t xml:space="preserve">.2021р.     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</w:t>
      </w:r>
      <w:r w:rsidRPr="0066767B">
        <w:rPr>
          <w:rFonts w:ascii="Times New Roman" w:eastAsia="Calibri" w:hAnsi="Times New Roman" w:cs="Times New Roman"/>
          <w:sz w:val="24"/>
        </w:rPr>
        <w:t xml:space="preserve">            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                                       №_____</w:t>
      </w:r>
    </w:p>
    <w:p w:rsidR="001C28F6" w:rsidRPr="0066767B" w:rsidRDefault="001C28F6" w:rsidP="001C28F6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1C28F6" w:rsidRPr="0066767B" w:rsidRDefault="001C28F6" w:rsidP="001C28F6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1C28F6" w:rsidRPr="0066767B" w:rsidRDefault="001C28F6" w:rsidP="001C28F6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66767B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66767B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66767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66767B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66767B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66767B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66767B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1C28F6" w:rsidRPr="0066767B" w:rsidRDefault="001C28F6" w:rsidP="001C28F6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proofErr w:type="gramStart"/>
      <w:r w:rsidRPr="0066767B">
        <w:rPr>
          <w:rFonts w:ascii="Times New Roman" w:eastAsia="Calibri" w:hAnsi="Times New Roman" w:cs="Times New Roman"/>
          <w:b/>
          <w:sz w:val="24"/>
        </w:rPr>
        <w:t>техн</w:t>
      </w:r>
      <w:proofErr w:type="gramEnd"/>
      <w:r w:rsidRPr="0066767B">
        <w:rPr>
          <w:rFonts w:ascii="Times New Roman" w:eastAsia="Calibri" w:hAnsi="Times New Roman" w:cs="Times New Roman"/>
          <w:b/>
          <w:sz w:val="24"/>
        </w:rPr>
        <w:t>ічної</w:t>
      </w:r>
      <w:proofErr w:type="spellEnd"/>
      <w:r w:rsidRPr="0066767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66767B">
        <w:rPr>
          <w:rFonts w:ascii="Times New Roman" w:eastAsia="Calibri" w:hAnsi="Times New Roman" w:cs="Times New Roman"/>
          <w:b/>
          <w:sz w:val="24"/>
        </w:rPr>
        <w:t>документації</w:t>
      </w:r>
      <w:proofErr w:type="spellEnd"/>
      <w:r w:rsidRPr="0066767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66767B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66767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66767B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66767B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1C28F6" w:rsidRPr="0066767B" w:rsidRDefault="001C28F6" w:rsidP="001C28F6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66767B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66767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66767B">
        <w:rPr>
          <w:rFonts w:ascii="Times New Roman" w:eastAsia="Calibri" w:hAnsi="Times New Roman" w:cs="Times New Roman"/>
          <w:b/>
          <w:sz w:val="24"/>
        </w:rPr>
        <w:t>встановлення</w:t>
      </w:r>
      <w:proofErr w:type="spellEnd"/>
      <w:r w:rsidRPr="0066767B">
        <w:rPr>
          <w:rFonts w:ascii="Times New Roman" w:eastAsia="Calibri" w:hAnsi="Times New Roman" w:cs="Times New Roman"/>
          <w:b/>
          <w:sz w:val="24"/>
        </w:rPr>
        <w:t xml:space="preserve"> (</w:t>
      </w:r>
      <w:proofErr w:type="spellStart"/>
      <w:r w:rsidRPr="0066767B">
        <w:rPr>
          <w:rFonts w:ascii="Times New Roman" w:eastAsia="Calibri" w:hAnsi="Times New Roman" w:cs="Times New Roman"/>
          <w:b/>
          <w:sz w:val="24"/>
        </w:rPr>
        <w:t>відновлення</w:t>
      </w:r>
      <w:proofErr w:type="spellEnd"/>
      <w:r w:rsidRPr="0066767B">
        <w:rPr>
          <w:rFonts w:ascii="Times New Roman" w:eastAsia="Calibri" w:hAnsi="Times New Roman" w:cs="Times New Roman"/>
          <w:b/>
          <w:sz w:val="24"/>
        </w:rPr>
        <w:t xml:space="preserve">) меж </w:t>
      </w:r>
    </w:p>
    <w:p w:rsidR="001C28F6" w:rsidRPr="0066767B" w:rsidRDefault="001C28F6" w:rsidP="001C28F6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66767B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66767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66767B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 w:rsidRPr="0066767B">
        <w:rPr>
          <w:rFonts w:ascii="Times New Roman" w:eastAsia="Calibri" w:hAnsi="Times New Roman" w:cs="Times New Roman"/>
          <w:b/>
          <w:sz w:val="24"/>
        </w:rPr>
        <w:t xml:space="preserve"> в </w:t>
      </w:r>
      <w:proofErr w:type="spellStart"/>
      <w:r w:rsidRPr="0066767B">
        <w:rPr>
          <w:rFonts w:ascii="Times New Roman" w:eastAsia="Calibri" w:hAnsi="Times New Roman" w:cs="Times New Roman"/>
          <w:b/>
          <w:sz w:val="24"/>
        </w:rPr>
        <w:t>натурі</w:t>
      </w:r>
      <w:proofErr w:type="spellEnd"/>
      <w:r w:rsidRPr="0066767B">
        <w:rPr>
          <w:rFonts w:ascii="Times New Roman" w:eastAsia="Calibri" w:hAnsi="Times New Roman" w:cs="Times New Roman"/>
          <w:b/>
          <w:sz w:val="24"/>
        </w:rPr>
        <w:t xml:space="preserve"> (на </w:t>
      </w:r>
      <w:proofErr w:type="spellStart"/>
      <w:proofErr w:type="gramStart"/>
      <w:r w:rsidRPr="0066767B">
        <w:rPr>
          <w:rFonts w:ascii="Times New Roman" w:eastAsia="Calibri" w:hAnsi="Times New Roman" w:cs="Times New Roman"/>
          <w:b/>
          <w:sz w:val="24"/>
        </w:rPr>
        <w:t>м</w:t>
      </w:r>
      <w:proofErr w:type="gramEnd"/>
      <w:r w:rsidRPr="0066767B">
        <w:rPr>
          <w:rFonts w:ascii="Times New Roman" w:eastAsia="Calibri" w:hAnsi="Times New Roman" w:cs="Times New Roman"/>
          <w:b/>
          <w:sz w:val="24"/>
        </w:rPr>
        <w:t>ісцевості</w:t>
      </w:r>
      <w:proofErr w:type="spellEnd"/>
      <w:r w:rsidRPr="0066767B">
        <w:rPr>
          <w:rFonts w:ascii="Times New Roman" w:eastAsia="Calibri" w:hAnsi="Times New Roman" w:cs="Times New Roman"/>
          <w:b/>
          <w:sz w:val="24"/>
        </w:rPr>
        <w:t>)</w:t>
      </w:r>
    </w:p>
    <w:p w:rsidR="001C28F6" w:rsidRPr="0066767B" w:rsidRDefault="001C28F6" w:rsidP="001C28F6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66767B">
        <w:rPr>
          <w:rFonts w:ascii="Times New Roman" w:eastAsia="Calibri" w:hAnsi="Times New Roman" w:cs="Times New Roman"/>
          <w:b/>
          <w:sz w:val="24"/>
          <w:lang w:val="uk-UA"/>
        </w:rPr>
        <w:t>Душнюк</w:t>
      </w:r>
      <w:proofErr w:type="spellEnd"/>
      <w:r w:rsidRPr="0066767B">
        <w:rPr>
          <w:rFonts w:ascii="Times New Roman" w:eastAsia="Calibri" w:hAnsi="Times New Roman" w:cs="Times New Roman"/>
          <w:b/>
          <w:sz w:val="24"/>
          <w:lang w:val="uk-UA"/>
        </w:rPr>
        <w:t xml:space="preserve"> А.А.</w:t>
      </w:r>
    </w:p>
    <w:p w:rsidR="001C28F6" w:rsidRPr="0066767B" w:rsidRDefault="001C28F6" w:rsidP="001C28F6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1C28F6" w:rsidRPr="0066767B" w:rsidRDefault="001C28F6" w:rsidP="001C28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6767B">
        <w:rPr>
          <w:rFonts w:ascii="Times New Roman" w:eastAsia="Calibri" w:hAnsi="Times New Roman" w:cs="Times New Roman"/>
          <w:sz w:val="24"/>
        </w:rPr>
        <w:t xml:space="preserve">               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66767B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66767B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66767B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66767B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»,  Земельного кодексу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заяву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66767B">
        <w:rPr>
          <w:rFonts w:ascii="Times New Roman" w:eastAsia="Calibri" w:hAnsi="Times New Roman" w:cs="Times New Roman"/>
          <w:sz w:val="24"/>
          <w:lang w:val="uk-UA"/>
        </w:rPr>
        <w:t>Душнюка</w:t>
      </w:r>
      <w:proofErr w:type="spellEnd"/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А.А.,</w:t>
      </w:r>
      <w:r w:rsidRPr="0066767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рада</w:t>
      </w:r>
    </w:p>
    <w:p w:rsidR="001C28F6" w:rsidRPr="0066767B" w:rsidRDefault="001C28F6" w:rsidP="001C28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6767B">
        <w:rPr>
          <w:rFonts w:ascii="Times New Roman" w:eastAsia="Calibri" w:hAnsi="Times New Roman" w:cs="Times New Roman"/>
          <w:sz w:val="24"/>
        </w:rPr>
        <w:t>ВИРІШИЛА:</w:t>
      </w:r>
    </w:p>
    <w:p w:rsidR="001C28F6" w:rsidRPr="0066767B" w:rsidRDefault="001C28F6" w:rsidP="001C28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C28F6" w:rsidRPr="0066767B" w:rsidRDefault="001C28F6" w:rsidP="001C28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</w:rPr>
        <w:t xml:space="preserve">        1.Надати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Душнюку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Андрію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Анатолійовичу</w:t>
      </w:r>
      <w:proofErr w:type="spellEnd"/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, який зареєстрований за адресою: </w:t>
      </w:r>
      <w:r w:rsidR="0071099A">
        <w:rPr>
          <w:rFonts w:ascii="Times New Roman" w:eastAsia="Calibri" w:hAnsi="Times New Roman" w:cs="Times New Roman"/>
          <w:sz w:val="24"/>
          <w:lang w:val="en-US"/>
        </w:rPr>
        <w:t>_____________</w:t>
      </w:r>
      <w:bookmarkStart w:id="0" w:name="_GoBack"/>
      <w:bookmarkEnd w:id="0"/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</w:t>
      </w:r>
      <w:proofErr w:type="spellStart"/>
      <w:r w:rsidRPr="0066767B">
        <w:rPr>
          <w:rFonts w:ascii="Times New Roman" w:eastAsia="Calibri" w:hAnsi="Times New Roman" w:cs="Times New Roman"/>
          <w:sz w:val="24"/>
          <w:lang w:val="uk-UA"/>
        </w:rPr>
        <w:t>с</w:t>
      </w:r>
      <w:proofErr w:type="gramStart"/>
      <w:r w:rsidRPr="0066767B">
        <w:rPr>
          <w:rFonts w:ascii="Times New Roman" w:eastAsia="Calibri" w:hAnsi="Times New Roman" w:cs="Times New Roman"/>
          <w:sz w:val="24"/>
          <w:lang w:val="uk-UA"/>
        </w:rPr>
        <w:t>.К</w:t>
      </w:r>
      <w:proofErr w:type="gramEnd"/>
      <w:r w:rsidRPr="0066767B">
        <w:rPr>
          <w:rFonts w:ascii="Times New Roman" w:eastAsia="Calibri" w:hAnsi="Times New Roman" w:cs="Times New Roman"/>
          <w:sz w:val="24"/>
          <w:lang w:val="uk-UA"/>
        </w:rPr>
        <w:t>олом’є</w:t>
      </w:r>
      <w:proofErr w:type="spellEnd"/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, по </w:t>
      </w:r>
      <w:proofErr w:type="spellStart"/>
      <w:r w:rsidRPr="0066767B">
        <w:rPr>
          <w:rFonts w:ascii="Times New Roman" w:eastAsia="Calibri" w:hAnsi="Times New Roman" w:cs="Times New Roman"/>
          <w:sz w:val="24"/>
          <w:lang w:val="uk-UA"/>
        </w:rPr>
        <w:t>вул.Шевченка</w:t>
      </w:r>
      <w:proofErr w:type="spellEnd"/>
      <w:r w:rsidRPr="0066767B">
        <w:rPr>
          <w:rFonts w:ascii="Times New Roman" w:eastAsia="Calibri" w:hAnsi="Times New Roman" w:cs="Times New Roman"/>
          <w:sz w:val="24"/>
          <w:lang w:val="uk-UA"/>
        </w:rPr>
        <w:t>, 9.</w:t>
      </w:r>
    </w:p>
    <w:p w:rsidR="001C28F6" w:rsidRPr="0066767B" w:rsidRDefault="001C28F6" w:rsidP="001C28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       2.Душнюку А.А.,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1C28F6" w:rsidRPr="0066767B" w:rsidRDefault="001C28F6" w:rsidP="001C28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  3. Даний дозвіл дійсний на протязі року з дня прийняття даного рішення.</w:t>
      </w:r>
    </w:p>
    <w:p w:rsidR="001C28F6" w:rsidRPr="0066767B" w:rsidRDefault="001C28F6" w:rsidP="001C28F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C28F6" w:rsidRPr="001C28F6" w:rsidRDefault="001C28F6" w:rsidP="001C28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1C28F6" w:rsidRPr="0066767B" w:rsidRDefault="001C28F6" w:rsidP="001C28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D601D1" w:rsidRPr="001C28F6" w:rsidRDefault="001C28F6" w:rsidP="001C28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Сільський  голова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val="uk-UA"/>
        </w:rPr>
        <w:t>Валерій    МИХАЛЮК</w:t>
      </w:r>
    </w:p>
    <w:sectPr w:rsidR="00D601D1" w:rsidRPr="001C28F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CDC" w:rsidRDefault="00F52CDC">
      <w:pPr>
        <w:spacing w:after="0" w:line="240" w:lineRule="auto"/>
      </w:pPr>
      <w:r>
        <w:separator/>
      </w:r>
    </w:p>
  </w:endnote>
  <w:endnote w:type="continuationSeparator" w:id="0">
    <w:p w:rsidR="00F52CDC" w:rsidRDefault="00F52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CDC" w:rsidRDefault="00F52CDC">
      <w:pPr>
        <w:spacing w:after="0" w:line="240" w:lineRule="auto"/>
      </w:pPr>
      <w:r>
        <w:separator/>
      </w:r>
    </w:p>
  </w:footnote>
  <w:footnote w:type="continuationSeparator" w:id="0">
    <w:p w:rsidR="00F52CDC" w:rsidRDefault="00F52C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8F6"/>
    <w:rsid w:val="001C28F6"/>
    <w:rsid w:val="004F6AAB"/>
    <w:rsid w:val="0071099A"/>
    <w:rsid w:val="00D601D1"/>
    <w:rsid w:val="00F5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F6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F6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2021-01-18T12:05:00Z</dcterms:created>
  <dcterms:modified xsi:type="dcterms:W3CDTF">2021-01-18T12:30:00Z</dcterms:modified>
</cp:coreProperties>
</file>