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78" w:rsidRPr="008F5204" w:rsidRDefault="00423278" w:rsidP="00423278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 xml:space="preserve">                                  ПРОЕКТ</w:t>
      </w:r>
    </w:p>
    <w:p w:rsidR="00423278" w:rsidRPr="008F5204" w:rsidRDefault="00587E8E" w:rsidP="00423278">
      <w:pPr>
        <w:rPr>
          <w:rFonts w:ascii="Times New Roman" w:hAnsi="Times New Roman" w:cs="Times New Roman"/>
        </w:rPr>
      </w:pPr>
      <w:r w:rsidRPr="00587E8E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9Hxe3kAAIt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BzT9Hxe3kAAItZBAAOAAAAAAAAAAAAAAAAAC4CAABkcnMvZTJvRG9j&#10;LnhtbFBLAQItABQABgAIAAAAIQCyHUyb4AAAAAoBAAAPAAAAAAAAAAAAAAAAANV7AABkcnMvZG93&#10;bnJldi54bWxQSwUGAAAAAAQABADzAAAA4n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kzMMMA&#10;AADdAAAADwAAAGRycy9kb3ducmV2LnhtbESPzarCMBSE9xd8h3AEd9fUVlSqUURUXAji3/7QHNti&#10;c1KaqPXtjXDhLoeZ+YaZLVpTiSc1rrSsYNCPQBBnVpecK7icN78TEM4ja6wsk4I3OVjMOz8zTLV9&#10;8ZGeJ5+LAGGXooLC+zqV0mUFGXR9WxMH72Ybgz7IJpe6wVeAm0rGUTSSBksOCwXWtCoou58eRoFN&#10;trv9NY+PyZrHnpeHye3a7pXqddvlFISn1v+H/9o7rSBOoiF834QnIO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kzM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SpcgA&#10;AADdAAAADwAAAGRycy9kb3ducmV2LnhtbESPQWsCMRSE7wX/Q3hCL6LZWmrbrVGKsLb2UFALvT42&#10;r5vVzcuSpLr6641Q6HGYmW+Y6byzjTiQD7VjBXejDARx6XTNlYKvbTF8AhEissbGMSk4UYD5rHcz&#10;xVy7I6/psImVSBAOOSowMba5lKE0ZDGMXEucvB/nLcYkfSW1x2OC20aOs2wiLdacFgy2tDBU7je/&#10;VsGu+DTfi8fz0g+e13QeFB9vzWqi1G2/e30BEamL/+G/9rtWML7PHuD6Jj0BOb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U1K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murcMA&#10;AADdAAAADwAAAGRycy9kb3ducmV2LnhtbESP3YrCMBCF74V9hzAL3siaroJIbRRZVhFvxLoPMDTT&#10;pthMSpO19e2NIHh5OD8fJ9sMthE36nztWMH3NAFBXDhdc6Xg77L7WoLwAVlj45gU3MnDZv0xyjDV&#10;rucz3fJQiTjCPkUFJoQ2ldIXhiz6qWuJo1e6zmKIsquk7rCP47aRsyRZSIs1R4LBln4MFdf830bI&#10;aY6nY9lfdvsBe/w9Gp5sz0qNP4ftCkSgIbzDr/ZBK5jNkwU838Qn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mur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elsYA&#10;AADdAAAADwAAAGRycy9kb3ducmV2LnhtbESPQUsDMRSE74L/ITzBm826alvWpkVqBRF6aBWKt8fm&#10;dXdx8xKS1+76740geBxm5htmsRpdr84UU+fZwO2kAEVce9txY+Dj/eVmDioJssXeMxn4pgSr5eXF&#10;AivrB97ReS+NyhBOFRpoRUKldapbcpgmPhBn7+ijQ8kyNtpGHDLc9bosiql22HFeaDHQuqX6a39y&#10;BrbDJrzNpg/H8BnvS52erRzWYsz11fj0CEpolP/wX/vVGijvihn8vs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7el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fRMAA&#10;AADdAAAADwAAAGRycy9kb3ducmV2LnhtbERPzYrCMBC+L/gOYQQvy5qugkjXKCIq4kXUfYChGZuy&#10;zaQ0WVvf3jkIHj++/8Wq97W6UxurwAa+xxko4iLYiksDv9fd1xxUTMgW68Bk4EERVsvBxwJzGzo+&#10;0/2SSiUhHHM04FJqcq1j4chjHIeGWLhbaD0mgW2pbYudhPtaT7Jspj1WLA0OG9o4Kv4u/15KTlM8&#10;HW/ddbfvscPt0fHn+mzMaNivf0Al6tNb/HIfrIHJNJO58kaegF4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YqfRM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3vf8YA&#10;AADdAAAADwAAAGRycy9kb3ducmV2LnhtbESPQUsDMRSE70L/Q3iCN5t11VrXpkWqgggerIXS22Pz&#10;urt08xKSZ3f990YQPA4z8w2zWI2uVyeKqfNs4GpagCKuve24MbD9fLmcg0qCbLH3TAa+KcFqOTlb&#10;YGX9wB902kijMoRThQZakVBpneqWHKapD8TZO/joULKMjbYRhwx3vS6LYqYddpwXWgy0bqk+br6c&#10;gffhObzdzW4PYR9vSp2erOzWYszF+fj4AEpolP/wX/vVGiivi3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3vf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5wQcMA&#10;AADdAAAADwAAAGRycy9kb3ducmV2LnhtbERPXWvCMBR9H+w/hDvwZWiqMhmdUaYQFByITtjrpbm2&#10;Zc1NSaKt/948CD4ezvd82dtGXMmH2rGC8SgDQVw4U3Op4PSrh58gQkQ22DgmBTcKsFy8vswxN67j&#10;A12PsRQphEOOCqoY21zKUFRkMYxcS5y4s/MWY4K+lMZjl8JtIydZNpMWa04NFba0rqj4P16sgtW+&#10;K6f+vVj1bnfe/H1obfSPVmrw1n9/gYjUx6f44d4aBZPpOO1Pb9IT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5wQ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qPn8QA&#10;AADdAAAADwAAAGRycy9kb3ducmV2LnhtbESPUWvCMBSF3wf7D+EKe5tp6zakM4pMCjJ8me4HXJq7&#10;ptrclCTW7t8bQfDxcM75DmexGm0nBvKhdawgn2YgiGunW24U/B6q1zmIEJE1do5JwT8FWC2fnxZY&#10;anfhHxr2sREJwqFEBSbGvpQy1IYshqnriZP357zFmKRvpPZ4SXDbySLLPqTFltOCwZ6+DNWn/dkq&#10;qL6L3XA6a1+59fhm6d0c5xuj1MtkXH+CiDTGR/je3moFxSz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qj5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BLrcYA&#10;AADdAAAADwAAAGRycy9kb3ducmV2LnhtbESPUWvCMBSF3wf7D+EO9jI0tTKRzigqhAkOxlTw9dJc&#10;27LmpiSZ7f69EQZ7PJxzvsNZrAbbiiv50DhWMBlnIIhLZxquFJyOejQHESKywdYxKfilAKvl48MC&#10;C+N6/qLrIVYiQTgUqKCOsSukDGVNFsPYdcTJuzhvMSbpK2k89gluW5ln2UxabDgt1NjRtqby+/Bj&#10;FWw++2rqX8rN4PaX9/Or1kZ/aKWen4b1G4hIQ/wP/7V3RkE+neRwf5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BLr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0c8QA&#10;AADdAAAADwAAAGRycy9kb3ducmV2LnhtbESPUWvCMBSF3wf+h3CFvc3U6kQ6o4hSGOLLdD/g0tw1&#10;nc1NSWLt/v0iCD4ezjnf4aw2g21FTz40jhVMJxkI4srphmsF3+fybQkiRGSNrWNS8EcBNuvRywoL&#10;7W78Rf0p1iJBOBSowMTYFVKGypDFMHEdcfJ+nLcYk/S11B5vCW5bmWfZQlpsOC0Y7GhnqLqcrlZB&#10;eciP/eWqfem2w9zSu/ld7o1Sr+Nh+wEi0hCf4Uf7UyvIZ9MZ3N+k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0tH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g2IcEA&#10;AADdAAAADwAAAGRycy9kb3ducmV2LnhtbESP3arCMBCE7wXfIazgnab1D6lGEUHRS6sPsDRrW2w2&#10;tYm2vr05cMDLYWa+YdbbzlTiTY0rLSuIxxEI4szqknMFt+thtAThPLLGyjIp+JCD7abfW2OibcsX&#10;eqc+FwHCLkEFhfd1IqXLCjLoxrYmDt7dNgZ9kE0udYNtgJtKTqJoIQ2WHBYKrGlfUPZIX0bB7NMe&#10;n+n8ER20ofg8rc/ss7lSw0G3W4Hw1Plf+L990gom03gGf2/CE5Cb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YNi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KpsQA&#10;AADdAAAADwAAAGRycy9kb3ducmV2LnhtbESPT4vCMBTE7wt+h/CEvWlqRVmrUURxEU9u/XN+NM+2&#10;2LyUJmr99kYQ9jjMzG+Y2aI1lbhT40rLCgb9CARxZnXJuYLjYdP7AeE8ssbKMil4koPFvPM1w0Tb&#10;B//RPfW5CBB2CSoovK8TKV1WkEHXtzVx8C62MeiDbHKpG3wEuKlkHEVjabDksFBgTauCsmt6Mwpu&#10;43N85MtO79P183ey3iydPOVKfXfb5RSEp9b/hz/trVYQDwcjeL8JT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Giq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dr1sgA&#10;AADd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NE/h7E56An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d2v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/Y98YA&#10;AADdAAAADwAAAGRycy9kb3ducmV2LnhtbESPT2vCQBTE74LfYXlCb3VjLGpjVukfquIppoVeH9ln&#10;Esy+Ddmtxn76rlDwOMzMb5h03ZtGnKlztWUFk3EEgriwuuZSwdfnx+MChPPIGhvLpOBKDtar4SDF&#10;RNsLH+ic+1IECLsEFVTet4mUrqjIoBvbljh4R9sZ9EF2pdQdXgLcNDKOopk0WHNYqLClt4qKU/5j&#10;FPzOvjFz2/j1fao9XZ8WG7vPNko9jPqXJQhPvb+H/9s7rSCezp/h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/Y9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hS9cEA&#10;AADdAAAADwAAAGRycy9kb3ducmV2LnhtbERPzYrCMBC+C/sOYRb2pul2VdxqlEUUvKl1H2BoxrTY&#10;TGoTtfr05iB4/Pj+Z4vO1uJKra8cK/geJCCIC6crNgr+D+v+BIQPyBprx6TgTh4W84/eDDPtbryn&#10;ax6MiCHsM1RQhtBkUvqiJIt+4BriyB1dazFE2BqpW7zFcFvLNEnG0mLFsaHEhpYlFaf8YhWcXTrS&#10;Xb7C7Wn1u6uMGZ4f+6FSX5/d3xREoC68xS/3RitIfyZxf3wTn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4UvX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V9BsUA&#10;AADdAAAADwAAAGRycy9kb3ducmV2LnhtbESPwW7CMBBE75X4B2uReiMOIGgIGFQqVeIK9MBxsZck&#10;EK/T2EDK19eVkHoczcwbzWLV2VrcqPWVYwXDJAVBrJ2puFDwtf8cZCB8QDZYOyYFP+Rhtey9LDA3&#10;7s5buu1CISKEfY4KyhCaXEqvS7LoE9cQR+/kWoshyraQpsV7hNtajtJ0Ki1WHBdKbOijJH3ZXa2C&#10;TXWkyVSfZjZb6+3h8R3Gb2ej1Gu/e5+DCNSF//CzvTEKRuNsCH9v4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X0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4QhcIA&#10;AADdAAAADwAAAGRycy9kb3ducmV2LnhtbERPXWvCMBR9H/gfwhX2NlM7GFqNxQrCxqagjvl6ae6a&#10;suamNFmt/34ZCD6eb84yH2wjeup87VjBdJKAIC6drrlS8HnaPs1A+ICssXFMCq7kIV+NHpaYaXfh&#10;A/XHUIlYwj5DBSaENpPSl4Ys+olriaP27TqLIcKukrrDSyy3jUyT5EVarDkuGGxpY6j8Of5aBT3u&#10;r8nZFLv5W/1Rpvvi611HXj2Oh/UCRKAh3M239KtWkD7PUvh/E5+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zhC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LfsQA&#10;AADdAAAADwAAAGRycy9kb3ducmV2LnhtbESPQUvDQBSE70L/w/KE3uzGFKTEbksptHis0YPHZ/Y1&#10;m5p9L+yuTfTXu4LgcZiZb5j1dvK9ulKInbCB+0UBirgR23Fr4PXlcLcCFROyxV6YDHxRhO1mdrPG&#10;ysrIz3StU6syhGOFBlxKQ6V1bBx5jAsZiLN3luAxZRlabQOOGe57XRbFg/bYcV5wONDeUfNRf3oD&#10;47F5v5TnN+u+wyCH+iSXshdj5rfT7hFUoin9h//aT9ZAuVwt4fdNfg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5C3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VrccA&#10;AADdAAAADwAAAGRycy9kb3ducmV2LnhtbESP3WrCQBSE7wu+w3KE3tWNabEhdRWrFYpYxJ/en2ZP&#10;k9jdsyG71fTtu4Lg5TAz3zDjaWeNOFHra8cKhoMEBHHhdM2lgsN++ZCB8AFZo3FMCv7Iw3TSuxtj&#10;rt2Zt3TahVJECPscFVQhNLmUvqjIoh+4hjh63661GKJsS6lbPEe4NTJNkpG0WHNcqLCheUXFz+7X&#10;KlhuFuaYfmxnnzLM356/TLZ6XayVuu93sxcQgbpwC1/b71pB+pg9we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71a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C9j8UA&#10;AADdAAAADwAAAGRycy9kb3ducmV2LnhtbESPQYvCMBSE78L+h/AWvMiaqiila5RlQVRQUFfw+mze&#10;tsXmpTSx1n9vBMHjMDPfMNN5a0rRUO0KywoG/QgEcWp1wZmC49/iKwbhPLLG0jIpuJOD+eyjM8VE&#10;2xvvqTn4TAQIuwQV5N5XiZQuzcmg69uKOHj/tjbog6wzqWu8Bbgp5TCKJtJgwWEhx4p+c0ovh6tR&#10;0Ow252zVuGp9iXtuPDovl1t9Uqr72f58g/DU+nf41V5pBcNRPIb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0L2P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fMccA&#10;AADdAAAADwAAAGRycy9kb3ducmV2LnhtbESPQWvCQBSE74X+h+UJvdWNaSsxukoVCr0I1fagt2f2&#10;mQSzb+PuVqO/3hUKPQ4z8w0zmXWmESdyvrasYNBPQBAXVtdcKvj5/njOQPiArLGxTAou5GE2fXyY&#10;YK7tmVd0WodSRAj7HBVUIbS5lL6oyKDv25Y4envrDIYoXSm1w3OEm0amSTKUBmuOCxW2tKioOKx/&#10;jYL5KJsfv155eV3ttrTd7A5vqUuUeup172MQgbrwH/5rf2oF6Us2hP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jXzHHAAAA3QAAAA8AAAAAAAAAAAAAAAAAmAIAAGRy&#10;cy9kb3ducmV2LnhtbFBLBQYAAAAABAAEAPUAAACMAwAAAAA=&#10;" fillcolor="black" stroked="f"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5pMgA&#10;AADdAAAADwAAAGRycy9kb3ducmV2LnhtbESPQWvCQBSE70L/w/KE3nRjSm1IXaW2FoTag7aHHl+z&#10;r8mS7NuQXTX6612h4HGYmW+Y2aK3jThQ541jBZNxAoK4cNpwqeD7632UgfABWWPjmBScyMNifjeY&#10;Ya7dkbd02IVSRAj7HBVUIbS5lL6oyKIfu5Y4en+usxii7EqpOzxGuG1kmiRTadFwXKiwpdeKinq3&#10;twp+PqYm2xpKfzfn5UpvHuvl51ut1P2wf3kGEagPt/B/e60VpA/ZE1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xjmk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yTY8MA&#10;AADdAAAADwAAAGRycy9kb3ducmV2LnhtbERPz2vCMBS+D/wfwhN2m+kcSOlMi2yIu+ygbuz6aJ5N&#10;bfPSJVGrf/1yGHj8+H4vq9H24kw+tI4VPM8yEMS10y03Cr7266ccRIjIGnvHpOBKAapy8rDEQrsL&#10;b+m8i41IIRwKVGBiHAopQ23IYpi5gThxB+ctxgR9I7XHSwq3vZxn2UJabDk1GBzozVDd7U5WgV/9&#10;vHc3Pn132e3zGjbH8TdHo9TjdFy9gog0xrv43/2hFcxf8jQ3vUlP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yTY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STSsUA&#10;AADdAAAADwAAAGRycy9kb3ducmV2LnhtbESPUWvCQBCE3wv+h2MLvhS9NEKr0VOkUBAqBa0/YM2t&#10;SejdXshtNfbXe4WCj8PMfMMsVr136kxdbAIbeB5noIjLYBuuDBy+3kdTUFGQLbrAZOBKEVbLwcMC&#10;CxsuvKPzXiqVIBwLNFCLtIXWsazJYxyHljh5p9B5lCS7StsOLwnunc6z7EV7bDgt1NjSW03l9/7H&#10;G3D50c0+XuNWrge9zX697J4+rTHDx349ByXUyz38395YA/lkOoO/N+k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pJNK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jTsMA&#10;AADdAAAADwAAAGRycy9kb3ducmV2LnhtbERPTWvCMBi+D/wP4RW8zdQOxuyM4gdCLx5WHV5fm3dN&#10;WfKmNJlWf/1yGOz48HwvVoOz4kp9aD0rmE0zEMS11y03Ck7H/fMbiBCRNVrPpOBOAVbL0dMCC+1v&#10;/EHXKjYihXAoUIGJsSukDLUhh2HqO+LEffneYUywb6Tu8ZbCnZV5lr1Khy2nBoMdbQ3V39WPU7Cr&#10;OpufSrMJ58/D5WLLx57OO6Um42H9DiLSEP/Ff+5SK8hf5ml/epOe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ujT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BJZMUA&#10;AADdAAAADwAAAGRycy9kb3ducmV2LnhtbESPQWsCMRSE7wX/Q3iCt5qsgq3rRhGpIPRUqwdvj+S5&#10;u7p5WTapu/33TaHQ4zAz3zDFZnCNeFAXas8asqkCQWy8rbnUcPrcP7+CCBHZYuOZNHxTgM169FRg&#10;bn3PH/Q4xlIkCIccNVQxtrmUwVTkMEx9S5y8q+8cxiS7UtoO+wR3jZwptZAOa04LFba0q8jcj19O&#10;w20v371RaM6nc3+wL5e3BTVK68l42K5ARBrif/ivfbAaZvNlBr9v0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EElk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t1PcYA&#10;AADdAAAADwAAAGRycy9kb3ducmV2LnhtbESPT2vCQBTE74V+h+UVvNVNIxRN3YgtCKL0oCmlx9fs&#10;yx+SfRt2V43fvlsQPA4z8xtmuRpNL87kfGtZwcs0AUFcWt1yreCr2DzPQfiArLG3TAqu5GGVPz4s&#10;MdP2wgc6H0MtIoR9hgqaEIZMSl82ZNBP7UAcvco6gyFKV0vt8BLhppdpkrxKgy3HhQYH+mio7I4n&#10;o+DntOfqc7Zbu/fwbcfCd+nvvFNq8jSu30AEGsM9fGtvtYJ0tkj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t1P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1qdMcA&#10;AADdAAAADwAAAGRycy9kb3ducmV2LnhtbESPQWvCQBSE7wX/w/IKvTWbRls0uooKhV6Eanuot2f2&#10;mQSzb+PuVqO/visUPA4z8w0zmXWmESdyvras4CVJQRAXVtdcKvj+en8egvABWWNjmRRcyMNs2nuY&#10;YK7tmdd02oRSRAj7HBVUIbS5lL6oyKBPbEscvb11BkOUrpTa4TnCTSOzNH2TBmuOCxW2tKyoOGx+&#10;jYLFaLg4fg54dV3vtrT92R1eM5cq9fTYzccgAnXhHv5vf2gFWX/Uh9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NanTHAAAA3QAAAA8AAAAAAAAAAAAAAAAAmAIAAGRy&#10;cy9kb3ducmV2LnhtbFBLBQYAAAAABAAEAPUAAACMAwAAAAA=&#10;" fillcolor="black" stroked="f"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IAcUA&#10;AADdAAAADwAAAGRycy9kb3ducmV2LnhtbESPQUsDMRSE70L/Q3gFbzbbVsSuTctSEMXTtiq9vm6e&#10;m6WblyWJ6frvjSD0OMzMN8x6O9peJPKhc6xgPitAEDdOd9wq+Hh/vnsEESKyxt4xKfihANvN5GaN&#10;pXYX3lM6xFZkCIcSFZgYh1LK0BiyGGZuIM7el/MWY5a+ldrjJcNtLxdF8SAtdpwXDA60M9ScD99W&#10;QTrt6mqZjsns33zVele/fJ5qpW6nY/UEItIYr+H/9qtWsFiu7u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mAgB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NaMYA&#10;AADdAAAADwAAAGRycy9kb3ducmV2LnhtbESPQWvCQBSE74X+h+UVvOlGpVJTVymiUntpGwU9PrKv&#10;2dDs25BdY/TXuwWhx2FmvmFmi85WoqXGl44VDAcJCOLc6ZILBfvduv8CwgdkjZVjUnAhD4v548MM&#10;U+3O/E1tFgoRIexTVGBCqFMpfW7Ioh+4mjh6P66xGKJsCqkbPEe4reQoSSbSYslxwWBNS0P5b3ay&#10;CvxwuTp82Ou0PW4Mf2ZbM/kqjFK9p+7tFUSgLvyH7+13rWA0nj7D35v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NNa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23278" w:rsidRDefault="00423278" w:rsidP="004232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23278" w:rsidRPr="008F5204" w:rsidRDefault="00423278" w:rsidP="00423278">
      <w:pPr>
        <w:jc w:val="center"/>
        <w:rPr>
          <w:rFonts w:ascii="Times New Roman" w:hAnsi="Times New Roman" w:cs="Times New Roman"/>
          <w:b/>
        </w:rPr>
      </w:pPr>
    </w:p>
    <w:p w:rsidR="00423278" w:rsidRPr="008F5204" w:rsidRDefault="00423278" w:rsidP="00423278">
      <w:pPr>
        <w:jc w:val="center"/>
        <w:rPr>
          <w:rFonts w:ascii="Times New Roman" w:hAnsi="Times New Roman" w:cs="Times New Roman"/>
          <w:b/>
        </w:rPr>
      </w:pPr>
    </w:p>
    <w:p w:rsidR="00423278" w:rsidRPr="008F5204" w:rsidRDefault="00423278" w:rsidP="00423278">
      <w:pPr>
        <w:jc w:val="center"/>
        <w:rPr>
          <w:rFonts w:ascii="Times New Roman" w:hAnsi="Times New Roman" w:cs="Times New Roman"/>
          <w:b/>
        </w:rPr>
      </w:pPr>
    </w:p>
    <w:p w:rsidR="00423278" w:rsidRPr="008F5204" w:rsidRDefault="00423278" w:rsidP="0042327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423278" w:rsidRPr="008F5204" w:rsidRDefault="00423278" w:rsidP="00423278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423278" w:rsidRPr="008F5204" w:rsidRDefault="00423278" w:rsidP="0042327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423278" w:rsidRPr="008F5204" w:rsidRDefault="00423278" w:rsidP="0042327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423278" w:rsidRPr="008F5204" w:rsidRDefault="00423278" w:rsidP="00423278">
      <w:pPr>
        <w:jc w:val="center"/>
        <w:rPr>
          <w:rFonts w:ascii="Times New Roman" w:hAnsi="Times New Roman" w:cs="Times New Roman"/>
          <w:b/>
        </w:rPr>
      </w:pPr>
    </w:p>
    <w:p w:rsidR="00423278" w:rsidRPr="008F5204" w:rsidRDefault="00423278" w:rsidP="0042327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423278" w:rsidRPr="008F5204" w:rsidRDefault="00423278" w:rsidP="00423278">
      <w:pPr>
        <w:jc w:val="center"/>
        <w:rPr>
          <w:rFonts w:ascii="Times New Roman" w:hAnsi="Times New Roman" w:cs="Times New Roman"/>
          <w:b/>
        </w:rPr>
      </w:pPr>
    </w:p>
    <w:p w:rsidR="00423278" w:rsidRPr="008F5204" w:rsidRDefault="00423278" w:rsidP="00423278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423278" w:rsidRPr="008F5204" w:rsidRDefault="00423278" w:rsidP="00423278">
      <w:pPr>
        <w:rPr>
          <w:rFonts w:ascii="Times New Roman" w:hAnsi="Times New Roman" w:cs="Times New Roman"/>
        </w:rPr>
      </w:pPr>
    </w:p>
    <w:p w:rsidR="00423278" w:rsidRPr="008F5204" w:rsidRDefault="00423278" w:rsidP="004232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423278" w:rsidRPr="008F5204" w:rsidRDefault="00423278" w:rsidP="00423278">
      <w:pPr>
        <w:rPr>
          <w:rFonts w:ascii="Times New Roman" w:hAnsi="Times New Roman" w:cs="Times New Roman"/>
        </w:rPr>
      </w:pPr>
    </w:p>
    <w:p w:rsidR="00423278" w:rsidRPr="008F5204" w:rsidRDefault="00423278" w:rsidP="00423278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423278" w:rsidRPr="008F5204" w:rsidRDefault="00423278" w:rsidP="00423278">
      <w:pPr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Про затвердження проекту землеустрою</w:t>
      </w:r>
    </w:p>
    <w:p w:rsidR="00423278" w:rsidRPr="008F5204" w:rsidRDefault="00423278" w:rsidP="00423278">
      <w:pPr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щодо відведення земельної ділянки  та</w:t>
      </w:r>
    </w:p>
    <w:p w:rsidR="00423278" w:rsidRPr="008F5204" w:rsidRDefault="00423278" w:rsidP="00423278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передачі  її у власність  </w:t>
      </w:r>
    </w:p>
    <w:p w:rsidR="00423278" w:rsidRPr="008F5204" w:rsidRDefault="00423278" w:rsidP="00423278">
      <w:pPr>
        <w:tabs>
          <w:tab w:val="left" w:pos="2160"/>
        </w:tabs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Сметанюк</w:t>
      </w:r>
      <w:proofErr w:type="spellEnd"/>
      <w:r>
        <w:rPr>
          <w:rFonts w:ascii="Times New Roman" w:hAnsi="Times New Roman" w:cs="Times New Roman"/>
          <w:b/>
        </w:rPr>
        <w:t xml:space="preserve"> А.І.</w:t>
      </w:r>
    </w:p>
    <w:p w:rsidR="00423278" w:rsidRPr="008F5204" w:rsidRDefault="00423278" w:rsidP="00423278">
      <w:pPr>
        <w:tabs>
          <w:tab w:val="left" w:pos="2160"/>
        </w:tabs>
        <w:rPr>
          <w:rFonts w:ascii="Times New Roman" w:hAnsi="Times New Roman" w:cs="Times New Roman"/>
        </w:rPr>
      </w:pPr>
    </w:p>
    <w:p w:rsidR="00423278" w:rsidRPr="008F5204" w:rsidRDefault="00423278" w:rsidP="00423278">
      <w:pPr>
        <w:tabs>
          <w:tab w:val="left" w:pos="2160"/>
        </w:tabs>
        <w:rPr>
          <w:rFonts w:ascii="Times New Roman" w:hAnsi="Times New Roman" w:cs="Times New Roman"/>
        </w:rPr>
      </w:pPr>
    </w:p>
    <w:p w:rsidR="00423278" w:rsidRPr="008F5204" w:rsidRDefault="00423278" w:rsidP="00423278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Сметанюка</w:t>
      </w:r>
      <w:proofErr w:type="spellEnd"/>
      <w:r>
        <w:rPr>
          <w:rFonts w:ascii="Times New Roman" w:hAnsi="Times New Roman" w:cs="Times New Roman"/>
        </w:rPr>
        <w:t xml:space="preserve"> А.І., </w:t>
      </w:r>
      <w:r w:rsidRPr="008F5204">
        <w:rPr>
          <w:rFonts w:ascii="Times New Roman" w:hAnsi="Times New Roman" w:cs="Times New Roman"/>
        </w:rPr>
        <w:t xml:space="preserve">сільська   рада    </w:t>
      </w:r>
    </w:p>
    <w:p w:rsidR="00423278" w:rsidRPr="008F5204" w:rsidRDefault="00423278" w:rsidP="00423278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ВИРІШИЛА:</w:t>
      </w:r>
    </w:p>
    <w:p w:rsidR="00423278" w:rsidRPr="008F5204" w:rsidRDefault="00423278" w:rsidP="00423278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proofErr w:type="spellStart"/>
      <w:r>
        <w:rPr>
          <w:rFonts w:ascii="Times New Roman" w:hAnsi="Times New Roman" w:cs="Times New Roman"/>
        </w:rPr>
        <w:t>Сметанюку</w:t>
      </w:r>
      <w:proofErr w:type="spellEnd"/>
      <w:r>
        <w:rPr>
          <w:rFonts w:ascii="Times New Roman" w:hAnsi="Times New Roman" w:cs="Times New Roman"/>
        </w:rPr>
        <w:t xml:space="preserve"> Анатолію Івановичу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 w:rsidRPr="008F5204">
        <w:rPr>
          <w:rFonts w:ascii="Times New Roman" w:hAnsi="Times New Roman" w:cs="Times New Roman"/>
        </w:rPr>
        <w:t>площею 0</w:t>
      </w:r>
      <w:r>
        <w:rPr>
          <w:rFonts w:ascii="Times New Roman" w:hAnsi="Times New Roman" w:cs="Times New Roman"/>
        </w:rPr>
        <w:t>.0814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 w:rsidRPr="008F5204">
        <w:rPr>
          <w:rFonts w:ascii="Times New Roman" w:hAnsi="Times New Roman" w:cs="Times New Roman"/>
          <w:color w:val="auto"/>
        </w:rPr>
        <w:t>с.</w:t>
      </w:r>
      <w:r>
        <w:rPr>
          <w:rFonts w:ascii="Times New Roman" w:hAnsi="Times New Roman" w:cs="Times New Roman"/>
          <w:color w:val="auto"/>
        </w:rPr>
        <w:t>Полянь</w:t>
      </w:r>
      <w:proofErr w:type="spellEnd"/>
      <w:r w:rsidRPr="008F5204">
        <w:rPr>
          <w:rFonts w:ascii="Times New Roman" w:hAnsi="Times New Roman" w:cs="Times New Roman"/>
          <w:color w:val="auto"/>
        </w:rPr>
        <w:t>.</w:t>
      </w:r>
    </w:p>
    <w:p w:rsidR="00423278" w:rsidRPr="008F5204" w:rsidRDefault="00423278" w:rsidP="00423278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Передати </w:t>
      </w:r>
      <w:proofErr w:type="spellStart"/>
      <w:r>
        <w:rPr>
          <w:rFonts w:ascii="Times New Roman" w:hAnsi="Times New Roman" w:cs="Times New Roman"/>
        </w:rPr>
        <w:t>Сметанюку</w:t>
      </w:r>
      <w:proofErr w:type="spellEnd"/>
      <w:r>
        <w:rPr>
          <w:rFonts w:ascii="Times New Roman" w:hAnsi="Times New Roman" w:cs="Times New Roman"/>
        </w:rPr>
        <w:t xml:space="preserve"> Анатолію Івановичу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за адресою: </w:t>
      </w:r>
      <w:r w:rsidR="0024466E" w:rsidRPr="0024466E">
        <w:rPr>
          <w:rFonts w:ascii="Times New Roman" w:hAnsi="Times New Roman" w:cs="Times New Roman"/>
          <w:lang w:val="ru-RU"/>
        </w:rPr>
        <w:t>________________________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24466E" w:rsidRPr="0024466E">
        <w:rPr>
          <w:rFonts w:ascii="Times New Roman" w:hAnsi="Times New Roman" w:cs="Times New Roman"/>
          <w:lang w:val="ru-RU"/>
        </w:rPr>
        <w:t>_____________</w:t>
      </w:r>
      <w:r w:rsidRPr="008F5204">
        <w:rPr>
          <w:rFonts w:ascii="Times New Roman" w:hAnsi="Times New Roman" w:cs="Times New Roman"/>
        </w:rPr>
        <w:t>, у власність земельну ділянку, площею 0,</w:t>
      </w:r>
      <w:r>
        <w:rPr>
          <w:rFonts w:ascii="Times New Roman" w:hAnsi="Times New Roman" w:cs="Times New Roman"/>
        </w:rPr>
        <w:t>0814</w:t>
      </w:r>
      <w:r w:rsidRPr="008F5204">
        <w:rPr>
          <w:rFonts w:ascii="Times New Roman" w:hAnsi="Times New Roman" w:cs="Times New Roman"/>
        </w:rPr>
        <w:t xml:space="preserve"> га, кадастровий номер: 6823986800:0</w:t>
      </w:r>
      <w:r>
        <w:rPr>
          <w:rFonts w:ascii="Times New Roman" w:hAnsi="Times New Roman" w:cs="Times New Roman"/>
        </w:rPr>
        <w:t>1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03:0029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</w:rPr>
        <w:t>с.Полянь</w:t>
      </w:r>
      <w:proofErr w:type="spellEnd"/>
      <w:r w:rsidRPr="008F5204">
        <w:rPr>
          <w:rFonts w:ascii="Times New Roman" w:hAnsi="Times New Roman" w:cs="Times New Roman"/>
        </w:rPr>
        <w:t>.</w:t>
      </w:r>
    </w:p>
    <w:p w:rsidR="00423278" w:rsidRPr="008F5204" w:rsidRDefault="00423278" w:rsidP="00423278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Сметанюку</w:t>
      </w:r>
      <w:proofErr w:type="spellEnd"/>
      <w:r>
        <w:rPr>
          <w:rFonts w:ascii="Times New Roman" w:hAnsi="Times New Roman" w:cs="Times New Roman"/>
        </w:rPr>
        <w:t xml:space="preserve"> А.І.,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ому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23278" w:rsidRPr="008F5204" w:rsidRDefault="00423278" w:rsidP="00423278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23278" w:rsidRPr="008F5204" w:rsidRDefault="00423278" w:rsidP="00423278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423278" w:rsidRPr="00423278" w:rsidRDefault="00423278" w:rsidP="00423278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CA446C" w:rsidRPr="00423278" w:rsidRDefault="00423278" w:rsidP="00423278">
      <w:pPr>
        <w:tabs>
          <w:tab w:val="left" w:pos="2160"/>
        </w:tabs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  <w:r w:rsidRPr="008F5204">
        <w:rPr>
          <w:rFonts w:ascii="Times New Roman" w:hAnsi="Times New Roman" w:cs="Times New Roman"/>
        </w:rPr>
        <w:t xml:space="preserve"> </w:t>
      </w:r>
    </w:p>
    <w:sectPr w:rsidR="00CA446C" w:rsidRPr="00423278" w:rsidSect="00CA4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23278"/>
    <w:rsid w:val="00046836"/>
    <w:rsid w:val="00171A2E"/>
    <w:rsid w:val="0024466E"/>
    <w:rsid w:val="00304C90"/>
    <w:rsid w:val="00326A7A"/>
    <w:rsid w:val="00423278"/>
    <w:rsid w:val="00505B6D"/>
    <w:rsid w:val="00587E8E"/>
    <w:rsid w:val="006D3977"/>
    <w:rsid w:val="007D6C18"/>
    <w:rsid w:val="00CA446C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7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2020-02-13T11:29:00Z</dcterms:created>
  <dcterms:modified xsi:type="dcterms:W3CDTF">2020-02-13T12:19:00Z</dcterms:modified>
</cp:coreProperties>
</file>