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F31" w:rsidRDefault="00A75F31" w:rsidP="00A75F3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F31" w:rsidRDefault="00A75F31" w:rsidP="00A75F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5F31" w:rsidRDefault="00A75F31" w:rsidP="00A75F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F31" w:rsidRDefault="00A75F31" w:rsidP="00A75F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5F31" w:rsidRDefault="00A75F31" w:rsidP="00A75F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F31" w:rsidRDefault="00A75F31" w:rsidP="00A75F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5F31" w:rsidRDefault="00A75F31" w:rsidP="00A75F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F31" w:rsidRDefault="00A75F31" w:rsidP="00A75F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5F31" w:rsidRDefault="00A75F31" w:rsidP="00A75F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F31" w:rsidRDefault="00A75F31" w:rsidP="00A75F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5F31" w:rsidRDefault="00A75F31" w:rsidP="00A75F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F31" w:rsidRDefault="00A75F31" w:rsidP="00A75F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5F31" w:rsidRDefault="00A75F31" w:rsidP="00A75F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F31" w:rsidRDefault="00A75F31" w:rsidP="00A75F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5F31" w:rsidRDefault="00A75F31" w:rsidP="00A75F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F31" w:rsidRDefault="00A75F31" w:rsidP="00A75F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5F31" w:rsidRDefault="00A75F31" w:rsidP="00A75F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F31" w:rsidRDefault="00A75F31" w:rsidP="00A75F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5F31" w:rsidRDefault="00A75F31" w:rsidP="00A75F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F31" w:rsidRDefault="00A75F31" w:rsidP="00A75F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5F31" w:rsidRDefault="00A75F31" w:rsidP="00A75F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F31" w:rsidRDefault="00A75F31" w:rsidP="00A75F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F31" w:rsidRDefault="00A75F31" w:rsidP="00A75F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F31" w:rsidRDefault="00A75F31" w:rsidP="00A75F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F31" w:rsidRDefault="00A75F31" w:rsidP="00A75F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F31" w:rsidRDefault="00A75F31" w:rsidP="00A75F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F31" w:rsidRDefault="00A75F31" w:rsidP="00A75F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F31" w:rsidRDefault="00A75F31" w:rsidP="00A75F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F31" w:rsidRDefault="00A75F31" w:rsidP="00A75F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F31" w:rsidRDefault="00A75F31" w:rsidP="00A75F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F31" w:rsidRDefault="00A75F31" w:rsidP="00A75F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75F31" w:rsidRDefault="00A75F31" w:rsidP="00A75F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75F31" w:rsidRDefault="00A75F31" w:rsidP="00A75F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75F31" w:rsidRDefault="00A75F31" w:rsidP="00A75F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75F31" w:rsidRDefault="00A75F31" w:rsidP="00A75F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75F31" w:rsidRDefault="00A75F31" w:rsidP="00A75F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75F31" w:rsidRDefault="00A75F31" w:rsidP="00A75F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75F31" w:rsidRDefault="00A75F31" w:rsidP="00A75F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75F31" w:rsidRDefault="00A75F31" w:rsidP="00A75F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75F31" w:rsidRDefault="00A75F31" w:rsidP="00A75F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75F31" w:rsidRDefault="00A75F31" w:rsidP="00A75F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75F31" w:rsidRDefault="00A75F31" w:rsidP="00A75F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75F31" w:rsidRDefault="00A75F31" w:rsidP="00A75F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75F31" w:rsidRDefault="00A75F31" w:rsidP="00A75F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75F31" w:rsidRDefault="00A75F31" w:rsidP="00A75F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75F31" w:rsidRDefault="00A75F31" w:rsidP="00A75F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75F31" w:rsidRDefault="00A75F31" w:rsidP="00A75F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75F31" w:rsidRDefault="00A75F31" w:rsidP="00A75F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75F31" w:rsidRDefault="00A75F31" w:rsidP="00A75F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75F31" w:rsidRDefault="00A75F31" w:rsidP="00A75F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75F31" w:rsidRDefault="00A75F31" w:rsidP="00A75F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A75F31" w:rsidRDefault="00A75F31" w:rsidP="00A75F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75F31" w:rsidRDefault="00A75F31" w:rsidP="00A75F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75F31" w:rsidRDefault="00A75F31" w:rsidP="00A75F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75F31" w:rsidRDefault="00A75F31" w:rsidP="00A75F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75F31" w:rsidRDefault="00A75F31" w:rsidP="00A75F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75F31" w:rsidRDefault="00A75F31" w:rsidP="00A75F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75F31" w:rsidRDefault="00A75F31" w:rsidP="00A75F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A75F31" w:rsidRDefault="00A75F31" w:rsidP="00A75F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75F31" w:rsidRDefault="00A75F31" w:rsidP="00A75F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75F31" w:rsidRDefault="00A75F31" w:rsidP="00A75F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75F31" w:rsidRDefault="00A75F31" w:rsidP="00A75F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5F31" w:rsidRDefault="00A75F31" w:rsidP="00A75F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5F31" w:rsidRDefault="00A75F31" w:rsidP="00A75F3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5F31" w:rsidRDefault="00A75F31" w:rsidP="00A75F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75F31" w:rsidRDefault="00A75F31" w:rsidP="00A75F3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75F31" w:rsidRDefault="00A75F31" w:rsidP="00A75F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75F31" w:rsidRDefault="00A75F31" w:rsidP="00A75F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75F31" w:rsidRDefault="00A75F31" w:rsidP="00A75F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5F31" w:rsidRDefault="00A75F31" w:rsidP="00A75F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75F31" w:rsidRDefault="00A75F31" w:rsidP="00A75F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5F31" w:rsidRDefault="00A75F31" w:rsidP="00A75F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75F31" w:rsidRDefault="00A75F31" w:rsidP="00A75F3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75F31" w:rsidRDefault="00A75F31" w:rsidP="00A75F3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№49</w:t>
      </w:r>
    </w:p>
    <w:p w:rsidR="00A75F31" w:rsidRPr="00B60227" w:rsidRDefault="00A75F31" w:rsidP="00A75F31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75F31" w:rsidRPr="00B60227" w:rsidRDefault="00A75F31" w:rsidP="00A75F31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A75F31" w:rsidRPr="00B60227" w:rsidRDefault="00A75F31" w:rsidP="00A75F3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B60227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B60227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A75F31" w:rsidRPr="00B60227" w:rsidRDefault="00A75F31" w:rsidP="00A75F3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A75F31" w:rsidRPr="00B60227" w:rsidRDefault="00A75F31" w:rsidP="00A75F3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>Шпак В.І.</w:t>
      </w:r>
    </w:p>
    <w:p w:rsidR="00A75F31" w:rsidRPr="00B60227" w:rsidRDefault="00A75F31" w:rsidP="00A75F3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75F31" w:rsidRPr="00B60227" w:rsidRDefault="00A75F31" w:rsidP="00A75F3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 xml:space="preserve">          Відповідно 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B60227">
        <w:rPr>
          <w:rFonts w:ascii="Times New Roman" w:eastAsia="Calibri" w:hAnsi="Times New Roman" w:cs="Times New Roman"/>
          <w:sz w:val="24"/>
        </w:rPr>
        <w:t xml:space="preserve">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Шпак В.І.,  сільська рада </w:t>
      </w:r>
    </w:p>
    <w:p w:rsidR="00A75F31" w:rsidRPr="00C21DA8" w:rsidRDefault="00A75F31" w:rsidP="00A75F3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>ВИРІШИЛА:</w:t>
      </w:r>
    </w:p>
    <w:p w:rsidR="00A75F31" w:rsidRPr="00B60227" w:rsidRDefault="00A75F31" w:rsidP="00A75F3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 xml:space="preserve">       1. Надати  Шпак Валентині Іванівні, яка зареєстрована за адресою: </w:t>
      </w:r>
      <w:r w:rsidR="00665454" w:rsidRPr="00665454">
        <w:rPr>
          <w:rFonts w:ascii="Times New Roman" w:eastAsia="Calibri" w:hAnsi="Times New Roman" w:cs="Times New Roman"/>
          <w:sz w:val="24"/>
        </w:rPr>
        <w:t>_______________</w:t>
      </w:r>
      <w:bookmarkStart w:id="0" w:name="_GoBack"/>
      <w:bookmarkEnd w:id="0"/>
      <w:r w:rsidRPr="00B60227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B60227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B60227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площею 0,1655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B60227">
        <w:rPr>
          <w:rFonts w:ascii="Times New Roman" w:eastAsia="Calibri" w:hAnsi="Times New Roman" w:cs="Times New Roman"/>
          <w:sz w:val="24"/>
        </w:rPr>
        <w:t xml:space="preserve">га, для </w:t>
      </w:r>
      <w:r w:rsidRPr="00B60227">
        <w:rPr>
          <w:rFonts w:ascii="Times New Roman" w:eastAsia="Calibri" w:hAnsi="Times New Roman" w:cs="Times New Roman"/>
        </w:rPr>
        <w:t>ведення особистого селянського господарства</w:t>
      </w:r>
      <w:r w:rsidRPr="00B60227">
        <w:rPr>
          <w:rFonts w:ascii="Times New Roman" w:eastAsia="Calibri" w:hAnsi="Times New Roman" w:cs="Times New Roman"/>
          <w:sz w:val="24"/>
        </w:rPr>
        <w:t>,  яка розташована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B60227">
        <w:rPr>
          <w:rFonts w:ascii="Times New Roman" w:eastAsia="Calibri" w:hAnsi="Times New Roman" w:cs="Times New Roman"/>
          <w:sz w:val="24"/>
        </w:rPr>
        <w:t>Комарівка</w:t>
      </w:r>
      <w:proofErr w:type="spellEnd"/>
      <w:r w:rsidRPr="00B60227">
        <w:rPr>
          <w:rFonts w:ascii="Times New Roman" w:eastAsia="Calibri" w:hAnsi="Times New Roman" w:cs="Times New Roman"/>
          <w:sz w:val="24"/>
        </w:rPr>
        <w:t xml:space="preserve"> по вул.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B60227">
        <w:rPr>
          <w:rFonts w:ascii="Times New Roman" w:eastAsia="Calibri" w:hAnsi="Times New Roman" w:cs="Times New Roman"/>
          <w:sz w:val="24"/>
        </w:rPr>
        <w:t>Л.Українки.</w:t>
      </w:r>
    </w:p>
    <w:p w:rsidR="00A75F31" w:rsidRPr="00B60227" w:rsidRDefault="00A75F31" w:rsidP="00A75F3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 xml:space="preserve">       2. Шпак В.І., розробити </w:t>
      </w:r>
      <w:proofErr w:type="spellStart"/>
      <w:r w:rsidRPr="00B60227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B60227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A75F31" w:rsidRPr="00B60227" w:rsidRDefault="00A75F31" w:rsidP="00A75F3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0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A75F31" w:rsidRPr="00B60227" w:rsidRDefault="00A75F31" w:rsidP="00A75F3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602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75F31" w:rsidRPr="00B60227" w:rsidRDefault="00A75F31" w:rsidP="00A75F3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75F31" w:rsidRPr="00B60227" w:rsidRDefault="00A75F31" w:rsidP="00A75F3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75F31" w:rsidRPr="00B60227" w:rsidRDefault="00A75F31" w:rsidP="00A75F3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75F31" w:rsidRPr="00B60227" w:rsidRDefault="00A75F31" w:rsidP="00A75F3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75F31" w:rsidRPr="00B60227" w:rsidRDefault="00A75F31" w:rsidP="00A75F3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B60227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p w:rsidR="00E631B0" w:rsidRDefault="00E631B0"/>
    <w:sectPr w:rsidR="00E631B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F31"/>
    <w:rsid w:val="00171A2E"/>
    <w:rsid w:val="00304C90"/>
    <w:rsid w:val="00505B6D"/>
    <w:rsid w:val="00665454"/>
    <w:rsid w:val="006D3977"/>
    <w:rsid w:val="007D6C18"/>
    <w:rsid w:val="00A75F31"/>
    <w:rsid w:val="00D1641A"/>
    <w:rsid w:val="00E6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A75F3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A75F3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A75F31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A75F3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A75F3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A75F31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992</Words>
  <Characters>567</Characters>
  <Application>Microsoft Office Word</Application>
  <DocSecurity>0</DocSecurity>
  <Lines>4</Lines>
  <Paragraphs>3</Paragraphs>
  <ScaleCrop>false</ScaleCrop>
  <Company>Microsoft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2021-03-31T05:42:00Z</dcterms:created>
  <dcterms:modified xsi:type="dcterms:W3CDTF">2021-03-31T06:17:00Z</dcterms:modified>
</cp:coreProperties>
</file>