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283" w:rsidRDefault="00B71283" w:rsidP="00B7128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B71283" w:rsidRDefault="00B71283" w:rsidP="00B71283"/>
    <w:p w:rsidR="00B71283" w:rsidRDefault="00B71283" w:rsidP="00B71283"/>
    <w:p w:rsidR="00B71283" w:rsidRDefault="00B71283" w:rsidP="00B7128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71283" w:rsidRDefault="00B71283" w:rsidP="00B7128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71283" w:rsidRDefault="00B71283" w:rsidP="00B7128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71283" w:rsidRDefault="00B71283" w:rsidP="00B7128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71283" w:rsidRDefault="00B71283" w:rsidP="00B7128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1283" w:rsidRDefault="00B71283" w:rsidP="00B7128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71283" w:rsidRDefault="00B71283" w:rsidP="00B7128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71283" w:rsidRDefault="00B71283" w:rsidP="00B7128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B71283" w:rsidRDefault="00B71283" w:rsidP="00B7128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71283" w:rsidRPr="003816B1" w:rsidRDefault="00B71283" w:rsidP="00B7128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№95</w:t>
      </w:r>
    </w:p>
    <w:p w:rsidR="00B71283" w:rsidRPr="005E02D7" w:rsidRDefault="00B71283" w:rsidP="00B71283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B71283" w:rsidRPr="005E02D7" w:rsidRDefault="00B71283" w:rsidP="00B7128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B71283" w:rsidRPr="005E02D7" w:rsidRDefault="00B71283" w:rsidP="00B7128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</w:p>
    <w:p w:rsidR="00B71283" w:rsidRPr="005E02D7" w:rsidRDefault="00B71283" w:rsidP="00B7128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B71283" w:rsidRPr="003816B1" w:rsidRDefault="00B71283" w:rsidP="00B7128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Кондратюк В</w:t>
      </w:r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.В.</w:t>
      </w:r>
    </w:p>
    <w:p w:rsidR="00B71283" w:rsidRPr="005E02D7" w:rsidRDefault="00B71283" w:rsidP="00B7128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71283" w:rsidRPr="005E02D7" w:rsidRDefault="00B71283" w:rsidP="00B7128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місцевесамоврядування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Кондратюк В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.В.,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B71283" w:rsidRPr="005E02D7" w:rsidRDefault="00B71283" w:rsidP="00B7128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B71283" w:rsidRPr="005E02D7" w:rsidRDefault="00B71283" w:rsidP="00B7128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Кондратюк Василю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Васильовичу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A812B6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__________________________</w:t>
      </w:r>
      <w:bookmarkStart w:id="0" w:name="_GoBack"/>
      <w:bookmarkEnd w:id="0"/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0,23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Головлі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B71283" w:rsidRPr="005E02D7" w:rsidRDefault="00B71283" w:rsidP="00B7128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 Кондратюк В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.В,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B71283" w:rsidRPr="005E02D7" w:rsidRDefault="00B71283" w:rsidP="00B7128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02D7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E02D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E02D7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B71283" w:rsidRPr="005E02D7" w:rsidRDefault="00B71283" w:rsidP="00B7128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71283" w:rsidRPr="00B71283" w:rsidRDefault="00B71283" w:rsidP="00B7128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B71283" w:rsidRPr="005E02D7" w:rsidRDefault="00B71283" w:rsidP="00B7128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71283" w:rsidRPr="005E02D7" w:rsidRDefault="00B71283" w:rsidP="00B7128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C1C8E" w:rsidRPr="00B71283" w:rsidRDefault="00B71283" w:rsidP="00B71283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</w:p>
    <w:sectPr w:rsidR="003C1C8E" w:rsidRPr="00B7128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283"/>
    <w:rsid w:val="00171A2E"/>
    <w:rsid w:val="00304C90"/>
    <w:rsid w:val="003C1C8E"/>
    <w:rsid w:val="00505B6D"/>
    <w:rsid w:val="006D3977"/>
    <w:rsid w:val="007D6C18"/>
    <w:rsid w:val="00A812B6"/>
    <w:rsid w:val="00B71283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230</Words>
  <Characters>1316</Characters>
  <Application>Microsoft Office Word</Application>
  <DocSecurity>0</DocSecurity>
  <Lines>10</Lines>
  <Paragraphs>3</Paragraphs>
  <ScaleCrop>false</ScaleCrop>
  <Company>Microsoft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2020-07-02T11:56:00Z</dcterms:created>
  <dcterms:modified xsi:type="dcterms:W3CDTF">2020-07-02T13:26:00Z</dcterms:modified>
</cp:coreProperties>
</file>