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96" w:rsidRPr="00B623A8" w:rsidRDefault="00474A96" w:rsidP="00474A9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4A96" w:rsidRDefault="00474A96" w:rsidP="00474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4A96" w:rsidRDefault="00474A96" w:rsidP="00474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4A96" w:rsidRDefault="00474A96" w:rsidP="00474A9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74A96" w:rsidRDefault="00474A96" w:rsidP="00474A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4A96" w:rsidRPr="00E9192E" w:rsidRDefault="00474A96" w:rsidP="00474A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</w:t>
      </w:r>
    </w:p>
    <w:p w:rsidR="00474A96" w:rsidRPr="00A31AA4" w:rsidRDefault="00474A96" w:rsidP="00474A96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74A96" w:rsidRPr="00A31AA4" w:rsidRDefault="00474A96" w:rsidP="00474A9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</w:t>
      </w: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474A96" w:rsidRPr="00A31AA4" w:rsidRDefault="00474A96" w:rsidP="00474A96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474A96" w:rsidRPr="00A31AA4" w:rsidRDefault="00474A96" w:rsidP="00474A96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Л.К.</w:t>
      </w:r>
    </w:p>
    <w:p w:rsidR="00474A96" w:rsidRPr="00A31AA4" w:rsidRDefault="00474A96" w:rsidP="00474A9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4A96" w:rsidRPr="00A31AA4" w:rsidRDefault="00474A96" w:rsidP="00474A9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474A96" w:rsidRPr="00A31AA4" w:rsidRDefault="00474A96" w:rsidP="00474A9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74A96" w:rsidRPr="00A31AA4" w:rsidRDefault="00474A96" w:rsidP="00474A9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Лідії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Калениківні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1,5084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474A96" w:rsidRPr="00A31AA4" w:rsidRDefault="00474A96" w:rsidP="00474A9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Лідії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Калениківні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2C3760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4D6DCE">
        <w:rPr>
          <w:rFonts w:ascii="Times New Roman" w:eastAsia="Arial Unicode MS" w:hAnsi="Times New Roman"/>
          <w:sz w:val="24"/>
          <w:szCs w:val="24"/>
        </w:rPr>
        <w:t>ідентифікаційн</w:t>
      </w:r>
      <w:r>
        <w:rPr>
          <w:rFonts w:ascii="Times New Roman" w:eastAsia="Arial Unicode MS" w:hAnsi="Times New Roman"/>
          <w:sz w:val="24"/>
          <w:szCs w:val="24"/>
        </w:rPr>
        <w:t>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2C3760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D6DC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1,5084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6823984700:05:011:0014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gramStart"/>
      <w:r w:rsidRPr="00A31AA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sz w:val="24"/>
          <w:szCs w:val="24"/>
        </w:rPr>
        <w:t>з</w:t>
      </w:r>
      <w:proofErr w:type="gramEnd"/>
      <w:r>
        <w:rPr>
          <w:rFonts w:ascii="Times New Roman" w:eastAsia="Arial Unicode MS" w:hAnsi="Times New Roman"/>
          <w:sz w:val="24"/>
          <w:szCs w:val="24"/>
        </w:rPr>
        <w:t>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474A96" w:rsidRPr="00A31AA4" w:rsidRDefault="00474A96" w:rsidP="00474A9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Л.К.,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474A96" w:rsidRPr="00A31AA4" w:rsidRDefault="00474A96" w:rsidP="00474A96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474A96" w:rsidRDefault="00474A96" w:rsidP="00474A9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4A96" w:rsidRPr="00A31AA4" w:rsidRDefault="00474A96" w:rsidP="00474A9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4A96" w:rsidRDefault="00474A96" w:rsidP="00474A9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707C80" w:rsidRDefault="00707C80"/>
    <w:sectPr w:rsidR="00707C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96"/>
    <w:rsid w:val="00171A2E"/>
    <w:rsid w:val="002C3760"/>
    <w:rsid w:val="00304C90"/>
    <w:rsid w:val="00474A96"/>
    <w:rsid w:val="00505B6D"/>
    <w:rsid w:val="006D3977"/>
    <w:rsid w:val="00707C80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74A9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74A9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74A9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74A9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74A9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74A96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2020-11-30T15:22:00Z</dcterms:created>
  <dcterms:modified xsi:type="dcterms:W3CDTF">2020-12-01T06:45:00Z</dcterms:modified>
</cp:coreProperties>
</file>