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B22" w:rsidRPr="003B50D1" w:rsidRDefault="00583B22" w:rsidP="00583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583B22" w:rsidRPr="003B50D1" w:rsidRDefault="00583B22" w:rsidP="00583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583B22" w:rsidRPr="003B50D1" w:rsidRDefault="00583B22" w:rsidP="00583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C4A952" wp14:editId="2FA09D3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166" name="Группа 231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1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3B22" w:rsidRDefault="00583B22" w:rsidP="00583B2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16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WDyJnkAAEF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CrZcUA&#10;AADeAAAADwAAAGRycy9kb3ducmV2LnhtbESPT4vCMBTE7wt+h/CEva2pLah0TUWWdfEgiFXvj+b1&#10;D9u8lCZq/fZGEDwOM/MbZrkaTCuu1LvGsoLpJAJBXFjdcKXgdNx8LUA4j6yxtUwK7uRglY0+lphq&#10;e+MDXXNfiQBhl6KC2vsuldIVNRl0E9sRB6+0vUEfZF9J3eMtwE0r4yiaSYMNh4UaO/qpqfjPL0aB&#10;Tf62u3MVH5Jfnnte7xfledgp9Tke1t8gPA3+HX61t1pBnExnc3jeCVd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Ktl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uNtMYA&#10;AADeAAAADwAAAGRycy9kb3ducmV2LnhtbERPz2vCMBS+D/wfwhN2kZmq0M3OKCJUtx0GOmHXR/PW&#10;dDYvJcm0+tcvh8GOH9/vxaq3rTiTD41jBZNxBoK4crrhWsHxo3x4AhEissbWMSm4UoDVcnC3wEK7&#10;C+/pfIi1SCEcClRgYuwKKUNlyGIYu444cV/OW4wJ+lpqj5cUbls5zbJcWmw4NRjsaGOoOh1+rILv&#10;8t18bh5vWz+a7+k2Kt927Wuu1P2wXz+DiNTHf/Gf+0UrmM4medqb7q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uNt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SMLsQA&#10;AADeAAAADwAAAGRycy9kb3ducmV2LnhtbESP3YrCMBCF74V9hzDC3oimKohbG0UWXcQbUfcBhmba&#10;FJtJaaLtvv1GELw8nJ+Pk216W4sHtb5yrGA6SUAQ505XXCr4ve7HSxA+IGusHZOCP/KwWX8MMky1&#10;6/hMj0soRRxhn6ICE0KTSulzQxb9xDXE0StcazFE2ZZSt9jFcVvLWZIspMWKI8FgQ9+G8tvlbiPk&#10;NMfTseiu+58eO9wdDY+2Z6U+h/12BSJQH97hV/ugFczm08UXPO/EK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UjC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OmVMYA&#10;AADeAAAADwAAAGRycy9kb3ducmV2LnhtbESPTUsDMRCG70L/QxjBm8121bZsm5ZSFUTwYBVKb8Nm&#10;uru4mYRk7K7/3hwEjy/vF896O7peXSimzrOB2bQARVx723Fj4PPj+XYJKgmyxd4zGfihBNvN5GqN&#10;lfUDv9PlII3KI5wqNNCKhErrVLfkME19IM7e2UeHkmVstI045HHX67Io5tphx/mhxUD7luqvw7cz&#10;8DY8hdfF/OEcTvG+1OnRynEvxtxcj7sVKKFR/sN/7RdroLybLTJAxsko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OmV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sW9cUA&#10;AADeAAAADwAAAGRycy9kb3ducmV2LnhtbESPTWrDMBCF94HeQUyhm9DITqApbhRjSlNCNsF2DjBY&#10;E8vUGhlLjd3bR4VCl4/38/F2+Wx7caPRd44VpKsEBHHjdMetgkt9eH4F4QOyxt4xKfghD/n+YbHD&#10;TLuJS7pVoRVxhH2GCkwIQyalbwxZ9Cs3EEfv6kaLIcqxlXrEKY7bXq6T5EVa7DgSDA70bqj5qr5t&#10;hJw3eD5dp/rwOeOEHyfDy6JU6ulxLt5ABJrDf/ivfdQK1pt0m8LvnXgF5P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uxb1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2duMcA&#10;AADeAAAADwAAAGRycy9kb3ducmV2LnhtbESPQUsDMRSE70L/Q3gFbzbbVVtZm5bSKojQg1UQb4/N&#10;6+7i5iUkz+76740geBxm5htmtRldr84UU+fZwHxWgCKuve24MfD2+nh1ByoJssXeMxn4pgSb9eRi&#10;hZX1A7/Q+SiNyhBOFRpoRUKldapbcphmPhBn7+SjQ8kyNtpGHDLc9bosioV22HFeaDHQrqX68/jl&#10;DByGh/C8XNyewke8KXXaW3nfiTGX03F7D0polP/wX/vJGiiv58sS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tnb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QlyscA&#10;AADeAAAADwAAAGRycy9kb3ducmV2LnhtbESPUUvDMBSF34X9h3AFX2RLt+KU2nRsQlBwMNwEXy/N&#10;XVtsbkoS1/rvjSD4eDjnfIdTbibbiwv50DlWsFxkIIhrZzpuFLyf9PwBRIjIBnvHpOCbAmyq2VWJ&#10;hXEjv9HlGBuRIBwKVNDGOBRShroli2HhBuLknZ23GJP0jTQexwS3vVxl2Vpa7DgttDjQU0v15/HL&#10;Ktgdxib3t/Vucq/n5487rY3ea6VurqftI4hIU/wP/7VfjIJVvrzP4fdOugKy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kJcr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33QcUA&#10;AADeAAAADwAAAGRycy9kb3ducmV2LnhtbESPUWvCMBSF3wf7D+EO9jZTq25SjSKTggxfdPsBl+ba&#10;dDY3JYm1+/dmIPh4OOd8h7NcD7YVPfnQOFYwHmUgiCunG64V/HyXb3MQISJrbB2Tgj8KsF49Py2x&#10;0O7KB+qPsRYJwqFABSbGrpAyVIYshpHriJN3ct5iTNLXUnu8JrhtZZ5l79Jiw2nBYEefhqrz8WIV&#10;lF/5vj9ftC/dZphampnf+dYo9foybBYgIg3xEb63d1pBPhl/TOH/Tr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ffd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YJccA&#10;AADeAAAADwAAAGRycy9kb3ducmV2LnhtbESPQWsCMRSE74X+h/AKXkrNqmjL1igqBIUKoi30+tg8&#10;d5duXpYkuuu/N4VCj8PMfMPMl71txJV8qB0rGA0zEMSFMzWXCr4+9csbiBCRDTaOScGNAiwXjw9z&#10;zI3r+EjXUyxFgnDIUUEVY5tLGYqKLIaha4mTd3beYkzSl9J47BLcNnKcZTNpsea0UGFLm4qKn9PF&#10;KlgfunLin4t17z7O2++p1kbvtVKDp371DiJSH//Df+2dUTCejF6n8HsnXQ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BGCX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PMrcUA&#10;AADeAAAADwAAAGRycy9kb3ducmV2LnhtbESPUWvCMBSF3wf7D+EOfJupdXNSjSIbhSF70e0HXJq7&#10;ptrclCTW+u+NIPh4OOd8h7NcD7YVPfnQOFYwGWcgiCunG64V/P2Wr3MQISJrbB2TggsFWK+en5ZY&#10;aHfmHfX7WIsE4VCgAhNjV0gZKkMWw9h1xMn7d95iTNLXUns8J7htZZ5lM2mx4bRgsKNPQ9Vxf7IK&#10;ym3+0x9P2pduM7xZejeH+ZdRavQybBYgIg3xEb63v7WCfDr5mMHtTro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48y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33sIA&#10;AADeAAAADwAAAGRycy9kb3ducmV2LnhtbESP3YrCMBSE7wXfIRzBO03rP9UoIrjopdUHODTHttic&#10;1Cba+vabhQUvh5n5htnsOlOJNzWutKwgHkcgiDOrS84V3K7H0QqE88gaK8uk4EMOdtt+b4OJti1f&#10;6J36XAQIuwQVFN7XiZQuK8igG9uaOHh32xj0QTa51A22AW4qOYmihTRYclgosKZDQdkjfRkFs0/7&#10;80znj+ioDcXnaX1mn82VGg66/RqEp85/w//tk1YwmcbLJfzdCVd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Yffe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1A8MA&#10;AADeAAAADwAAAGRycy9kb3ducmV2LnhtbERPTWvCQBC9F/wPywi91U1SsDa6CUGxlJ5qtJ6H7JgE&#10;s7Mhu2r8992D4PHxvlf5aDpxpcG1lhXEswgEcWV1y7WCw377tgDhPLLGzjIpuJODPJu8rDDV9sY7&#10;upa+FiGEXYoKGu/7VEpXNWTQzWxPHLiTHQz6AIda6gFvIdx0MomiuTTYcmhosKd1Q9W5vBgFl/kx&#10;OfDpR/+Wm/vX52ZbOPlXK/U6HYslCE+jf4of7m+tIHmPP8LecCdcAZ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x1A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9ghckA&#10;AADeAAAADwAAAGRycy9kb3ducmV2LnhtbESPQWvCQBSE7wX/w/IKvdWNWqJGV6mCoB6UpvXg7Zl9&#10;TWKzb9PsVtN/3xWEHoeZ+YaZzltTiQs1rrSsoNeNQBBnVpecK/h4Xz2PQDiPrLGyTAp+ycF81nmY&#10;YqLtld/okvpcBAi7BBUU3teJlC4ryKDr2po4eJ+2MeiDbHKpG7wGuKlkP4piabDksFBgTcuCsq/0&#10;xyg47EfxeL/YvJy3uxMOjP4+6jJW6umxfZ2A8NT6//C9vdYK+oPecAy3O+EKy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99gh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kuq8MA&#10;AADeAAAADwAAAGRycy9kb3ducmV2LnhtbESPy4rCMBSG94LvEI7gTlOrSOkYRWfwgitvMNtDc6Yt&#10;05yUJmr16c1CcPnz3/hmi9ZU4kaNKy0rGA0jEMSZ1SXnCi7n9SAB4TyyxsoyKXiQg8W825lhqu2d&#10;j3Q7+VyEEXYpKii8r1MpXVaQQTe0NXHw/mxj0AfZ5FI3eA/jppJxFE2lwZLDQ4E1fReU/Z+uRsFz&#10;+osHt41XP2Pt6TFJNnZ/2CjV77XLLxCeWv8Jv9s7rSAej5IAEHACCs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kuq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zinsUA&#10;AADeAAAADwAAAGRycy9kb3ducmV2LnhtbESP0WrCQBRE3wX/YbmFvukmqS2auoqIBd+saT/gkr1u&#10;gtm7Mbtq6te7gtDHYWbOMPNlbxtxoc7XjhWk4wQEcel0zUbB78/XaArCB2SNjWNS8EcelovhYI65&#10;dlfe06UIRkQI+xwVVCG0uZS+rMiiH7uWOHoH11kMUXZG6g6vEW4bmSXJh7RYc1yosKV1ReWxOFsF&#10;J5e9677Y4O64mX3XxkxOt/1EqdeXfvUJIlAf/sPP9lYryN7SaQqPO/EK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OKe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IaAsYA&#10;AADeAAAADwAAAGRycy9kb3ducmV2LnhtbESPzW7CMBCE75V4B2uReisOQYUQMIhWqsSVnwPHxV6S&#10;QLwOsQtpnx4jVepxNDPfaObLztbiRq2vHCsYDhIQxNqZigsF+93XWwbCB2SDtWNS8EMeloveyxxz&#10;4+68ods2FCJC2OeooAyhyaX0uiSLfuAa4uidXGsxRNkW0rR4j3BbyzRJxtJixXGhxIY+S9KX7bdV&#10;sK6O9D7Wp6nNPvTm8HsNo8nZKPXa71YzEIG68B/+a6+NgnQ0zFJ43olX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IaA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GTsIA&#10;AADeAAAADwAAAGRycy9kb3ducmV2LnhtbERPXWvCMBR9F/Yfwh34pqkVxFWjzIGg6IQ50ddLc9eU&#10;NTelibX+eyMM9ni+OfNlZyvRUuNLxwpGwwQEce50yYWC0/d6MAXhA7LGyjEpuJOH5eKlN8dMuxt/&#10;UXsMhYgl7DNUYEKoMyl9bsiiH7qaOGo/rrEYImwKqRu8xXJbyTRJJtJiyXHBYE0fhvLf49UqaPFw&#10;Ty5m9fm2Lfd5eliddzryqv/avc9ABOrCv/kvvdEK0vFoOobnnXgF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v0ZO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sBoMUA&#10;AADeAAAADwAAAGRycy9kb3ducmV2LnhtbESPQUvDQBSE70L/w/IEb3bTKFJit0UKFY8ae+jxNfua&#10;Tc2+F3bXJvrrXUHwOMzMN8xqM/leXSjETtjAYl6AIm7Edtwa2L/vbpegYkK22AuTgS+KsFnPrlZY&#10;WRn5jS51alWGcKzQgEtpqLSOjSOPcS4DcfZOEjymLEOrbcAxw32vy6J40B47zgsOB9o6aj7qT29g&#10;fG6O5/J0sO47DLKrX+Vc9mLMzfX09Agq0ZT+w3/tF2ugvFss7+H3Tr4C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WwG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+0LMgA&#10;AADeAAAADwAAAGRycy9kb3ducmV2LnhtbESP3WrCQBSE7wXfYTmF3unGlNaQuorVClJaxL/70+xp&#10;Ert7NmS3Gt++Wyh4OczMN8xk1lkjztT62rGC0TABQVw4XXOp4LBfDTIQPiBrNI5JwZU8zKb93gRz&#10;7S68pfMulCJC2OeooAqhyaX0RUUW/dA1xNH7cq3FEGVbSt3iJcKtkWmSPEmLNceFChtaVFR8736s&#10;gtVmaU7px3Z+lGHxOv402dvL8l2p+7tu/gwiUBdu4f/2WitIH0bZI/zdiVdAT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77Q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v3z8gA&#10;AADeAAAADwAAAGRycy9kb3ducmV2LnhtbESPQWvCQBSE74X+h+UVeilmo1IJaTYiQlHBQquC15fs&#10;axLMvg3ZNab/visUehxm5hsmW46mFQP1rrGsYBrFIIhLqxuuFJyO75MEhPPIGlvLpOCHHCzzx4cM&#10;U21v/EXDwVciQNilqKD2vkuldGVNBl1kO+LgfdveoA+yr6Tu8RbgppWzOF5Igw2HhRo7WtdUXg5X&#10;o2D43BfVdnDd7pK8uNd5sdl86LNSz0/j6g2Ep9H/h//aW61gNp8mC7jfCVdA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6y/fP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3B22" w:rsidRDefault="00583B22" w:rsidP="00583B2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sSckA&#10;AADeAAAADwAAAGRycy9kb3ducmV2LnhtbESPT2vCQBTE74V+h+UVeqsbU6tp6iq1UPBSqH8Oentm&#10;X5Ng9m26u9Xop3eFgsdhZn7DjKedacSBnK8tK+j3EhDEhdU1lwrWq8+nDIQPyBoby6TgRB6mk/u7&#10;MebaHnlBh2UoRYSwz1FBFUKbS+mLigz6nm2Jo/djncEQpSuldniMcNPINEmG0mDNcaHClj4qKvbL&#10;P6Ng9prNfr8H/HVe7La03ez2L6lLlHp86N7fQATqwi38355rBelzPxvB9U68AnJy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OssSckAAADeAAAADwAAAAAAAAAAAAAAAACYAgAA&#10;ZHJzL2Rvd25yZXYueG1sUEsFBgAAAAAEAAQA9QAAAI4DAAAAAA==&#10;" fillcolor="black" stroked="f">
                  <v:textbox>
                    <w:txbxContent>
                      <w:p w:rsidR="00583B22" w:rsidRDefault="00583B22" w:rsidP="00583B2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e2O8UA&#10;AADeAAAADwAAAGRycy9kb3ducmV2LnhtbERPz2vCMBS+D/Y/hDfYbaZWJqUaRTcFQXfQefD4bJ5t&#10;aPNSmkw7//rlMPD48f2eznvbiCt13jhWMBwkIIgLpw2XCo7f67cMhA/IGhvHpOCXPMxnz09TzLW7&#10;8Z6uh1CKGMI+RwVVCG0upS8qsugHriWO3MV1FkOEXSl1h7cYbhuZJslYWjQcGyps6aOioj78WAWn&#10;7dhke0PpeXdfrvTuvV5+fdZKvb70iwmIQH14iP/dG60gHQ2zuDfeiV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t7Y7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l+kscA&#10;AADeAAAADwAAAGRycy9kb3ducmV2LnhtbESPQWsCMRSE74X+h/CE3jSrBdmuRpGW0l56qFa8PjbP&#10;zbqbl20SdfXXm4LQ4zAz3zDzZW9bcSIfascKxqMMBHHpdM2Vgp/N+zAHESKyxtYxKbhQgOXi8WGO&#10;hXZn/qbTOlYiQTgUqMDE2BVShtKQxTByHXHy9s5bjEn6SmqP5wS3rZxk2VRarDktGOzo1VDZrI9W&#10;gV/t3porH7dNdv26hI9D/5ujUepp0K9mICL18T98b39qBZPncf4Cf3fS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pfpL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3mcUA&#10;AADeAAAADwAAAGRycy9kb3ducmV2LnhtbESP22rCQBCG7wu+wzJCb0rdGEFr6ioiCIWK4OEBptlp&#10;Ero7G7Kjxj69e1Ho5c9/4luseu/UlbrYBDYwHmWgiMtgG64MnE/b1zdQUZAtusBk4E4RVsvB0wIL&#10;G258oOtRKpVGOBZooBZpC61jWZPHOAotcfK+Q+dRkuwqbTu8pXHvdJ5lU+2x4fRQY0ubmsqf48Ub&#10;cPmXm3/O4k7uZ73Lfr0cXvbWmOdhv34HJdTLf/iv/WEN5JPxPAEknIQCe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O/eZ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cTWMcA&#10;AADeAAAADwAAAGRycy9kb3ducmV2LnhtbESPQWvCQBSE74X+h+UVequbpCBt6iptRcjFg6nF6zP7&#10;zAZ334bsVqO/3i0Uehxm5htmthidFScaQudZQT7JQBA3XnfcKth+rZ5eQISIrNF6JgUXCrCY39/N&#10;sNT+zBs61bEVCcKhRAUmxr6UMjSGHIaJ74mTd/CDw5jk0Eo94DnBnZVFlk2lw47TgsGePg01x/rH&#10;KVjWvS22lfkIu+/1fm+r64p2S6UeH8b3NxCRxvgf/mtXWkHxnL/m8HsnXQ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nE1j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A/GcUA&#10;AADeAAAADwAAAGRycy9kb3ducmV2LnhtbESPQWsCMRSE7wX/Q3iCt5q4gq2rUUQqCD3V6sHbI3nu&#10;rm5elk3qrv/eFAo9DjPzDbNc964Wd2pD5VnDZKxAEBtvKy40HL93r+8gQkS2WHsmDQ8KsF4NXpaY&#10;W9/xF90PsRAJwiFHDWWMTS5lMCU5DGPfECfv4luHMcm2kLbFLsFdLTOlZtJhxWmhxIa2JZnb4cdp&#10;uO7kpzcKzel46vb27fwxo1ppPRr2mwWISH38D/+191ZDNp3MM/i9k6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D8Z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Rp5cYA&#10;AADeAAAADwAAAGRycy9kb3ducmV2LnhtbESPQWvCQBSE74X+h+UVeqsbEygaXUUFQVo8VEU8PrPP&#10;JCT7Nuyumv77rlDwOMzMN8x03ptW3Mj52rKC4SABQVxYXXOp4LBff4xA+ICssbVMCn7Jw3z2+jLF&#10;XNs7/9BtF0oRIexzVFCF0OVS+qIig35gO+LoXawzGKJ0pdQO7xFuWpkmyac0WHNcqLCjVUVFs7sa&#10;BafrN1+22dfCLcPR9nvfpOdRo9T7W7+YgAjUh2f4v73RCtJsOM7gcSd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Rp5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83B22" w:rsidRDefault="00583B22" w:rsidP="00583B2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Ak48gA&#10;AADeAAAADwAAAGRycy9kb3ducmV2LnhtbESPQWvCQBSE74X+h+UVvDUboxVNXaUKQi8FtT3U2zP7&#10;mgSzb+Puqml/vSsUPA4z8w0znXemEWdyvrasoJ+kIIgLq2suFXx9rp7HIHxA1thYJgW/5GE+e3yY&#10;Yq7thTd03oZSRAj7HBVUIbS5lL6oyKBPbEscvR/rDIYoXSm1w0uEm0ZmaTqSBmuOCxW2tKyoOGxP&#10;RsFiMl4c10P++Nvsd7T73h9eMpcq1Xvq3l5BBOrCPfzfftcKskF/MoTbnXgF5O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4CTjyAAAAN4AAAAPAAAAAAAAAAAAAAAAAJgCAABk&#10;cnMvZG93bnJldi54bWxQSwUGAAAAAAQABAD1AAAAjQMAAAAA&#10;" fillcolor="black" stroked="f">
                  <v:textbox>
                    <w:txbxContent>
                      <w:p w:rsidR="00583B22" w:rsidRDefault="00583B22" w:rsidP="00583B2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qK0sYA&#10;AADeAAAADwAAAGRycy9kb3ducmV2LnhtbESPQUsDMRSE70L/Q3gFbzbbFkW3TctSEIunbVV6fd08&#10;N4ublyWJ6fbfG0HwOMzMN8x6O9peJPKhc6xgPitAEDdOd9wqeH97vnsEESKyxt4xKbhSgO1mcrPG&#10;UrsLHygdYysyhEOJCkyMQyllaAxZDDM3EGfv03mLMUvfSu3xkuG2l4uieJAWO84LBgfaGWq+jt9W&#10;QTrv6mqZTskcXn3Vele/fJxrpW6nY7UCEWmM/+G/9l4rWCznT/fweydf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qK0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83B22" w:rsidRDefault="00583B22" w:rsidP="00583B2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QrMcA&#10;AADeAAAADwAAAGRycy9kb3ducmV2LnhtbESPQWvCQBSE7wX/w/IEb3UTC6FGVynSltZLNQr2+Mi+&#10;ZkOzb0N2jWl/vVsoeBxm5htmuR5sI3rqfO1YQTpNQBCXTtdcKTgeXu4fQfiArLFxTAp+yMN6Nbpb&#10;Yq7dhffUF6ESEcI+RwUmhDaX0peGLPqpa4mj9+U6iyHKrpK6w0uE20bOkiSTFmuOCwZb2hgqv4uz&#10;VeDTzfNpa3/n/eer4Y/i3WS7yig1GQ9PCxCBhnAL/7fftILZQzrP4O9OvAJyd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kUKz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83B22" w:rsidRDefault="00583B22" w:rsidP="00583B2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83B22" w:rsidRPr="003B50D1" w:rsidRDefault="00583B22" w:rsidP="00583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83B22" w:rsidRPr="003B50D1" w:rsidRDefault="00583B22" w:rsidP="00583B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583B22" w:rsidRPr="003B50D1" w:rsidRDefault="00583B22" w:rsidP="00583B2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83B22" w:rsidRPr="003B50D1" w:rsidRDefault="00583B22" w:rsidP="00583B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583B22" w:rsidRPr="003B50D1" w:rsidRDefault="00583B22" w:rsidP="00583B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83B22" w:rsidRPr="003B50D1" w:rsidRDefault="00583B22" w:rsidP="00583B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B22" w:rsidRPr="003B50D1" w:rsidRDefault="00583B22" w:rsidP="00583B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83B22" w:rsidRPr="003B50D1" w:rsidRDefault="00583B22" w:rsidP="00583B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B22" w:rsidRPr="003B50D1" w:rsidRDefault="00583B22" w:rsidP="00583B2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83B22" w:rsidRPr="003B50D1" w:rsidRDefault="00583B22" w:rsidP="00583B2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83B22" w:rsidRPr="003B50D1" w:rsidRDefault="00583B22" w:rsidP="00583B2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83B22" w:rsidRPr="003B50D1" w:rsidRDefault="00583B22" w:rsidP="00583B2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583B22" w:rsidRPr="003B50D1" w:rsidRDefault="00583B22" w:rsidP="00583B2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83B22" w:rsidRPr="003B50D1" w:rsidRDefault="00583B22" w:rsidP="00583B2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83B22" w:rsidRPr="003B50D1" w:rsidRDefault="00583B22" w:rsidP="00583B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583B22" w:rsidRPr="0061236C" w:rsidRDefault="00583B22" w:rsidP="00583B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 М.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583B22" w:rsidRPr="003B50D1" w:rsidRDefault="00583B22" w:rsidP="00583B2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583B22" w:rsidRPr="003B50D1" w:rsidRDefault="00583B22" w:rsidP="00583B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583B22" w:rsidRPr="003B50D1" w:rsidRDefault="00583B22" w:rsidP="00583B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Петру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2549A">
        <w:rPr>
          <w:rFonts w:ascii="Times New Roman" w:eastAsia="Calibri" w:hAnsi="Times New Roman" w:cs="Times New Roman"/>
          <w:sz w:val="24"/>
          <w:lang w:val="ru-RU"/>
        </w:rPr>
        <w:t>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B2549A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0,2018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6823984700:05:015:0006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Лисиче.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83B22" w:rsidRPr="003B50D1" w:rsidRDefault="00583B22" w:rsidP="00583B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83B22" w:rsidRPr="003B50D1" w:rsidRDefault="00583B22" w:rsidP="00583B2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583B22" w:rsidRDefault="00583B22" w:rsidP="00583B22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583B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B22"/>
    <w:rsid w:val="001B092E"/>
    <w:rsid w:val="00583B22"/>
    <w:rsid w:val="00B2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2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2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2022-02-11T13:55:00Z</dcterms:created>
  <dcterms:modified xsi:type="dcterms:W3CDTF">2022-02-14T08:02:00Z</dcterms:modified>
</cp:coreProperties>
</file>