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554" w:rsidRPr="003B50D1" w:rsidRDefault="00BA6554" w:rsidP="00BA6554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BA6554" w:rsidRPr="003B50D1" w:rsidRDefault="00BA6554" w:rsidP="00BA65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46F5823" wp14:editId="6E9520A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078" name="Группа 220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079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5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6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7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8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6554" w:rsidRDefault="00BA6554" w:rsidP="00BA655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078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D4dcUA&#10;AADeAAAADwAAAGRycy9kb3ducmV2LnhtbESPQWvCQBSE7wX/w/IKvdVNE6g2dZUgVjwIEq33R/aZ&#10;hGbfhuyaxH/fFQSPw8x8wyxWo2lET52rLSv4mEYgiAuray4V/J5+3ucgnEfW2FgmBTdysFpOXhaY&#10;ajtwTv3RlyJA2KWooPK+TaV0RUUG3dS2xMG72M6gD7Irpe5wCHDTyDiKPqXBmsNChS2tKyr+jlej&#10;wCbb3f5cxnmy4Znn7DC/nMe9Um+vY/YNwtPon+FHe6cVxHE0+4L7nXAF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IPh1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IZ/8cA&#10;AADeAAAADwAAAGRycy9kb3ducmV2LnhtbERP30vDMBB+F/wfwgl7GTbdYJurzYYMqtMHYXPg69Gc&#10;TbW5lCRudX+9GQi+3cf388r1YDtxJB9axwomWQ6CuHa65UbB4a26vQMRIrLGzjEp+KEA69X1VYmF&#10;dife0XEfG5FCOBSowMTYF1KG2pDFkLmeOHEfzluMCfpGao+nFG47Oc3zubTYcmow2NPGUP21/7YK&#10;PqtX875ZnB/9eLmj87h6eeqe50qNboaHexCRhvgv/nNvdZo/XcxmcHkn3SBX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ACGf/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MjicYA&#10;AADeAAAADwAAAGRycy9kb3ducmV2LnhtbESP0WrCQBBF3wv+wzJCX0rdaKkt0TUEMVLyImo/YMiO&#10;2WB2NmRXk/69Wyj0bYZ7554762y0rbhT7xvHCuazBARx5XTDtYLvc/H6CcIHZI2tY1LwQx6yzeRp&#10;jal2Ax/pfgq1iCHsU1RgQuhSKX1lyKKfuY44ahfXWwxx7WupexxiuG3lIkmW0mLDkWCwo62h6nq6&#10;2Qg5vOGhvAznYj/igLvS8Et+VOp5OuYrEIHG8G/+u/7Ssf7i430Jv+/EGeTm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sMji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uTKMQA&#10;AADeAAAADwAAAGRycy9kb3ducmV2LnhtbERPTUvDQBC9C/0PyxS82Y3BNhK7LaVVEMGDVRBvQ3aa&#10;BLOzy+7YxH/vCoK3ebzPWW8nN6gzxdR7NnC9KEARN9723Bp4e324ugWVBNni4JkMfFOC7WZ2scba&#10;+pFf6HyUVuUQTjUa6ERCrXVqOnKYFj4QZ+7ko0PJMLbaRhxzuBt0WRQr7bDn3NBhoH1Hzefxyxl4&#10;Hu/DU7VansJHvCl1Olh534sxl/NpdwdKaJJ/8Z/70eb5ZbWs4PedfIPe/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QLkyj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ASYMUA&#10;AADeAAAADwAAAGRycy9kb3ducmV2LnhtbESPzWrCQBDH7wXfYZmCl6IbLbYldRUpWsSL+PEAQ3bM&#10;hmZnQ3Zr4ts7B8HbDPP/+M182ftaXamNVWADk3EGirgItuLSwPm0GX2BignZYh2YDNwownIxeJlj&#10;bkPHB7oeU6kkhGOOBlxKTa51LBx5jOPQEMvtElqPSda21LbFTsJ9radZ9qE9ViwNDhv6cVT8Hf+9&#10;lOzfcb+7dKfNb48drneO31YHY4av/eobVKI+PcUP99YK/vRzJrzyjsygF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EBJ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tiiwcUA&#10;AADeAAAADwAAAGRycy9kb3ducmV2LnhtbERPTUsDMRC9C/0PYQrebNbFtro2LVIVROihrSDehs10&#10;d3EzCcnYXf+9EQRv83ifs9qMrldniqnzbOB6VoAirr3tuDHwdny+ugWVBNli75kMfFOCzXpyscLK&#10;+oH3dD5Io3IIpwoNtCKh0jrVLTlMMx+IM3fy0aFkGBttIw453PW6LIqFdthxbmgx0Lal+vPw5Qzs&#10;hqfwulzMT+Ej3pQ6PVp534oxl9Px4R6U0Cj/4j/3i83zy+X8Dn7fyTf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2KLB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IvcCMgA&#10;AADeAAAADwAAAGRycy9kb3ducmV2LnhtbESPT0sDMRDF74LfIYzgRWzWilW2TYsVgoKF0j/gddhM&#10;d5duJksSu+u3dw6CtxnmzXvvt1iNvlMXiqkNbOBhUoAiroJruTZwPNj7F1ApIzvsApOBH0qwWl5f&#10;LbB0YeAdXfa5VmLCqUQDTc59qXWqGvKYJqEnltspRI9Z1lhrF3EQc9/paVHMtMeWJaHBnt4aqs77&#10;b29gvR3qx3hXrcfweXr/erLW2Y015vZmfJ2DyjTmf/Hf94eT+tPnmQAIjsygl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wi9wI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/czbMMA&#10;AADeAAAADwAAAGRycy9kb3ducmV2LnhtbERP3WrCMBS+H+wdwhl4N1OLc9KZimwURHaj2wMcmrOm&#10;a3NSkljr25vBwLvz8f2ezXayvRjJh9axgsU8A0FcO91yo+D7q3pegwgRWWPvmBRcKcC2fHzYYKHd&#10;hY80nmIjUgiHAhWYGIdCylAbshjmbiBO3I/zFmOCvpHa4yWF217mWbaSFltODQYHejdUd6ezVVAd&#10;8s+xO2tfud20tPRiftcfRqnZ07R7AxFpinfxv3uv0/z8dbWAv3fSDbK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/czb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Xn5MUA&#10;AADeAAAADwAAAGRycy9kb3ducmV2LnhtbERP32vCMBB+H/g/hBN8kZmuYzqqUXQQNthg6Aa+Hs3Z&#10;FptLSaLt/vtlIOztPr6ft9oMthVX8qFxrOBhloEgLp1puFLw/aXvn0GEiGywdUwKfijAZj26W2Fh&#10;XM97uh5iJVIIhwIV1DF2hZShrMlimLmOOHEn5y3GBH0ljcc+hdtW5lk2lxYbTg01dvRSU3k+XKyC&#10;3WdfPfppuRvc++n1+KS10R9aqcl42C5BRBriv/jmfjNpfr6Y5/D3TrpB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Fefk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GkIgMMA&#10;AADeAAAADwAAAGRycy9kb3ducmV2LnhtbERP3WrCMBS+H/gO4Qi7m6ndplKNIkphjN348wCH5thU&#10;m5OSxNq9/TIY7O58fL9ntRlsK3ryoXGsYDrJQBBXTjdcKzifypcFiBCRNbaOScE3BdisR08rLLR7&#10;8IH6Y6xFCuFQoAITY1dIGSpDFsPEdcSJuzhvMSboa6k9PlK4bWWeZTNpseHUYLCjnaHqdrxbBeVn&#10;/tXf7tqXbju8WXo318XeKPU8HrZLEJGG+C/+c3/oND+fz17h9510g1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GkIg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4OHMEA&#10;AADeAAAADwAAAGRycy9kb3ducmV2LnhtbERP22rCQBB9L/gPywh9azbeJbpKEVL0sdEPGLJjEpKd&#10;jdmtSf7eLRT6Nodznf1xMI14UucqywpmUQyCOLe64kLB7Zp+bEE4j6yxsUwKRnJwPEze9pho2/M3&#10;PTNfiBDCLkEFpfdtIqXLSzLoItsSB+5uO4M+wK6QusM+hJtGzuN4LQ1WHBpKbOlUUl5nP0bBcuy/&#10;HtmqjlNtaHZZtBf2+Uqp9+nwuQPhafD/4j/3WYf58816Cb/vhBvk4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ODhz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AC9KMQA&#10;AADeAAAADwAAAGRycy9kb3ducmV2LnhtbERPTWvCQBC9C/0PyxR6M5sGGtvUVaRiKZ40TXsesmMS&#10;mp0N2TWJ/74rCN7m8T5nuZ5MKwbqXWNZwXMUgyAurW64UlB87+avIJxH1thaJgUXcrBePcyWmGk7&#10;8pGG3FcihLDLUEHtfZdJ6cqaDLrIdsSBO9neoA+wr6TucQzhppVJHKfSYMOhocaOPmoq//KzUXBO&#10;f5OCT3t9yLeXz7ftbuPkT6XU0+O0eQfhafJ38c39pcP8ZJG+wPWdcINc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AAvS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72TQsYA&#10;AADeAAAADwAAAGRycy9kb3ducmV2LnhtbERPTU/CQBC9k/gfNmPiDbaCWaGyECAhQQ8QKx68jd2x&#10;rXZnS3eF+u9ZExJu8/I+ZzrvbC2O1PrKsYb7QQKCOHem4kLD/m3dH4PwAdlg7Zg0/JGH+eymN8XU&#10;uBO/0jELhYgh7FPUUIbQpFL6vCSLfuAa4sh9udZiiLAtpGnxFMNtLYdJoqTFimNDiQ2tSsp/sl+r&#10;4X03VpPd8vnh+2X7iSNrDh+mUlrf3XaLJxCBunAVX9wbE+cPH5WC/3fiDXJ2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72TQ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ihTcQA&#10;AADeAAAADwAAAGRycy9kb3ducmV2LnhtbERPS2vCQBC+F/oflin01mwaJUrMKm1FK558gdchO01C&#10;s7Mhu9XYX+8Kgrf5+J6Tz3rTiBN1rras4D2KQRAXVtdcKjjsF29jEM4ja2wsk4ILOZhNn59yzLQ9&#10;85ZOO1+KEMIuQwWV920mpSsqMugi2xIH7sd2Bn2AXSl1h+cQbhqZxHEqDdYcGips6aui4nf3ZxT8&#10;p0fcuO/kcz7Qni7D8dKuN0ulXl/6jwkIT71/iO/ulQ7zk1E6gts74QY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QIoU3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5ckcYA&#10;AADeAAAADwAAAGRycy9kb3ducmV2LnhtbESPQW/CMAyF75P2HyJP4jZSKsagEBBCTNpto+MHWI1J&#10;KxqnNAG6/fr5MGk3W+/5vc+rzeBbdaM+NoENTMYZKOIq2IadgePX2/McVEzIFtvAZOCbImzWjw8r&#10;LGy484FuZXJKQjgWaKBOqSu0jlVNHuM4dMSinULvMcnaO217vEu4b3WeZTPtsWFpqLGjXU3Vubx6&#10;A5eQv9ih3OPHeb/4bJybXn4OU2NGT8N2CSrRkP7Nf9fvVvDz15nwyjsyg17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5ck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6f4cMA&#10;AADeAAAADwAAAGRycy9kb3ducmV2LnhtbERPPW/CMBDdkfgP1iF1AwcqEkgxCCpVYgU6dLzaR5I2&#10;PofYhZRfj5GQ2O7pfd5i1dlanKn1lWMF41ECglg7U3Gh4PPwMZyB8AHZYO2YFPyTh9Wy31tgbtyF&#10;d3Teh0LEEPY5KihDaHIpvS7Joh+5hjhyR9daDBG2hTQtXmK4reUkSVJpseLYUGJD7yXp3/2fVbCt&#10;vmma6uPczjZ693U9hdfsxyj1MujWbyACdeEpfri3Js6fZOkc7u/EG+Ty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l6f4c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ZxZdsYA&#10;AADeAAAADwAAAGRycy9kb3ducmV2LnhtbERPTWvDMAy9D/YfjAa7rc5yWLu0blkHg5V+wLrRXUWs&#10;xWGxHGI3Tf99dSj0Jul96L3ZYvCN6qmLdWADz6MMFHEZbM2VgZ/vj6cJqJiQLTaBycCZIizm93cz&#10;LGw48Rf1+1QpMeFYoAGXUltoHUtHHuMotMSC/YXOY5K1q7Tt8CTmvtF5lr1ojzXLB4ctvTsq//dH&#10;b6DH3Tn7dcvt66relPlueVhbuZvHh+FtCirRkG7kq/rTSvx8PJYCUkdm0PM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ZxZds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90jd8MA&#10;AADeAAAADwAAAGRycy9kb3ducmV2LnhtbERPPU/DMBDdkfgP1iGxUacZKAp1q6pSK0YIDIxHfI1T&#10;4rvIdpu0vx4jIbHd0/u85XryvTpTiJ2wgfmsAEXciO24NfDxvnt4AhUTssVemAxcKMJ6dXuzxMrK&#10;yG90rlOrcgjHCg24lIZK69g48hhnMhBn7iDBY8owtNoGHHO473VZFI/aY8e5weFAW0fNd33yBsZ9&#10;83UsD5/WXcMgu/pVjmUvxtzfTZtnUImm9C/+c7/YPL9cLObw+06+Qa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90jd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/etF8QA&#10;AADeAAAADwAAAGRycy9kb3ducmV2LnhtbERPS2vCQBC+F/oflhF6qxtzMBJdxSeU0lJ83cfsmMTu&#10;zobsVtN/7wqF3ubje85k1lkjrtT62rGCQT8BQVw4XXOp4LDfvI5A+ICs0TgmBb/kYTZ9fppgrt2N&#10;t3TdhVLEEPY5KqhCaHIpfVGRRd93DXHkzq61GCJsS6lbvMVwa2SaJENpsebYUGFDy4qK792PVbD5&#10;WplL+rmdH2VYrrOTGb0vVh9KvfS6+RhEoC78i//cbzrOT7Mshcc78QY5v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/3rRf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03VGMYA&#10;AADeAAAADwAAAGRycy9kb3ducmV2LnhtbERP32vCMBB+F/wfwgl7GZpacUpnLDIYOthgU8HXs7m1&#10;xeZSkqx2//0iDHy7j+/nrfLeNKIj52vLCqaTBARxYXXNpYLj4XW8BOEDssbGMin4JQ/5ejhYYabt&#10;lb+o24dSxBD2GSqoQmgzKX1RkUE/sS1x5L6tMxgidKXUDq8x3DQyTZInabDm2FBhSy8VFZf9j1HQ&#10;fb6fy13n27fL8tHPZ+ft9kOflHoY9ZtnEIH6cBf/u3c6zk8Xixnc3ok3yP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03VG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gzccYA&#10;AADeAAAADwAAAGRycy9kb3ducmV2LnhtbERPTWsCMRC9C/0PYQq9adZFq65GqQXBi1BtD/U2bsbd&#10;xc1km0Rd/fWmUOhtHu9zZovW1OJCzleWFfR7CQji3OqKCwVfn6vuGIQPyBpry6TgRh4W86fODDNt&#10;r7ylyy4UIoawz1BBGUKTSenzkgz6nm2II3e0zmCI0BVSO7zGcFPLNElepcGKY0OJDb2XlJ92Z6Ng&#10;ORkvfz4GvLlvD3vafx9Ow9QlSr08t29TEIHa8C/+c691nJ+ORgP4fSfeIOc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cgzccYAAADeAAAADwAAAAAAAAAAAAAAAACYAgAAZHJz&#10;L2Rvd25yZXYueG1sUEsFBgAAAAAEAAQA9QAAAIsDAAAAAA==&#10;" fillcolor="black" stroked="f"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eY6sYA&#10;AADeAAAADwAAAGRycy9kb3ducmV2LnhtbERPS2vCQBC+F/oflil4q5sGfJC6irYVBPWg9tDjNDsm&#10;S7KzIbtq9Nd3hYK3+fieM5l1thZnar1xrOCtn4Agzp02XCj4PixfxyB8QNZYOyYFV/Iwmz4/TTDT&#10;7sI7Ou9DIWII+wwVlCE0mZQ+L8mi77uGOHJH11oMEbaF1C1eYritZZokQ2nRcGwosaGPkvJqf7IK&#10;ftZDM94ZSn83t8WX3gyqxfazUqr30s3fQQTqwkP8717pOD8djQZwfyfeIK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eY6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drr8QA&#10;AADeAAAADwAAAGRycy9kb3ducmV2LnhtbERPTWsCMRC9C/6HMIK3mtWDytYoUintxUOt4nXYTDfb&#10;3Uy2SdTVX98Igrd5vM9ZrDrbiDP5UDlWMB5lIIgLpysuFey/31/mIEJE1tg4JgVXCrBa9nsLzLW7&#10;8Bedd7EUKYRDjgpMjG0uZSgMWQwj1xIn7sd5izFBX0rt8ZLCbSMnWTaVFitODQZbejNU1LuTVeDX&#10;x01949Ohzm7ba/j47f7maJQaDrr1K4hIXXyKH+5PneZPZrMp3N9JN8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Ha6/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p4f8QA&#10;AADeAAAADwAAAGRycy9kb3ducmV2LnhtbERP22rCQBB9L/Qflin4UurGPDRtdJUiFISK4OUDptkx&#10;Cd2dDdmpxn59VxB8m8O5zmwxeKdO1Mc2sIHJOANFXAXbcm3gsP98eQMVBdmiC0wGLhRhMX98mGFp&#10;w5m3dNpJrVIIxxINNCJdqXWsGvIYx6EjTtwx9B4lwb7WtsdzCvdO51n2qj22nBoa7GjZUPWz+/UG&#10;XP7t3r+KuJbLQa+zPy/b5401ZvQ0fExBCQ1yF9/cK5vm50VRwPWddIOe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X6eH/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WtV8cA&#10;AADeAAAADwAAAGRycy9kb3ducmV2LnhtbESPQU/DMAyF70j7D5GRuLGUHhgqyybYNKmXHShDu3qN&#10;aSoSp2rCVvbr8QGJm633/N7n5XoKXp1pTH1kAw/zAhRxG23PnYHD++7+CVTKyBZ9ZDLwQwnWq9nN&#10;EisbL/xG5yZ3SkI4VWjA5TxUWqfWUcA0jwOxaJ9xDJhlHTttR7xIePC6LIpHHbBnaXA40MZR+9V8&#10;BwPbZvDloXav6fixP518fd3RcWvM3e308gwq05T/zX/XtRX8crEQXnlHZt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O1rVf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y6+sIA&#10;AADeAAAADwAAAGRycy9kb3ducmV2LnhtbERPTYvCMBC9L/gfwgje1kQPdq1GEVlB8LSuHrwNydhW&#10;m0lpsrb+e7OwsLd5vM9ZrntXiwe1ofKsYTJWIIiNtxUXGk7fu/cPECEiW6w9k4YnBVivBm9LzK3v&#10;+Isex1iIFMIhRw1ljE0uZTAlOQxj3xAn7upbhzHBtpC2xS6Fu1pOlZpJhxWnhhIb2pZk7scfp+G2&#10;kwdvFJrz6dztbXb5nFGttB4N+80CRKQ+/ov/3Hub5k+zbA6/76Qb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/Lr6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PuQJ8cA&#10;AADeAAAADwAAAGRycy9kb3ducmV2LnhtbESPQWvCQBCF74X+h2UKvdVNU7AhdRVbEKTioVpKj9Ps&#10;mIRkZ8Puqum/dw6CtxnmzXvvmy1G16sThdh6NvA8yUARV962XBv43q+eClAxIVvsPZOBf4qwmN/f&#10;zbC0/sxfdNqlWokJxxINNCkNpdaxashhnPiBWG4HHxwmWUOtbcCzmLte51k21Q5bloQGB/poqOp2&#10;R2fg97jhw/blcxne048f97HL/4rOmMeHcfkGKtGYbuLr99pK/fy1EADBkRn0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7kCf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rgzsYA&#10;AADeAAAADwAAAGRycy9kb3ducmV2LnhtbERPS2vCQBC+F/wPywje6sZQa5q6ihYKvRTq41BvY3aa&#10;BLOzcXfV2F/fFQre5uN7znTemUacyfnasoLRMAFBXFhdc6lgu3l/zED4gKyxsUwKruRhPus9TDHX&#10;9sIrOq9DKWII+xwVVCG0uZS+qMigH9qWOHI/1hkMEbpSaoeXGG4amSbJszRYc2yosKW3iorD+mQU&#10;LF+y5fHriT9/V/sd7b73h3HqEqUG/W7xCiJQF+7if/eHjvPTSTaC2zvxBj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GrgzsYAAADeAAAADwAAAAAAAAAAAAAAAACYAgAAZHJz&#10;L2Rvd25yZXYueG1sUEsFBgAAAAAEAAQA9QAAAIsDAAAAAA==&#10;" fillcolor="black" stroked="f"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51E8MA&#10;AADeAAAADwAAAGRycy9kb3ducmV2LnhtbERP30vDMBB+F/Y/hBv45lIr6OiWjTIYE5+6qfh6a25N&#10;sbmUJGb1vzeC4Nt9fD9vvZ3sIBL50DtWcL8oQBC3TvfcKXh73d8tQYSIrHFwTAq+KcB2M7tZY6Xd&#10;lY+UTrETOYRDhQpMjGMlZWgNWQwLNxJn7uK8xZih76T2eM3hdpBlUTxKiz3nBoMj7Qy1n6cvqyCd&#10;d039kD6SOb74uvOuObyfG6Vu51O9AhFpiv/iP/ezzvPLp2UJv+/kG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51E8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6UgcUA&#10;AADeAAAADwAAAGRycy9kb3ducmV2LnhtbERPTWvCQBC9F/wPywi91Y0KVqOrFKml9lKNgh6H7JgN&#10;ZmdDdhtjf323UOhtHu9zFqvOVqKlxpeOFQwHCQji3OmSCwXHw+ZpCsIHZI2VY1JwJw+rZe9hgal2&#10;N95Tm4VCxBD2KSowIdSplD43ZNEPXE0cuYtrLIYIm0LqBm8x3FZylCQTabHk2GCwprWh/Jp9WQV+&#10;uH49fdjvWXt+M/yZbc1kVxilHvvdyxxEoC78i//c7zrOHz1Px/D7TrxBL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7pSB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6554" w:rsidRDefault="00BA6554" w:rsidP="00BA655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6554" w:rsidRPr="003B50D1" w:rsidRDefault="00BA6554" w:rsidP="00BA6554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BA6554" w:rsidRPr="003B50D1" w:rsidRDefault="00BA6554" w:rsidP="00BA6554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BA6554" w:rsidRPr="003B50D1" w:rsidRDefault="00BA6554" w:rsidP="00BA6554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BA6554" w:rsidRPr="003B50D1" w:rsidRDefault="00BA6554" w:rsidP="00BA65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A6554" w:rsidRPr="003B50D1" w:rsidRDefault="00BA6554" w:rsidP="00BA6554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BA6554" w:rsidRPr="003B50D1" w:rsidRDefault="00BA6554" w:rsidP="00BA6554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Брусніцену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А. М.</w:t>
      </w: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Брусніцена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BA6554" w:rsidRPr="003B50D1" w:rsidRDefault="00BA6554" w:rsidP="00BA65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BA6554" w:rsidRPr="003A57AC" w:rsidRDefault="00BA6554" w:rsidP="00BA65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Брусніцену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Андрію Миколайовичу, який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11C0C">
        <w:rPr>
          <w:rFonts w:ascii="Times New Roman" w:eastAsia="Calibri" w:hAnsi="Times New Roman" w:cs="Times New Roman"/>
          <w:sz w:val="24"/>
          <w:lang w:val="ru-RU"/>
        </w:rPr>
        <w:t>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</w:rPr>
        <w:t>відведення земельної ділянки у приватну власність, орієнтовною площею 0,12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ведення садівництва,  яка розташована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Хмельницька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область Шепетівський район,</w:t>
      </w:r>
      <w:r>
        <w:rPr>
          <w:rFonts w:ascii="Times New Roman" w:eastAsia="Calibri" w:hAnsi="Times New Roman" w:cs="Times New Roman"/>
          <w:sz w:val="24"/>
        </w:rPr>
        <w:t xml:space="preserve"> с. </w:t>
      </w:r>
      <w:proofErr w:type="spellStart"/>
      <w:r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СТ «Енергетик ХАЕС».</w:t>
      </w: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Брусніцену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BA6554" w:rsidRPr="003B50D1" w:rsidRDefault="00BA6554" w:rsidP="00BA6554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BA6554" w:rsidRPr="003B50D1" w:rsidRDefault="00BA6554" w:rsidP="00BA6554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6554" w:rsidRPr="003B50D1" w:rsidRDefault="00BA6554" w:rsidP="00BA6554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A6554" w:rsidRPr="003B50D1" w:rsidRDefault="00BA6554" w:rsidP="00BA6554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BA6554" w:rsidRPr="003B5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554"/>
    <w:rsid w:val="00511C0C"/>
    <w:rsid w:val="00761BB4"/>
    <w:rsid w:val="00BA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5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554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2022-02-11T13:45:00Z</dcterms:created>
  <dcterms:modified xsi:type="dcterms:W3CDTF">2022-02-14T07:47:00Z</dcterms:modified>
</cp:coreProperties>
</file>