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4C8" w:rsidRPr="0081108E" w:rsidRDefault="006944C8" w:rsidP="006944C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81108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                          ПРОЕКТ</w:t>
      </w:r>
    </w:p>
    <w:p w:rsidR="006944C8" w:rsidRPr="0081108E" w:rsidRDefault="006944C8" w:rsidP="006944C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6944C8" w:rsidRPr="0081108E" w:rsidRDefault="00DA19D7" w:rsidP="006944C8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noProof/>
        </w:rPr>
        <w:pict>
          <v:group id="Группа 9870" o:spid="_x0000_s1057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">
            <v:shape id="Freeform 3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UvRMQA&#10;AADdAAAADwAAAGRycy9kb3ducmV2LnhtbESPQYvCMBSE7wv+h/AEb2uqwlprUxFR8SAsddf7o3m2&#10;xealNFHrv98Iwh6HmfmGSVe9acSdOldbVjAZRyCIC6trLhX8/uw+YxDOI2tsLJOCJzlYZYOPFBNt&#10;H5zT/eRLESDsElRQed8mUrqiIoNubFvi4F1sZ9AH2ZVSd/gIcNPIaRR9SYM1h4UKW9pUVFxPN6PA&#10;zvaH47mc5rMtzz2vv+PLuT8qNRr26yUIT73/D7/bB61gEc8n8HoTnoD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lL0T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F1PcgA&#10;AADdAAAADwAAAGRycy9kb3ducmV2LnhtbESPT2sCMRTE70K/Q3gFL1Kz9eCfrVGKsNZ6ELSFXh+b&#10;1822m5clSXX105uC4HGYmd8w82VnG3EkH2rHCp6HGQji0umaKwWfH8XTFESIyBobx6TgTAGWi4fe&#10;HHPtTryn4yFWIkE45KjAxNjmUobSkMUwdC1x8r6dtxiT9JXUHk8Jbhs5yrKxtFhzWjDY0spQ+Xv4&#10;swp+ip35Wk0uaz+Y7ekyKLZvzftYqf5j9/oCIlIX7+Fbe6MVzKaTEfy/SU9ALq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IXU9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Wy2cQA&#10;AADdAAAADwAAAGRycy9kb3ducmV2LnhtbESP32rCMBTG7we+QziCN2OmWthcNYqIHaM3ou4BDs2x&#10;KTYnpYlt9/bLYLDLj+/Pj2+zG20jeup87VjBYp6AIC6drrlS8HXNX1YgfEDW2DgmBd/kYbedPG0w&#10;027gM/WXUIk4wj5DBSaENpPSl4Ys+rlriaN3c53FEGVXSd3hEMdtI5dJ8iot1hwJBls6GCrvl4eN&#10;kFOKp+I2XPOPEQc8Foaf92elZtNxvwYRaAz/4b/2p1bwvnpL4fdNf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1stn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f/DcYA&#10;AADdAAAADwAAAGRycy9kb3ducmV2LnhtbESPX0sDMRDE34V+h7AF32zOUvvn2rRIVRDBB6tQ+rZc&#10;tneHl01I1t757Y0g+DjMzG+YzW5wnbpQTK1nA7eTAhRx5W3LtYGP96ebJagkyBY7z2TgmxLstqOr&#10;DZbW9/xGl4PUKkM4lWigEQml1qlqyGGa+ECcvbOPDiXLWGsbsc9w1+lpUcy1w5bzQoOB9g1Vn4cv&#10;Z+C1fwwvi/ndOZzibKrTg5XjXoy5Hg/3a1BCg/yH/9rP1sBquZjB75v8BPT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uf/D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CPNsMA&#10;AADdAAAADwAAAGRycy9kb3ducmV2LnhtbESP24rCMBRF34X5h3AG5kU0HQdv1Sgio4gv4uUDDs2x&#10;KTYnpcnYzt8bQfBxsy+LPV+2thR3qn3hWMF3PwFBnDldcK7gct70JiB8QNZYOiYF/+RhufjozDHV&#10;ruEj3U8hF3GEfYoKTAhVKqXPDFn0fVcRR+/qaoshyjqXusYmjttSDpJkJC0WHAkGK1obym6nPxsh&#10;hx887K/NebNtscHfveHu6qjU12e7moEI1IZ3+NXeaQXTyXgIzzfx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CPN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nE4cYA&#10;AADdAAAADwAAAGRycy9kb3ducmV2LnhtbESPQUsDMRSE74L/IbxCbzbbotu6Ni1SFUTowSqIt8fm&#10;dXdx8xKS1+76740geBxm5htmvR1dr84UU+fZwHxWgCKuve24MfD+9nS1ApUE2WLvmQx8U4Lt5vJi&#10;jZX1A7/S+SCNyhBOFRpoRUKldapbcphmPhBn7+ijQ8kyNtpGHDLc9XpRFKV22HFeaDHQrqX663By&#10;BvbDY3hZljfH8BmvFzo9WPnYiTHTyXh/B0polP/wX/vZGrhdLUv4fZOfgN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XnE4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XBBMcA&#10;AADdAAAADwAAAGRycy9kb3ducmV2LnhtbESP3WoCMRSE7wt9h3AK3pSataX+rEaphaCgUGoLvT1s&#10;jruLm5Mlie769qZQ6OUwM98wi1VvG3EhH2rHCkbDDARx4UzNpYLvL/00BREissHGMSm4UoDV8v5u&#10;gblxHX/S5RBLkSAcclRQxdjmUoaiIoth6Fri5B2dtxiT9KU0HrsEt418zrKxtFhzWqiwpfeKitPh&#10;bBWsP7ryxT8W697tjpufV62N3mulBg/92xxEpD7+h//aW6NgNp1M4PdNegJye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i1wQT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IPM8EA&#10;AADdAAAADwAAAGRycy9kb3ducmV2LnhtbERP3WrCMBS+H/gO4Qi7m6myzVqNIo6CjN348wCH5thU&#10;m5OSxNq9vbkY7PLj+19tBtuKnnxoHCuYTjIQxJXTDdcKzqfyLQcRIrLG1jEp+KUAm/XoZYWFdg8+&#10;UH+MtUghHApUYGLsCilDZchimLiOOHEX5y3GBH0ttcdHCretnGXZp7TYcGow2NHOUHU73q2C8nv2&#10;09/u2pduO7xb+jDX/Mso9ToetksQkYb4L/5z77WCRT5Pc9Ob9AT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CSDzP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bw7ccA&#10;AADdAAAADwAAAGRycy9kb3ducmV2LnhtbESP3WoCMRSE7wu+QzhCb0rN2tJWt0aphaBgQfyB3h42&#10;x93FzcmSpO769qZQ6OUwM98ws0VvG3EhH2rHCsajDARx4UzNpYLjQT9OQISIbLBxTAquFGAxH9zN&#10;MDeu4x1d9rEUCcIhRwVVjG0uZSgqshhGriVO3sl5izFJX0rjsUtw28inLHuVFmtOCxW29FlRcd7/&#10;WAXLbVc++4di2bvNafX9orXRX1qp+2H/8Q4iUh//w3/ttVEwnbxN4fdNegJyf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Zm8O3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FzEsEA&#10;AADdAAAADwAAAGRycy9kb3ducmV2LnhtbERP3WrCMBS+H+wdwhnsbqbKHLUziiiFId5YfYBDc9ZU&#10;m5OSxNq9vbkQdvnx/S/Xo+3EQD60jhVMJxkI4trplhsF51P5kYMIEVlj55gU/FGA9er1ZYmFdnc+&#10;0lDFRqQQDgUqMDH2hZShNmQxTFxPnLhf5y3GBH0jtcd7CrednGXZl7TYcmow2NPWUH2tblZBuZ8d&#10;hutN+9Jtxk9Lc3PJd0ap97dx8w0i0hj/xU/3j1awyPO0P71JT0C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xcxL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jMr8QA&#10;AADdAAAADwAAAGRycy9kb3ducmV2LnhtbESPzWrDMBCE74G+g9hAb7HsNCmuEyWEgkt8rNMHWKyt&#10;bWKtXEv1z9tXhUKPw8x8wxzPs+nESINrLStIohgEcWV1y7WCj1u+SUE4j6yxs0wKFnJwPj2sjphp&#10;O/E7jaWvRYCwy1BB432fSemqhgy6yPbEwfu0g0Ef5FBLPeAU4KaT2zh+lgZbDgsN9vTaUHUvv42C&#10;3TK9fZX7e5xrQ0nx1Bfsq71Sj+v5cgDhafb/4b/2VSt4SdMEft+EJyB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4zK/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hLxMQA&#10;AADdAAAADwAAAGRycy9kb3ducmV2LnhtbESPQYvCMBSE78L+h/AWvGlqD1K7pkUURTyt1d3zo3m2&#10;ZZuX0kSt/34jCB6HmfmGWeaDacWNetdYVjCbRiCIS6sbrhScT9tJAsJ5ZI2tZVLwIAd59jFaYqrt&#10;nY90K3wlAoRdigpq77tUSlfWZNBNbUccvIvtDfog+0rqHu8BbloZR9FcGmw4LNTY0bqm8q+4GgXX&#10;+W985stBfxebx26x2a6c/KmUGn8Oqy8Qngb/Dr/ae61gkSQxPN+EJy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4S8T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eRWMcA&#10;AADdAAAADwAAAGRycy9kb3ducmV2LnhtbESPQWvCQBSE74X+h+UVvDWbqoSYuooWBPWg1Oqht9fs&#10;a5KafZtmV43/3hUKPQ4z8w0znnamFmdqXWVZwUsUgyDOra64ULD/WDynIJxH1lhbJgVXcjCdPD6M&#10;MdP2wu903vlCBAi7DBWU3jeZlC4vyaCLbEMcvG/bGvRBtoXULV4C3NSyH8eJNFhxWCixobeS8uPu&#10;ZBQctmky2s5Xw5/15gsHRv9+6ipRqvfUzV5BeOr8f/ivvdQKRmk6gPub8ATk5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XkV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bL38YA&#10;AADdAAAADwAAAGRycy9kb3ducmV2LnhtbESPT2vCQBTE74LfYXmCN900iqSpa+gfGsWTtYVeH9nX&#10;JDT7NmS3mvjpXUHocZiZ3zDrrDeNOFHnassKHuYRCOLC6ppLBV+f77MEhPPIGhvLpGAgB9lmPFpj&#10;qu2ZP+h09KUIEHYpKqi8b1MpXVGRQTe3LXHwfmxn0AfZlVJ3eA5w08g4ilbSYM1hocKWXisqfo9/&#10;RsFl9Y0Ht41f3hba07BMcrs/5EpNJ/3zEwhPvf8P39s7reAxSZZwexOegN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wbL3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I9/MUA&#10;AADdAAAADwAAAGRycy9kb3ducmV2LnhtbESPwWrDMBBE74X8g9hCbo3cEBfHjRJCcSC31G4/YLG2&#10;som1cizVcfr1VaDQ4zAzb5jNbrKdGGnwrWMFz4sEBHHtdMtGwefH4SkD4QOyxs4xKbiRh9129rDB&#10;XLsrlzRWwYgIYZ+jgiaEPpfS1w1Z9AvXE0fvyw0WQ5SDkXrAa4TbTi6T5EVabDkuNNjTW0P1ufq2&#10;Ci5umeqpKvB0LtbvrTGry0+5Umr+OO1fQQSawn/4r33UCtZZlsL9TXw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kj38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p48UA&#10;AADdAAAADwAAAGRycy9kb3ducmV2LnhtbESPzW7CMBCE75X6DtZW6g2cUjUNIQaVSkhcgR44Lvbm&#10;h8brNHYh9OkxElKPo5n5RlMsBtuKE/W+cazgZZyAINbONFwp+NqtRhkIH5ANto5JwYU8LOaPDwXm&#10;xp15Q6dtqESEsM9RQR1Cl0vpdU0W/dh1xNErXW8xRNlX0vR4jnDbykmSpNJiw3Ghxo4+a9Lf21+r&#10;YN0c6C3V5dRmS73Z//2E1/ejUer5afiYgQg0hP/wvb02CqZZlsLtTXwC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YSnj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R/jMMA&#10;AADdAAAADwAAAGRycy9kb3ducmV2LnhtbERPW2vCMBR+H+w/hDPwbab64GpnWnQwULzA3NheD81Z&#10;U9aclCbW+u8XQfDxu/MtisE2oqfO144VTMYJCOLS6ZorBV+f788pCB+QNTaOScGFPBT548MCM+3O&#10;/EH9MVQilrDPUIEJoc2k9KUhi37sWuKo/brOYoiwq6Tu8BzLbSOnSTKTFmuOCwZbejNU/h1PVkGP&#10;h0vyY1b7+abeldPD6nurI69GT8PyFUSgIdzNt/RaK5in6Qtc38QnI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R/j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BVnsEA&#10;AADdAAAADwAAAGRycy9kb3ducmV2LnhtbERPPU/DMBDdkfofrENiow4ZqhDqVlWlVowlMDAe8TVO&#10;ie8i2zSBX48HJMan973ezn5QVwqxFzbwsCxAEbdie+4MvL0e7itQMSFbHITJwDdF2G4WN2usrUz8&#10;QtcmdSqHcKzRgEtprLWOrSOPcSkjcebOEjymDEOnbcAph/tBl0Wx0h57zg0OR9o7aj+bL29gOrYf&#10;l/L8bt1PGOXQnORSDmLM3e28ewKVaE7/4j/3szXwWFV5bn6Tn4De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+AVZ7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e2osYA&#10;AADdAAAADwAAAGRycy9kb3ducmV2LnhtbESPS2/CMBCE75X6H6ytxK04cKAhYBBPCVVFiEfv23hJ&#10;0trrKDaQ/vu6EhLH0cx8oxlPW2vElRpfOVbQ6yYgiHOnKy4UnI7r1xSED8gajWNS8EseppPnpzFm&#10;2t14T9dDKESEsM9QQRlCnUnp85Is+q6riaN3do3FEGVTSN3gLcKtkf0kGUiLFceFEmtalJT/HC5W&#10;wXq3NN/97X72KcNi9fZl0vf58kOpzks7G4EI1IZH+N7eaAXDNB3C/5v4BOTk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e2o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NEW8MA&#10;AADdAAAADwAAAGRycy9kb3ducmV2LnhtbERPTYvCMBC9L/gfwgheRFOVldo1igiiwgrqLux1bMa2&#10;2ExKE2v99+Yg7PHxvufL1pSiodoVlhWMhhEI4tTqgjMFvz+bQQzCeWSNpWVS8CQHy0XnY46Jtg8+&#10;UXP2mQgh7BJUkHtfJVK6NCeDbmgr4sBdbW3QB1hnUtf4COGmlOMomkqDBYeGHCta55TeznejoDl+&#10;X7Jd46r9Le67z8lluz3oP6V63Xb1BcJT6//Fb/dOK5jFs7A/vAlP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+NEW8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6dCccA&#10;AADdAAAADwAAAGRycy9kb3ducmV2LnhtbESPT2vCQBTE7wW/w/IEb3Wj2JJEV6mFQi8F//RQb8/s&#10;Mwlm36a7W41++q4geBxm5jfMbNGZRpzI+dqygtEwAUFcWF1zqeB7+/GcgvABWWNjmRRcyMNi3nua&#10;Ya7tmdd02oRSRAj7HBVUIbS5lL6oyKAf2pY4egfrDIYoXSm1w3OEm0aOk+RVGqw5LlTY0ntFxXHz&#10;ZxQss3T5u5rw13W939HuZ398GbtEqUG/e5uCCNSFR/je/tQKsjQbwe1NfAJy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wOnQnHAAAA3QAAAA8AAAAAAAAAAAAAAAAAmAIAAGRy&#10;cy9kb3ducmV2LnhtbFBLBQYAAAAABAAEAPUAAACMAwAAAAA=&#10;" fillcolor="black" stroked="f"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XAcMcA&#10;AADdAAAADwAAAGRycy9kb3ducmV2LnhtbESPQWvCQBSE74X+h+UVeqsbA0qMrqKtgqA9aHvw+Mw+&#10;kyXZtyG71bS/visUehxm5htmtuhtI67UeeNYwXCQgCAunDZcKvj82LxkIHxA1tg4JgXf5GExf3yY&#10;Ya7djQ90PYZSRAj7HBVUIbS5lL6oyKIfuJY4ehfXWQxRdqXUHd4i3DYyTZKxtGg4LlTY0mtFRX38&#10;sgpOu7HJDobS8/5ntdb7Ub16f6uVen7ql1MQgfrwH/5rb7WCSTZJ4f4mPgE5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z1wHD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xbXsYA&#10;AADdAAAADwAAAGRycy9kb3ducmV2LnhtbESPQWsCMRSE74L/ITyht5qthbJujSKK2EsPtRWvj83r&#10;ZrublzWJuvrrm0LB4zAz3zCzRW9bcSYfascKnsYZCOLS6ZorBV+fm8ccRIjIGlvHpOBKARbz4WCG&#10;hXYX/qDzLlYiQTgUqMDE2BVShtKQxTB2HXHyvp23GJP0ldQeLwluWznJshdpsea0YLCjlaGy2Z2s&#10;Ar88rJsbn/ZNdnu/hu1Pf8zRKPUw6pevICL18R7+b79pBdN8+gx/b9IT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1xbX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FmmMUA&#10;AADdAAAADwAAAGRycy9kb3ducmV2LnhtbESPUWvCQBCE3wv9D8cKfSn1UpHWRE8pBaGgFLT+gG1u&#10;TYJ3eyG3avTXe4WCj8PMfMPMFr136kRdbAIbeB1moIjLYBuuDOx+li8TUFGQLbrAZOBCERbzx4cZ&#10;FjaceUOnrVQqQTgWaKAWaQutY1mTxzgMLXHy9qHzKEl2lbYdnhPcOz3KsjftseG0UGNLnzWVh+3R&#10;G3CjX5ev3uNaLju9zq5eNs/f1pinQf8xBSXUyz383/6yBvJJPoa/N+kJ6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4WaY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HMR8YA&#10;AADdAAAADwAAAGRycy9kb3ducmV2LnhtbESPQWsCMRSE74X+h/AKvdVshYquRrEVYS8e3Fq8PjfP&#10;zWLysmxSXf31plDwOMzMN8xs0TsrztSFxrOC90EGgrjyuuFawe57/TYGESKyRuuZFFwpwGL+/DTD&#10;XPsLb+lcxlokCIccFZgY21zKUBlyGAa+JU7e0XcOY5JdLXWHlwR3Vg6zbCQdNpwWDLb0Zag6lb9O&#10;waps7XBXmM+w/9kcDra4rWm/Uur1pV9OQUTq4yP83y60gsl48gF/b9IT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CHMR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dgcUA&#10;AADdAAAADwAAAGRycy9kb3ducmV2LnhtbESPQWvCQBSE7wX/w/KE3upuPaSauglFFISeavXg7bH7&#10;mkSzb0N2Nem/7wpCj8PMfMOsytG14kZ9aDxreJ0pEMTG24YrDYfv7csCRIjIFlvPpOGXApTF5GmF&#10;ufUDf9FtHyuRIBxy1FDH2OVSBlOTwzDzHXHyfnzvMCbZV9L2OCS4a+VcqUw6bDgt1NjRuiZz2V+d&#10;hvNWfnqj0BwPx2Fn306bjFql9fN0/HgHEWmM/+FHe2c1LBfLDO5v0hOQ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ZB2B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EaNMYA&#10;AADdAAAADwAAAGRycy9kb3ducmV2LnhtbESPT2vCQBTE7wW/w/IEb3WjQhujq2ihIEoP/qH0+Mw+&#10;k5Ds27C7avrt3ULB4zAzv2Hmy8404kbOV5YVjIYJCOLc6ooLBafj52sKwgdkjY1lUvBLHpaL3ssc&#10;M23vvKfbIRQiQthnqKAMoc2k9HlJBv3QtsTRu1hnMETpCqkd3iPcNHKcJG/SYMVxocSWPkrK68PV&#10;KPi57vjyNdmu3Dp82+7o6/E5rZUa9LvVDESgLjzD/+2NVjBNp+/w9yY+Abl4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jEaN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Q0lMQA&#10;AADdAAAADwAAAGRycy9kb3ducmV2LnhtbERPz2vCMBS+D/wfwhO8zVRRaTuj6GCwizDdDvP2bJ5t&#10;sXmpSabVv345CB4/vt/zZWcacSHna8sKRsMEBHFhdc2lgp/vj9cUhA/IGhvLpOBGHpaL3sscc22v&#10;vKXLLpQihrDPUUEVQptL6YuKDPqhbYkjd7TOYIjQlVI7vMZw08hxksykwZpjQ4UtvVdUnHZ/RsE6&#10;S9fnrwlv7tvDnva/h9N07BKlBv1u9QYiUBee4of7UyvI0izOjW/i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0NJTEAAAA3QAAAA8AAAAAAAAAAAAAAAAAmAIAAGRycy9k&#10;b3ducmV2LnhtbFBLBQYAAAAABAAEAPUAAACJAwAAAAA=&#10;" fillcolor="black" stroked="f"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RrDsUA&#10;AADdAAAADwAAAGRycy9kb3ducmV2LnhtbESPQUsDMRSE70L/Q3gFbzZrBelum5alUBRP26p4fd28&#10;bhY3L0sS0/XfG0HwOMzMN8xmN9lBJPKhd6zgflGAIG6d7rlT8PZ6uFuBCBFZ4+CYFHxTgN12drPB&#10;SrsrHymdYicyhEOFCkyMYyVlaA1ZDAs3Emfv4rzFmKXvpPZ4zXA7yGVRPEqLPecFgyPtDbWfpy+r&#10;IJ33Tf2QPpI5vvi68655ej83St3Op3oNItIU/8N/7WetoFyVJfy+yU9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BGs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K4e8IA&#10;AADdAAAADwAAAGRycy9kb3ducmV2LnhtbERPz2vCMBS+D/wfwhN2m6kexFajDFHZvDir4I6P5q0p&#10;a15Kk9XqX28OA48f3+/Fqre16Kj1lWMF41ECgrhwuuJSwfm0fZuB8AFZY+2YFNzIw2o5eFlgpt2V&#10;j9TloRQxhH2GCkwITSalLwxZ9CPXEEfux7UWQ4RtKXWL1xhuazlJkqm0WHFsMNjQ2lDxm/9ZBX68&#10;3lz29p523zvDh/zTTL9Ko9TrsH+fgwjUh6f43/2hFaRpEvfHN/EJ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Urh7wgAAAN0AAAAPAAAAAAAAAAAAAAAAAJgCAABkcnMvZG93&#10;bnJldi54bWxQSwUGAAAAAAQABAD1AAAAhw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944C8" w:rsidRPr="0081108E" w:rsidRDefault="006944C8" w:rsidP="006944C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6944C8" w:rsidRPr="0081108E" w:rsidRDefault="006944C8" w:rsidP="006944C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6944C8" w:rsidRPr="0081108E" w:rsidRDefault="006944C8" w:rsidP="006944C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6944C8" w:rsidRPr="0081108E" w:rsidRDefault="006944C8" w:rsidP="006944C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6944C8" w:rsidRPr="0081108E" w:rsidRDefault="006944C8" w:rsidP="006944C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uk-UA"/>
        </w:rPr>
      </w:pPr>
    </w:p>
    <w:p w:rsidR="006944C8" w:rsidRPr="0081108E" w:rsidRDefault="006944C8" w:rsidP="006944C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6944C8" w:rsidRPr="0081108E" w:rsidRDefault="006944C8" w:rsidP="006944C8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6944C8" w:rsidRPr="0081108E" w:rsidRDefault="006944C8" w:rsidP="006944C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6944C8" w:rsidRPr="0081108E" w:rsidRDefault="006944C8" w:rsidP="006944C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6944C8" w:rsidRPr="0081108E" w:rsidRDefault="006944C8" w:rsidP="006944C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DA19D7">
        <w:rPr>
          <w:noProof/>
        </w:rPr>
        <w:pict>
          <v:group id="Группа 9901" o:spid="_x0000_s1026" style="position:absolute;margin-left:219.6pt;margin-top:717.85pt;width:42.8pt;height:57.85pt;z-index:251659264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DY+v0ednYAAFhZBAAO&#10;AAAAAAAAAAAAAAAAAC4CAABkcnMvZTJvRG9jLnhtbFBLAQItABQABgAIAAAAIQDfzpAw4gAAAA0B&#10;AAAPAAAAAAAAAAAAAAAAANB4AABkcnMvZG93bnJldi54bWxQSwUGAAAAAAQABADzAAAA33kAAAAA&#10;">
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DN08UA&#10;AADdAAAADwAAAGRycy9kb3ducmV2LnhtbESPzWrDMBCE74W+g9hCb41cB9rEiWJMaYsPgeIkvi/W&#10;+odaK2OpsfP2USGQ4zAz3zDbdDa9ONPoOssKXhcRCOLK6o4bBafj18sKhPPIGnvLpOBCDtLd48MW&#10;E20nLuh88I0IEHYJKmi9HxIpXdWSQbewA3Hwajsa9EGOjdQjTgFuehlH0Zs02HFYaHGgj5aq38Of&#10;UWCX3/m+bOJi+cnvnrOfVV3Oe6Wen+ZsA8LT7O/hWzvXCtbrKIb/N+EJyN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0M3T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qsRsgA&#10;AADdAAAADwAAAGRycy9kb3ducmV2LnhtbESPS2vDMBCE74X+B7GBXEIiN4W0dqKEEnBfh0IekOti&#10;bSyn1spIauLm11eFQo/DzHzDLFa9bcWZfGgcK7ibZCCIK6cbrhXsd+X4EUSIyBpbx6TgmwKslrc3&#10;Cyy0u/CGzttYiwThUKACE2NXSBkqQxbDxHXEyTs6bzEm6WupPV4S3LZymmUzabHhtGCwo7Wh6nP7&#10;ZRWcyg9zWD9cn/0o39B1VL6/tG8zpYaD/mkOIlIf/8N/7VetIM+ze/h9k56AXP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iqxG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tWTcUA&#10;AADdAAAADwAAAGRycy9kb3ducmV2LnhtbESP3WrCQBCF7wu+wzJCb4putEU0uoZQTCneiD8PMGTH&#10;bDA7G7LbJH37bqHQy8P5+Ti7bLSN6KnztWMFi3kCgrh0uuZKwe1azNYgfEDW2DgmBd/kIdtPnnaY&#10;ajfwmfpLqEQcYZ+iAhNCm0rpS0MW/dy1xNG7u85iiLKrpO5wiOO2kcskWUmLNUeCwZbeDZWPy5eN&#10;kNMrno734Vp8jDjg4Wj4JT8r9Twd8y2IQGP4D/+1P7WCzSZ5g9838Qn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u1ZN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wmdsYA&#10;AADdAAAADwAAAGRycy9kb3ducmV2LnhtbESPQUsDMRSE74L/ITzBW5u12GrXpkVqBRF6sBaKt8fm&#10;dXdx8xKS1+76741Q8DjMzDfMYjW4Tp0pptazgbtxAYq48rbl2sD+83X0CCoJssXOMxn4oQSr5fXV&#10;Akvre/6g805qlSGcSjTQiIRS61Q15DCNfSDO3tFHh5JlrLWN2Ge46/SkKGbaYct5ocFA64aq793J&#10;Gdj2m/D+MJsew1e8n+j0YuWwFmNub4bnJ1BCg/yHL+03a2A+L6bw9yY/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0wmd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VtocIA&#10;AADdAAAADwAAAGRycy9kb3ducmV2LnhtbESP3YrCMBCF7xd8hzCCN4umKohWo4ioLN6IPw8wNGNT&#10;bCaliba+/UYQvDycn4+zWLW2FE+qfeFYwXCQgCDOnC44V3C97PpTED4gaywdk4IXeVgtOz8LTLVr&#10;+ETPc8hFHGGfogITQpVK6TNDFv3AVcTRu7naYoiyzqWusYnjtpSjJJlIiwVHgsGKNoay+/lhI+Q4&#10;xuPh1lx2+xYb3B4M/65PSvW67XoOIlAbvuFP+08rmM2SCbzfxCc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JW2h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IdmsYA&#10;AADdAAAADwAAAGRycy9kb3ducmV2LnhtbESPQUsDMRSE74L/ITzBm81atLVr0yJVoQg9tBVKb4/N&#10;6+7i5iUkz+767xtB8DjMzDfMfDm4Tp0pptazgftRAYq48rbl2sDn/v3uCVQSZIudZzLwQwmWi+ur&#10;OZbW97yl805qlSGcSjTQiIRS61Q15DCNfCDO3slHh5JlrLWN2Ge46/S4KCbaYct5ocFAq4aqr923&#10;M7Dp38LHdPJ4Csf4MNbp1cphJcbc3gwvz6CEBvkP/7XX1sBsVkzh901+Anp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Idm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0plsMA&#10;AADdAAAADwAAAGRycy9kb3ducmV2LnhtbERPXWvCMBR9F/wP4Q58GTPVMZmdUVQIGyiI3WCvl+ba&#10;ljU3Jcls9++XB8HHw/lebQbbiiv50DhWMJtmIIhLZxquFHx96qdXECEiG2wdk4I/CrBZj0crzI3r&#10;+UzXIlYihXDIUUEdY5dLGcqaLIap64gTd3HeYkzQV9J47FO4beU8yxbSYsOpocaO9jWVP8WvVbA7&#10;9dWzfyx3gztc3r9ftDb6qJWaPAzbNxCRhngX39wfRsFymaW56U16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80pl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nWSMQA&#10;AADdAAAADwAAAGRycy9kb3ducmV2LnhtbESPzWrDMBCE74G8g9hCb4nc0IbYjRxCiqGUXvLzAIu1&#10;sVxbKyMpjvv2VaHQ4zAz3zDb3WR7MZIPrWMFT8sMBHHtdMuNgsu5WmxAhIissXdMCr4pwK6cz7ZY&#10;aHfnI42n2IgE4VCgAhPjUEgZakMWw9INxMm7Om8xJukbqT3eE9z2cpVla2mx5bRgcKCDobo73ayC&#10;6mP1OXY37Su3n54tvZivzZtR6vFh2r+CiDTF//Bf+10ryPMsh9836QnI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51kj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KzTcMA&#10;AADdAAAADwAAAGRycy9kb3ducmV2LnhtbERPW2vCMBR+H+w/hDPYy9DUyUSrUeYgTJggXsDXQ3Ns&#10;i81JSTJb/715GOzx47svVr1txI18qB0rGA0zEMSFMzWXCk5HPZiCCBHZYOOYFNwpwGr5/LTA3LiO&#10;93Q7xFKkEA45KqhibHMpQ1GRxTB0LXHiLs5bjAn6UhqPXQq3jXzPsom0WHNqqLClr4qK6+HXKljv&#10;unLs34p1734u3+cPrY3eaqVeX/rPOYhIffwX/7k3RsFsNkr705v0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GKzT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ZMk8QA&#10;AADdAAAADwAAAGRycy9kb3ducmV2LnhtbESPUWvCMBSF3wf+h3AHe5tpRYd2RhGlMMSXqT/g0tw1&#10;nc1NSWLt/v0iCD4ezjnf4SzXg21FTz40jhXk4wwEceV0w7WC86l8n4MIEVlj65gU/FGA9Wr0ssRC&#10;uxt/U3+MtUgQDgUqMDF2hZShMmQxjF1HnLwf5y3GJH0ttcdbgttWTrLsQ1psOC0Y7GhrqLocr1ZB&#10;uZ8c+stV+9Jthqmlmfmd74xSb6/D5hNEpCE+w4/2l1awWOQ53N+kJ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WTJP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HIwsQA&#10;AADdAAAADwAAAGRycy9kb3ducmV2LnhtbESP0WrCQBRE3wv+w3IF3+omWqVGN6EUIvXR2A+4ZK9J&#10;MHs3zW5N8vduoeDjMDNnmEM2mlbcqXeNZQXxMgJBXFrdcKXg+5K/voNwHllja5kUTOQgS2cvB0y0&#10;HfhM98JXIkDYJaig9r5LpHRlTQbd0nbEwbva3qAPsq+k7nEIcNPKVRRtpcGGw0KNHX3WVN6KX6Pg&#10;bRqOP8XmFuXaUHxadyf25UapxXz82IPwNPpn+L/9pRXsdvEK/t6EJyD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ByML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90RcUA&#10;AADdAAAADwAAAGRycy9kb3ducmV2LnhtbESPQWvCQBSE7wX/w/IEb81GC9JEVxElRXqyaer5kX0m&#10;wezbkN1o/PddodDjMDPfMOvtaFpxo941lhXMoxgEcWl1w5WC4jt7fQfhPLLG1jIpeJCD7WbyssZU&#10;2zt/0S33lQgQdikqqL3vUildWZNBF9mOOHgX2xv0QfaV1D3eA9y0chHHS2mw4bBQY0f7msprPhgF&#10;w/K8KPjyqU/54fGRHLKdkz+VUrPpuFuB8DT6//Bf+6gVJMn8DZ5vwhO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33RF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WTNsgA&#10;AADdAAAADwAAAGRycy9kb3ducmV2LnhtbESPT2vCQBTE7wW/w/KE3pqNfwgmukoVhLaHSm09eHtm&#10;n0ls9m3MbjX99m5B6HGYmd8ws0VnanGh1lWWFQyiGARxbnXFhYKvz/XTBITzyBpry6Tglxws5r2H&#10;GWbaXvmDLltfiABhl6GC0vsmk9LlJRl0kW2Ig3e0rUEfZFtI3eI1wE0th3GcSIMVh4USG1qVlH9v&#10;f4yC3WaSpJvl6/j09n7AkdHnva4SpR773fMUhKfO/4fv7RetIE0HY/h7E56An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lZM2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H0XsYA&#10;AADdAAAADwAAAGRycy9kb3ducmV2LnhtbESPQWvCQBSE7wX/w/IEb83G2IpG16CWWvFk00Kvj+wz&#10;CWbfhuxWY399t1DwOMzMN8wy600jLtS52rKCcRSDIC6srrlU8Pnx+jgD4TyyxsYyKbiRg2w1eFhi&#10;qu2V3+mS+1IECLsUFVTet6mUrqjIoItsSxy8k+0M+iC7UuoOrwFuGpnE8VQarDksVNjStqLinH8b&#10;BT/TLzy6t2TzMtGebk+znT0cd0qNhv16AcJT7+/h//ZeK5jPx8/w9yY8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qH0X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s5kcQA&#10;AADdAAAADwAAAGRycy9kb3ducmV2LnhtbESP0YrCMBRE3xf8h3AF39ZUUdlWo8ii4Jva9QMuzTUt&#10;Nje1yWrdr98Igo/DzJxhFqvO1uJGra8cKxgNExDEhdMVGwWnn+3nFwgfkDXWjknBgzyslr2PBWba&#10;3flItzwYESHsM1RQhtBkUvqiJIt+6Bri6J1dazFE2RqpW7xHuK3lOElm0mLFcaHEhr5LKi75r1Vw&#10;deOp7vIN7i+b9FAZM7n+HSdKDfrdeg4iUBfe4Vd7pxWk6WgGzzfxCc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rOZH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YWYsYA&#10;AADdAAAADwAAAGRycy9kb3ducmV2LnhtbESPS2/CMBCE70j8B2uReisOrSAkjUG0UiWuPA4ct/bm&#10;0cbrELuQ8uvrSpU4jmbmG02xHmwrLtT7xrGC2TQBQaydabhScDy8Py5B+IBssHVMCn7Iw3o1HhWY&#10;G3flHV32oRIRwj5HBXUIXS6l1zVZ9FPXEUevdL3FEGVfSdPjNcJtK5+SZCEtNhwXauzorSb9tf+2&#10;CrbNB80Xuszs8lXvTrdzeE4/jVIPk2HzAiLQEO7h//bWKMiyWQp/b+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MYWY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Bx5MYA&#10;AADdAAAADwAAAGRycy9kb3ducmV2LnhtbESPT2vCQBDF74V+h2UKvdWNHsSkrlILhUqt4B/qdciO&#10;2dDsbMhuY/z2nYPgcWbevPd+8+XgG9VTF+vABsajDBRxGWzNlYHj4eNlBiomZItNYDJwpQjLxePD&#10;HAsbLryjfp8qJSYcCzTgUmoLrWPpyGMchZZYbufQeUwydpW2HV7E3Dd6kmVT7bFmSXDY0ruj8nf/&#10;5w30uL1mJ7f6ztf1ppxsVz9fVvbm+Wl4ewWVaEh38e370xrI87HUFRohAb34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FBx5M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dqH8QA&#10;AADdAAAADwAAAGRycy9kb3ducmV2LnhtbESPwU7DMBBE70j9B2srcaNOc0Ak1K0QUiuOEDhwXOJt&#10;nBLvRrbbBL4eIyFxHM3MG81mN/tBXSjEXtjAelWAIm7F9twZeHvd39yBignZ4iBMBr4owm67uNpg&#10;bWXiF7o0qVMZwrFGAy6lsdY6to48xpWMxNk7SvCYsgydtgGnDPeDLoviVnvsOS84HOnRUfvZnL2B&#10;6dB+nMrju3XfYZR98yynchBjrpfzwz2oRHP6D/+1n6yBqlpX8PsmPwG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4nah/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pPmMMA&#10;AADdAAAADwAAAGRycy9kb3ducmV2LnhtbERPyW7CMBC9V+IfrEHqrTjNoUCKQawSQkUIKPchniYB&#10;exzFBtK/rw+VOD69fTRprRF3anzlWMF7LwFBnDtdcaHg+7h6G4DwAVmjcUwKfsnDZNx5GWGm3YP3&#10;dD+EQsQQ9hkqKEOoMyl9XpJF33M1ceR+XGMxRNgUUjf4iOHWyDRJPqTFimNDiTXNS8qvh5tVsNot&#10;zCXd7qcnGebL/tkMNrPFl1Kv3Xb6CSJQG57if/daKxgO07g/volPQI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pPm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EnusYA&#10;AADdAAAADwAAAGRycy9kb3ducmV2LnhtbESP3YrCMBSE7xf2HcJZ8EY0VVnRapRlQVRQ8A+8PTbH&#10;tticlCbW+vZmQdjLYWa+YabzxhSipsrllhX0uhEI4sTqnFMFp+OiMwLhPLLGwjIpeJKD+ezzY4qx&#10;tg/eU33wqQgQdjEqyLwvYyldkpFB17UlcfCutjLog6xSqSt8BLgpZD+KhtJgzmEhw5J+M0puh7tR&#10;UO82l3RVu3J9G7Xd9+CyXG71WanWV/MzAeGp8f/hd3ulFYzH/R78vQlPQM5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Enu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LFBMcA&#10;AADdAAAADwAAAGRycy9kb3ducmV2LnhtbESPQWvCQBSE74X+h+UVvNWNwYpJXUULBS8FtT3U2zP7&#10;TILZt3F31eivd4VCj8PMfMNMZp1pxJmcry0rGPQTEMSF1TWXCn6+P1/HIHxA1thYJgVX8jCbPj9N&#10;MNf2wms6b0IpIoR9jgqqENpcSl9UZND3bUscvb11BkOUrpTa4SXCTSPTJBlJgzXHhQpb+qioOGxO&#10;RsEiGy+OqyF/3da7LW1/d4e31CVK9V66+TuIQF34D/+1l1pBlqUpPN7EJyC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mCxQTHAAAA3QAAAA8AAAAAAAAAAAAAAAAAmAIAAGRy&#10;cy9kb3ducmV2LnhtbFBLBQYAAAAABAAEAPUAAACMAwAAAAA=&#10;" fillcolor="black" stroked="f"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ejkccA&#10;AADdAAAADwAAAGRycy9kb3ducmV2LnhtbESPQWvCQBSE7wX/w/KE3uqmKYqmrqK2BUF70PbQ42v2&#10;NVmSfRuyW43+elcQPA4z8w0znXe2FgdqvXGs4HmQgCDOnTZcKPj++ngag/ABWWPtmBScyMN81nuY&#10;YqbdkXd02IdCRAj7DBWUITSZlD4vyaIfuIY4en+utRiibAupWzxGuK1lmiQjadFwXCixoVVJebX/&#10;twp+NiMz3hlKf7fn5bveDqvl51ul1GO/W7yCCNSFe/jWXmsFk0n6Atc38Qn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bno5H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sFUMYA&#10;AADdAAAADwAAAGRycy9kb3ducmV2LnhtbESPT2sCMRTE7wW/Q3hCbzWrlKJbo4hF9OLBf/T62Lxu&#10;trt52SZRVz99IxR6HGbmN8x03tlGXMiHyrGC4SADQVw4XXGp4HhYvYxBhIissXFMCm4UYD7rPU0x&#10;1+7KO7rsYykShEOOCkyMbS5lKAxZDAPXEifvy3mLMUlfSu3xmuC2kaMse5MWK04LBltaGirq/dkq&#10;8IvPj/rO51Od3be3sP7ufsZolHrud4t3EJG6+B/+a2+0gslk9AqPN+kJ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sFU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MFecYA&#10;AADdAAAADwAAAGRycy9kb3ducmV2LnhtbESPUWvCQBCE3wv9D8cWfCl6aaC1ST2lFAShUtD6A9bc&#10;Ngm92wu5VWN/fU8QfBxm5htmthi8U0fqYxvYwNMkA0VcBdtybWD3vRy/goqCbNEFJgNnirCY39/N&#10;sLThxBs6bqVWCcKxRAONSFdqHauGPMZJ6IiT9xN6j5JkX2vb4ynBvdN5lr1ojy2nhQY7+mio+t0e&#10;vAGX713xOY1rOe/0Ovvzsnn8ssaMHob3N1BCg9zC1/bKGiiK/Bkub9IT0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/MFe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2USsYA&#10;AADdAAAADwAAAGRycy9kb3ducmV2LnhtbESPQWvCQBSE74X+h+UVvNVNc5CaukpbEXLpoTHF6zP7&#10;zAZ334bsqml/fVcQPA4z8w2zWI3OijMNofOs4GWagSBuvO64VVBvN8+vIEJE1mg9k4JfCrBaPj4s&#10;sND+wt90rmIrEoRDgQpMjH0hZWgMOQxT3xMn7+AHhzHJoZV6wEuCOyvzLJtJhx2nBYM9fRpqjtXJ&#10;KVhXvc3r0nyE3c/Xfm/Lvw3t1kpNnsb3NxCRxngP39qlVjCf5zO4vklP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2US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Z+YMUA&#10;AADdAAAADwAAAGRycy9kb3ducmV2LnhtbESPwWrDMBBE74X8g9hAbo2UHOLGjRJKaMCQU93k0Nsi&#10;bW231spYqu38fVQo9DjMzBtmd5hcKwbqQ+NZw2qpQBAbbxuuNFzeT49PIEJEtth6Jg03CnDYzx52&#10;mFs/8hsNZaxEgnDIUUMdY5dLGUxNDsPSd8TJ+/S9w5hkX0nb45jgrpVrpTbSYcNpocaOjjWZ7/LH&#10;afg6ybM3Cs31ch0Lm328bqhVWi/m08sziEhT/A//tQurYbtdZ/D7Jj0Bu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dn5g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BIPMQA&#10;AADdAAAADwAAAGRycy9kb3ducmV2LnhtbERPyWrDMBC9B/oPYgq5xXJdCLEbJbiFQknpIQulx6k1&#10;sY2tkZHkxP376FDI8fH29XYyvbiQ861lBU9JCoK4srrlWsHp+L5YgfABWWNvmRT8kYft5mG2xkLb&#10;K+/pcgi1iCHsC1TQhDAUUvqqIYM+sQNx5M7WGQwRulpqh9cYbnqZpelSGmw5NjQ40FtDVXcYjYKf&#10;8ZPPX8+70r2GbzsdfZf9rjql5o9T+QIi0BTu4n/3h1aQ51mcG9/EJyA3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wSDz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ZXdccA&#10;AADdAAAADwAAAGRycy9kb3ducmV2LnhtbESPQWvCQBSE74X+h+UVvNWNwYpJXUULBS8FtT3U2zP7&#10;TILZt3F31eivd4VCj8PMfMNMZp1pxJmcry0rGPQTEMSF1TWXCn6+P1/HIHxA1thYJgVX8jCbPj9N&#10;MNf2wms6b0IpIoR9jgqqENpcSl9UZND3bUscvb11BkOUrpTa4SXCTSPTJBlJgzXHhQpb+qioOGxO&#10;RsEiGy+OqyF/3da7LW1/d4e31CVK9V66+TuIQF34D/+1l1pBlqUZPN7EJyC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cmV3XHAAAA3QAAAA8AAAAAAAAAAAAAAAAAmAIAAGRy&#10;cy9kb3ducmV2LnhtbFBLBQYAAAAABAAEAPUAAACMAwAAAAA=&#10;" fillcolor="black" stroked="f"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mSNMIA&#10;AADdAAAADwAAAGRycy9kb3ducmV2LnhtbERPyWrDMBC9F/IPYgK9NXIaKI0bJZhAaOjJ2eh1Yk0t&#10;U2tkJEVx/746FHp8vH21GW0vEvnQOVYwnxUgiBunO24VnE+7p1cQISJr7B2Tgh8KsFlPHlZYanfn&#10;A6VjbEUO4VCiAhPjUEoZGkMWw8wNxJn7ct5izNC3Unu853Dby+eieJEWO84NBgfaGmq+jzerIF23&#10;dbVIn8kcPnzVele/X661Uo/TsXoDEWmM/+I/914rWC4XeX9+k5+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uZI0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LXXcYA&#10;AADdAAAADwAAAGRycy9kb3ducmV2LnhtbESPQWvCQBSE7wX/w/IK3uomFqSJrlJES+ulNRbq8ZF9&#10;zYZm34bsGqO/3i0Uehxm5htmsRpsI3rqfO1YQTpJQBCXTtdcKfg8bB+eQPiArLFxTAou5GG1HN0t&#10;MNfuzHvqi1CJCGGfowITQptL6UtDFv3EtcTR+3adxRBlV0nd4TnCbSOnSTKTFmuOCwZbWhsqf4qT&#10;VeDT9eZrZ69Zf3wx/F68mdlHZZQa3w/PcxCBhvAf/mu/agVZ9pjC75v4BO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nLXX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944C8" w:rsidRDefault="006944C8" w:rsidP="006944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6944C8" w:rsidRPr="0081108E" w:rsidRDefault="006944C8" w:rsidP="006944C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81108E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6944C8" w:rsidRPr="0081108E" w:rsidRDefault="006944C8" w:rsidP="006944C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6944C8" w:rsidRPr="0081108E" w:rsidRDefault="006944C8" w:rsidP="006944C8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proofErr w:type="gramStart"/>
      <w:r>
        <w:rPr>
          <w:rFonts w:ascii="Times New Roman" w:eastAsia="Calibri" w:hAnsi="Times New Roman" w:cs="Times New Roman"/>
          <w:lang w:val="en-US"/>
        </w:rPr>
        <w:t>I</w:t>
      </w:r>
      <w:r w:rsidRPr="0081108E">
        <w:rPr>
          <w:rFonts w:ascii="Times New Roman" w:eastAsia="Calibri" w:hAnsi="Times New Roman" w:cs="Times New Roman"/>
          <w:lang w:val="en-US"/>
        </w:rPr>
        <w:t>V</w:t>
      </w:r>
      <w:r w:rsidRPr="0081108E">
        <w:rPr>
          <w:rFonts w:ascii="Times New Roman" w:eastAsia="Calibri" w:hAnsi="Times New Roman" w:cs="Times New Roman"/>
          <w:color w:val="FF0000"/>
          <w:lang w:val="uk-UA"/>
        </w:rPr>
        <w:t xml:space="preserve">  </w:t>
      </w:r>
      <w:r w:rsidRPr="0081108E">
        <w:rPr>
          <w:rFonts w:ascii="Times New Roman" w:eastAsia="Calibri" w:hAnsi="Times New Roman" w:cs="Times New Roman"/>
          <w:lang w:val="uk-UA"/>
        </w:rPr>
        <w:t>сесії</w:t>
      </w:r>
      <w:proofErr w:type="gramEnd"/>
      <w:r w:rsidRPr="0081108E">
        <w:rPr>
          <w:rFonts w:ascii="Times New Roman" w:eastAsia="Calibri" w:hAnsi="Times New Roman" w:cs="Times New Roman"/>
          <w:lang w:val="uk-UA"/>
        </w:rPr>
        <w:t xml:space="preserve"> сільської ради  </w:t>
      </w:r>
      <w:r w:rsidRPr="0081108E">
        <w:rPr>
          <w:rFonts w:ascii="Times New Roman" w:eastAsia="Calibri" w:hAnsi="Times New Roman" w:cs="Times New Roman"/>
          <w:lang w:val="en-US"/>
        </w:rPr>
        <w:t>VIII</w:t>
      </w:r>
      <w:r w:rsidRPr="0081108E">
        <w:rPr>
          <w:rFonts w:ascii="Times New Roman" w:eastAsia="Calibri" w:hAnsi="Times New Roman" w:cs="Times New Roman"/>
          <w:lang w:val="uk-UA"/>
        </w:rPr>
        <w:t xml:space="preserve"> скликання</w:t>
      </w:r>
    </w:p>
    <w:p w:rsidR="006944C8" w:rsidRPr="0081108E" w:rsidRDefault="006944C8" w:rsidP="006944C8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6944C8" w:rsidRPr="0081108E" w:rsidRDefault="006944C8" w:rsidP="006944C8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23.12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.2020р.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      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           Крупець                                        №_____</w:t>
      </w:r>
    </w:p>
    <w:p w:rsidR="006944C8" w:rsidRPr="00A73CEF" w:rsidRDefault="006944C8" w:rsidP="006944C8">
      <w:pPr>
        <w:tabs>
          <w:tab w:val="left" w:pos="4424"/>
        </w:tabs>
        <w:spacing w:after="0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944C8" w:rsidRPr="00A73CEF" w:rsidRDefault="006944C8" w:rsidP="006944C8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73CE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технічної документації</w:t>
      </w:r>
    </w:p>
    <w:p w:rsidR="006944C8" w:rsidRPr="00A73CEF" w:rsidRDefault="006944C8" w:rsidP="006944C8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73CE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із землеустрою щодо встановлення </w:t>
      </w:r>
    </w:p>
    <w:p w:rsidR="006944C8" w:rsidRPr="00A73CEF" w:rsidRDefault="006944C8" w:rsidP="006944C8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73CEF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(відновлення)  меж земельної ділянки</w:t>
      </w:r>
    </w:p>
    <w:p w:rsidR="006944C8" w:rsidRPr="00A73CEF" w:rsidRDefault="006944C8" w:rsidP="006944C8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73CE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натурі (на місцевості) 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Комяжук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Н.В.</w:t>
      </w:r>
    </w:p>
    <w:p w:rsidR="006944C8" w:rsidRPr="00A73CEF" w:rsidRDefault="006944C8" w:rsidP="006944C8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944C8" w:rsidRPr="00A73CEF" w:rsidRDefault="006944C8" w:rsidP="006944C8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944C8" w:rsidRPr="00A73CEF" w:rsidRDefault="006944C8" w:rsidP="006944C8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73CEF">
        <w:rPr>
          <w:rFonts w:ascii="Times New Roman" w:eastAsia="Times New Roman" w:hAnsi="Times New Roman" w:cs="Times New Roman"/>
          <w:sz w:val="24"/>
          <w:lang w:val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Комяжук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Н.В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сільська  рада </w:t>
      </w:r>
    </w:p>
    <w:p w:rsidR="006944C8" w:rsidRPr="00A73CEF" w:rsidRDefault="006944C8" w:rsidP="006944C8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>ВИРІШИЛА:</w:t>
      </w:r>
    </w:p>
    <w:p w:rsidR="006944C8" w:rsidRPr="00A73CEF" w:rsidRDefault="006944C8" w:rsidP="006944C8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944C8" w:rsidRPr="00A73CEF" w:rsidRDefault="006944C8" w:rsidP="006944C8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1. Затв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ердити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Комяжук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Наталії Володимирівні,  яка зареєстрована   за адресою: </w:t>
      </w:r>
      <w:r w:rsidR="00DA19D7">
        <w:rPr>
          <w:rFonts w:ascii="Times New Roman" w:eastAsia="Calibri" w:hAnsi="Times New Roman" w:cs="Times New Roman"/>
          <w:sz w:val="24"/>
          <w:szCs w:val="24"/>
          <w:lang w:val="en-US"/>
        </w:rPr>
        <w:t>_____________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дентифікаційний номер </w:t>
      </w:r>
      <w:r w:rsidR="00DA19D7">
        <w:rPr>
          <w:rFonts w:ascii="Times New Roman" w:eastAsia="Calibri" w:hAnsi="Times New Roman" w:cs="Times New Roman"/>
          <w:sz w:val="24"/>
          <w:szCs w:val="24"/>
          <w:lang w:val="en-US"/>
        </w:rPr>
        <w:t>__________</w:t>
      </w:r>
      <w:bookmarkStart w:id="0" w:name="_GoBack"/>
      <w:bookmarkEnd w:id="0"/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щею 0,2271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га, (кадастровий номер: 6823984000:01:009:0110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>), для будівництва та обслуговування житлового будинку господарських будівель та споруд (присадибна ділянка), яка розташована Хмельницька облас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, провулок  Хмельницького Б., 1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6944C8" w:rsidRPr="00A73CEF" w:rsidRDefault="006944C8" w:rsidP="006944C8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Комяжук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Н.В.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якій </w:t>
      </w: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передана земельна ділянка у власність, посвідчити право власності  в установленому  законом порядку</w:t>
      </w:r>
    </w:p>
    <w:p w:rsidR="006944C8" w:rsidRPr="00A73CEF" w:rsidRDefault="006944C8" w:rsidP="006944C8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>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944C8" w:rsidRPr="006944C8" w:rsidRDefault="006944C8" w:rsidP="006944C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C13EB" w:rsidRPr="006944C8" w:rsidRDefault="006944C8" w:rsidP="006944C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Сільський  голова                                                                        </w:t>
      </w:r>
      <w:r w:rsidRPr="00A73CEF">
        <w:rPr>
          <w:rFonts w:ascii="Times New Roman" w:eastAsia="Arial Unicode MS" w:hAnsi="Times New Roman" w:cs="Times New Roman"/>
          <w:color w:val="333333"/>
          <w:sz w:val="24"/>
          <w:szCs w:val="24"/>
          <w:lang w:val="uk-UA" w:eastAsia="uk-UA"/>
        </w:rPr>
        <w:t>Валерій   МИХАЛЮК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</w:p>
    <w:sectPr w:rsidR="00AC13EB" w:rsidRPr="006944C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944C8"/>
    <w:rsid w:val="00171A2E"/>
    <w:rsid w:val="00304C90"/>
    <w:rsid w:val="00505B6D"/>
    <w:rsid w:val="006944C8"/>
    <w:rsid w:val="006D3977"/>
    <w:rsid w:val="007D6C18"/>
    <w:rsid w:val="00AC13EB"/>
    <w:rsid w:val="00D1641A"/>
    <w:rsid w:val="00DA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4C8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265</Words>
  <Characters>1514</Characters>
  <Application>Microsoft Office Word</Application>
  <DocSecurity>0</DocSecurity>
  <Lines>12</Lines>
  <Paragraphs>3</Paragraphs>
  <ScaleCrop>false</ScaleCrop>
  <Company>Microsoft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Work</cp:lastModifiedBy>
  <cp:revision>2</cp:revision>
  <dcterms:created xsi:type="dcterms:W3CDTF">2020-12-10T13:09:00Z</dcterms:created>
  <dcterms:modified xsi:type="dcterms:W3CDTF">2020-12-11T07:20:00Z</dcterms:modified>
</cp:coreProperties>
</file>