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815" w:rsidRDefault="00797815" w:rsidP="0079781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7815" w:rsidRDefault="00797815" w:rsidP="007978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97815" w:rsidRDefault="00797815" w:rsidP="007978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97815" w:rsidRDefault="00797815" w:rsidP="007978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7815" w:rsidRDefault="00797815" w:rsidP="007978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7815" w:rsidRDefault="00797815" w:rsidP="007978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7815" w:rsidRDefault="00797815" w:rsidP="007978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97815" w:rsidRDefault="00797815" w:rsidP="0079781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97815" w:rsidRDefault="00797815" w:rsidP="007978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97815" w:rsidRDefault="00797815" w:rsidP="007978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97815" w:rsidRDefault="00797815" w:rsidP="007978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7815" w:rsidRDefault="00797815" w:rsidP="007978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97815" w:rsidRDefault="00797815" w:rsidP="007978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97815" w:rsidRDefault="00797815" w:rsidP="007978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97815" w:rsidRDefault="00797815" w:rsidP="007978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97815" w:rsidRDefault="00797815" w:rsidP="007978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№35</w:t>
      </w:r>
    </w:p>
    <w:p w:rsidR="00797815" w:rsidRDefault="00797815" w:rsidP="007978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7815" w:rsidRPr="00DE6ED3" w:rsidRDefault="00797815" w:rsidP="007978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97815" w:rsidRPr="00DE6ED3" w:rsidRDefault="00797815" w:rsidP="007978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97815" w:rsidRPr="00DE6ED3" w:rsidRDefault="00797815" w:rsidP="007978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797815" w:rsidRPr="00DE6ED3" w:rsidRDefault="00797815" w:rsidP="007978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797815" w:rsidRPr="00DE6ED3" w:rsidRDefault="00797815" w:rsidP="007978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Кондратюк Г.І.</w:t>
      </w:r>
    </w:p>
    <w:p w:rsidR="00797815" w:rsidRPr="00DE6ED3" w:rsidRDefault="00797815" w:rsidP="007978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7815" w:rsidRPr="007909B8" w:rsidRDefault="00797815" w:rsidP="007978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r>
        <w:rPr>
          <w:rFonts w:ascii="Times New Roman" w:eastAsia="Arial Unicode MS" w:hAnsi="Times New Roman" w:cs="Times New Roman"/>
          <w:sz w:val="24"/>
          <w:szCs w:val="24"/>
        </w:rPr>
        <w:t>Кондратюк Г.І.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,  сільська  рада </w:t>
      </w:r>
    </w:p>
    <w:p w:rsidR="00797815" w:rsidRPr="007909B8" w:rsidRDefault="00797815" w:rsidP="007978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797815" w:rsidRPr="007909B8" w:rsidRDefault="00797815" w:rsidP="007978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sz w:val="24"/>
          <w:szCs w:val="24"/>
        </w:rPr>
        <w:t>Кондратюк Галині Іванівні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7909B8"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9A63E4" w:rsidRPr="009A63E4">
        <w:rPr>
          <w:rFonts w:ascii="Times New Roman" w:eastAsia="Calibri" w:hAnsi="Times New Roman" w:cs="Times New Roman"/>
          <w:sz w:val="24"/>
        </w:rPr>
        <w:t>__________</w:t>
      </w:r>
      <w:r w:rsidRPr="007909B8">
        <w:rPr>
          <w:rFonts w:ascii="Times New Roman" w:eastAsia="Calibri" w:hAnsi="Times New Roman" w:cs="Times New Roman"/>
          <w:sz w:val="24"/>
        </w:rPr>
        <w:t xml:space="preserve">,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9A63E4" w:rsidRPr="009A63E4">
        <w:rPr>
          <w:rFonts w:ascii="Times New Roman" w:eastAsia="Arial Unicode MS" w:hAnsi="Times New Roman" w:cs="Times New Roman"/>
          <w:sz w:val="24"/>
          <w:szCs w:val="24"/>
        </w:rPr>
        <w:t>_________</w:t>
      </w:r>
      <w:bookmarkStart w:id="0" w:name="_GoBack"/>
      <w:bookmarkEnd w:id="0"/>
      <w:r w:rsidRPr="007909B8">
        <w:rPr>
          <w:rFonts w:ascii="Times New Roman" w:eastAsia="Calibri" w:hAnsi="Times New Roman" w:cs="Times New Roman"/>
          <w:sz w:val="24"/>
          <w:szCs w:val="24"/>
        </w:rPr>
        <w:t>,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</w:t>
      </w:r>
      <w:r>
        <w:rPr>
          <w:rFonts w:ascii="Times New Roman" w:eastAsia="Arial Unicode MS" w:hAnsi="Times New Roman" w:cs="Times New Roman"/>
          <w:sz w:val="24"/>
          <w:szCs w:val="24"/>
        </w:rPr>
        <w:t>лощею 0,1132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га,  кадастро</w:t>
      </w:r>
      <w:r>
        <w:rPr>
          <w:rFonts w:ascii="Times New Roman" w:eastAsia="Arial Unicode MS" w:hAnsi="Times New Roman" w:cs="Times New Roman"/>
          <w:sz w:val="24"/>
          <w:szCs w:val="24"/>
        </w:rPr>
        <w:t>вий номер: 6823984000:01:015:0034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7909B8">
        <w:rPr>
          <w:rFonts w:ascii="Times New Roman" w:eastAsia="Calibri" w:hAnsi="Times New Roman" w:cs="Times New Roman"/>
          <w:sz w:val="24"/>
          <w:szCs w:val="24"/>
        </w:rPr>
        <w:t>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 особистого селянського господарства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, яка розташована Хмельницька область </w:t>
      </w:r>
      <w:proofErr w:type="spellStart"/>
      <w:r w:rsidRPr="007909B8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 w:rsidRPr="007909B8"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 w:rsidRPr="007909B8">
        <w:rPr>
          <w:rFonts w:ascii="Times New Roman" w:eastAsia="Arial Unicode MS" w:hAnsi="Times New Roman" w:cs="Times New Roman"/>
          <w:sz w:val="24"/>
          <w:szCs w:val="24"/>
        </w:rPr>
        <w:t>)  район,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Крупець.</w:t>
      </w:r>
    </w:p>
    <w:p w:rsidR="00797815" w:rsidRPr="007909B8" w:rsidRDefault="00797815" w:rsidP="007978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 Кондратюк Г.І.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, посвідчити своє право  в  установленому  законом  порядку.</w:t>
      </w:r>
    </w:p>
    <w:p w:rsidR="00797815" w:rsidRPr="00DE6ED3" w:rsidRDefault="00797815" w:rsidP="007978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архітектури, охорони пам’яток, історичного середовища та благоустрою (Денисюк Т.В.).</w:t>
      </w:r>
    </w:p>
    <w:p w:rsidR="00797815" w:rsidRPr="00DE6ED3" w:rsidRDefault="00797815" w:rsidP="007978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97815" w:rsidRDefault="00797815" w:rsidP="00797815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797815" w:rsidRPr="00DE6ED3" w:rsidRDefault="00797815" w:rsidP="007978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97815" w:rsidRPr="00DE6ED3" w:rsidRDefault="00797815" w:rsidP="007978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2156A" w:rsidRPr="00797815" w:rsidRDefault="00797815" w:rsidP="007978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DE6ED3">
        <w:rPr>
          <w:rFonts w:ascii="Times New Roman" w:eastAsia="Arial Unicode MS" w:hAnsi="Times New Roman" w:cs="Times New Roman"/>
          <w:sz w:val="24"/>
          <w:szCs w:val="24"/>
        </w:rPr>
        <w:t xml:space="preserve">    Валерій   МИХАЛЮК</w:t>
      </w:r>
    </w:p>
    <w:sectPr w:rsidR="00F2156A" w:rsidRPr="0079781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815"/>
    <w:rsid w:val="00171A2E"/>
    <w:rsid w:val="00304C90"/>
    <w:rsid w:val="00505B6D"/>
    <w:rsid w:val="006D3977"/>
    <w:rsid w:val="00797815"/>
    <w:rsid w:val="007D6C18"/>
    <w:rsid w:val="009A63E4"/>
    <w:rsid w:val="00D1641A"/>
    <w:rsid w:val="00F2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79781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79781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9781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79781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79781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9781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1087</Words>
  <Characters>621</Characters>
  <Application>Microsoft Office Word</Application>
  <DocSecurity>0</DocSecurity>
  <Lines>5</Lines>
  <Paragraphs>3</Paragraphs>
  <ScaleCrop>false</ScaleCrop>
  <Company>Microsoft</Company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2021-03-30T13:06:00Z</dcterms:created>
  <dcterms:modified xsi:type="dcterms:W3CDTF">2021-03-31T06:12:00Z</dcterms:modified>
</cp:coreProperties>
</file>