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3136" w:rsidRDefault="00953136" w:rsidP="009531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3136" w:rsidRDefault="00953136" w:rsidP="009531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3136" w:rsidRDefault="00953136" w:rsidP="009531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3136" w:rsidRDefault="00953136" w:rsidP="009531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53136" w:rsidRDefault="00953136" w:rsidP="009531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3136" w:rsidRDefault="00953136" w:rsidP="009531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№113</w:t>
      </w:r>
    </w:p>
    <w:p w:rsidR="00953136" w:rsidRPr="002E4F3B" w:rsidRDefault="00953136" w:rsidP="009531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3136" w:rsidRPr="001C55EE" w:rsidRDefault="00953136" w:rsidP="0095313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953136" w:rsidRPr="001C55EE" w:rsidRDefault="00953136" w:rsidP="0095313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953136" w:rsidRPr="001C55EE" w:rsidRDefault="00953136" w:rsidP="0095313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953136" w:rsidRPr="001C55EE" w:rsidRDefault="00953136" w:rsidP="0095313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6823984000:01:017:0018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953136" w:rsidRPr="001C55EE" w:rsidRDefault="00953136" w:rsidP="0095313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136" w:rsidRPr="001C55EE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пропозицію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53136" w:rsidRPr="001C55EE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53136" w:rsidRDefault="00953136" w:rsidP="009531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12,7915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6823984000:01:017:0018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Крупецька сільська рада.</w:t>
      </w:r>
    </w:p>
    <w:p w:rsidR="00953136" w:rsidRPr="001C55EE" w:rsidRDefault="00953136" w:rsidP="0095313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953136" w:rsidRPr="001C55EE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3136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136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3136" w:rsidRPr="001C55EE" w:rsidRDefault="00953136" w:rsidP="009531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90E4C" w:rsidRPr="00953136" w:rsidRDefault="00953136" w:rsidP="009531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  <w:bookmarkStart w:id="0" w:name="_GoBack"/>
      <w:bookmarkEnd w:id="0"/>
    </w:p>
    <w:sectPr w:rsidR="00190E4C" w:rsidRPr="009531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3136"/>
    <w:rsid w:val="00171A2E"/>
    <w:rsid w:val="00190E4C"/>
    <w:rsid w:val="00304C90"/>
    <w:rsid w:val="00505B6D"/>
    <w:rsid w:val="006D3977"/>
    <w:rsid w:val="007D6C18"/>
    <w:rsid w:val="0095313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240C8533"/>
  <w15:docId w15:val="{D08A1573-5081-484A-B2A3-7B04CC7D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13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531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31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5313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2021-04-28T12:26:00Z</dcterms:created>
  <dcterms:modified xsi:type="dcterms:W3CDTF">2021-04-28T12:26:00Z</dcterms:modified>
</cp:coreProperties>
</file>